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B9397" w14:textId="7BAAE76C" w:rsidR="001C0CF2" w:rsidRPr="00CC2D79" w:rsidRDefault="001C0CF2" w:rsidP="00CC2D79">
      <w:pPr>
        <w:pStyle w:val="Bezproreda"/>
        <w:rPr>
          <w:b/>
          <w:bCs/>
          <w:color w:val="FF0000"/>
        </w:rPr>
      </w:pPr>
      <w:r w:rsidRPr="00CC2D79">
        <w:rPr>
          <w:b/>
          <w:bCs/>
          <w:color w:val="FF0000"/>
        </w:rPr>
        <w:t>Titula, Ime i prezime predsjednika/ice povjerenstva</w:t>
      </w:r>
      <w:r w:rsidR="00CC2D79" w:rsidRPr="00CC2D79">
        <w:rPr>
          <w:b/>
          <w:bCs/>
          <w:color w:val="FF0000"/>
        </w:rPr>
        <w:t>, ustanova zaposlenja</w:t>
      </w:r>
    </w:p>
    <w:p w14:paraId="05E9F58E" w14:textId="3447B734" w:rsidR="001C0CF2" w:rsidRPr="00CC2D79" w:rsidRDefault="001C0CF2" w:rsidP="00CC2D79">
      <w:pPr>
        <w:pStyle w:val="Bezproreda"/>
        <w:rPr>
          <w:b/>
          <w:bCs/>
          <w:color w:val="FF0000"/>
        </w:rPr>
      </w:pPr>
      <w:r w:rsidRPr="00CC2D79">
        <w:rPr>
          <w:b/>
          <w:bCs/>
          <w:color w:val="FF0000"/>
        </w:rPr>
        <w:t>Titula, Ime i prezime člana/ice povjerenstva</w:t>
      </w:r>
      <w:r w:rsidR="00CC2D79" w:rsidRPr="00CC2D79">
        <w:rPr>
          <w:b/>
          <w:bCs/>
          <w:color w:val="FF0000"/>
        </w:rPr>
        <w:t>, ustanova zaposlenja</w:t>
      </w:r>
    </w:p>
    <w:p w14:paraId="7B7DF910" w14:textId="3E4C05F4" w:rsidR="001C0CF2" w:rsidRPr="00CC2D79" w:rsidRDefault="001C0CF2" w:rsidP="00CC2D79">
      <w:pPr>
        <w:pStyle w:val="Bezproreda"/>
        <w:rPr>
          <w:b/>
          <w:bCs/>
          <w:color w:val="FF0000"/>
        </w:rPr>
      </w:pPr>
      <w:r w:rsidRPr="00CC2D79">
        <w:rPr>
          <w:b/>
          <w:bCs/>
          <w:color w:val="FF0000"/>
        </w:rPr>
        <w:t>Titula, Ime i prezime vanjskog člana/ice povjerenstva</w:t>
      </w:r>
      <w:r w:rsidR="00CC2D79" w:rsidRPr="00CC2D79">
        <w:rPr>
          <w:b/>
          <w:bCs/>
          <w:color w:val="FF0000"/>
        </w:rPr>
        <w:t>, ustanova zaposlenja</w:t>
      </w:r>
    </w:p>
    <w:p w14:paraId="07E881E3" w14:textId="77777777" w:rsidR="001C0CF2" w:rsidRPr="00CC2D79" w:rsidRDefault="001C0CF2" w:rsidP="00CC2D79">
      <w:pPr>
        <w:pStyle w:val="Bezproreda"/>
        <w:rPr>
          <w:b/>
          <w:bCs/>
          <w:color w:val="FF0000"/>
        </w:rPr>
      </w:pPr>
    </w:p>
    <w:sdt>
      <w:sdtPr>
        <w:rPr>
          <w:b/>
          <w:bCs/>
          <w:color w:val="FF0000"/>
        </w:rPr>
        <w:id w:val="-694074033"/>
        <w:placeholder>
          <w:docPart w:val="669760B7A894473CA94451EBD41B1F9F"/>
        </w:placeholder>
      </w:sdtPr>
      <w:sdtContent>
        <w:p w14:paraId="39F0FD9B" w14:textId="10DCF67B" w:rsidR="00910F9C" w:rsidRPr="00CC2D79" w:rsidRDefault="000A6969" w:rsidP="00CC2D79">
          <w:pPr>
            <w:pStyle w:val="Bezproreda"/>
            <w:rPr>
              <w:b/>
              <w:bCs/>
              <w:color w:val="FF0000"/>
            </w:rPr>
          </w:pPr>
          <w:r w:rsidRPr="00CC2D79">
            <w:rPr>
              <w:b/>
              <w:bCs/>
              <w:color w:val="FF0000"/>
            </w:rPr>
            <w:t>Mjesto, datum</w:t>
          </w:r>
        </w:p>
      </w:sdtContent>
    </w:sdt>
    <w:p w14:paraId="5B499318" w14:textId="77777777" w:rsidR="001C0CF2" w:rsidRPr="00CC2D79" w:rsidRDefault="001C0CF2" w:rsidP="00CC2D79">
      <w:pPr>
        <w:pStyle w:val="Bezproreda"/>
        <w:rPr>
          <w:b/>
          <w:bCs/>
          <w:color w:val="FF0000"/>
        </w:rPr>
      </w:pPr>
    </w:p>
    <w:p w14:paraId="74899B32" w14:textId="77777777" w:rsidR="00CC2D79" w:rsidRPr="00CC2D79" w:rsidRDefault="00CC2D79" w:rsidP="00CC2D79">
      <w:pPr>
        <w:pStyle w:val="Bezproreda"/>
        <w:rPr>
          <w:b/>
          <w:bCs/>
          <w:color w:val="FF0000"/>
        </w:rPr>
      </w:pPr>
    </w:p>
    <w:p w14:paraId="39B7A88E" w14:textId="4F250BFC" w:rsidR="001C0CF2" w:rsidRPr="00CC2D79" w:rsidRDefault="001C0CF2" w:rsidP="00CC2D79">
      <w:pPr>
        <w:pStyle w:val="Bezproreda"/>
        <w:jc w:val="right"/>
        <w:rPr>
          <w:b/>
          <w:bCs/>
          <w:color w:val="FF0000"/>
        </w:rPr>
      </w:pPr>
      <w:r w:rsidRPr="00CC2D79">
        <w:rPr>
          <w:b/>
          <w:bCs/>
          <w:color w:val="FF0000"/>
        </w:rPr>
        <w:t>Tijelo kojem se dostavlja (fakultetsko vijeće nekog fakulteta)</w:t>
      </w:r>
    </w:p>
    <w:p w14:paraId="56AA756E" w14:textId="77777777" w:rsidR="00BB5694" w:rsidRPr="00CC2D79" w:rsidRDefault="00BB5694" w:rsidP="00CC2D79">
      <w:pPr>
        <w:pStyle w:val="Bezproreda"/>
        <w:jc w:val="right"/>
        <w:rPr>
          <w:b/>
          <w:bCs/>
        </w:rPr>
      </w:pPr>
      <w:r w:rsidRPr="00CC2D79">
        <w:rPr>
          <w:b/>
          <w:bCs/>
        </w:rPr>
        <w:t>Ministarstvo znanosti, obrazovanja i mladih RH</w:t>
      </w:r>
    </w:p>
    <w:p w14:paraId="7310AD65" w14:textId="77777777" w:rsidR="00C60506" w:rsidRPr="00CC2D79" w:rsidRDefault="00C60506" w:rsidP="00CC2D79">
      <w:pPr>
        <w:pStyle w:val="Bezproreda"/>
        <w:jc w:val="right"/>
        <w:rPr>
          <w:b/>
          <w:bCs/>
        </w:rPr>
      </w:pPr>
      <w:r w:rsidRPr="00CC2D79">
        <w:rPr>
          <w:b/>
          <w:bCs/>
        </w:rPr>
        <w:t>Matičnom odboru za polja edukacijsko-rehabilitacijske znanosti i logopedije</w:t>
      </w:r>
    </w:p>
    <w:p w14:paraId="2A2272EB" w14:textId="77777777" w:rsidR="00903C2E" w:rsidRPr="004B6268" w:rsidRDefault="00903C2E" w:rsidP="00CC2D79">
      <w:pPr>
        <w:pStyle w:val="Bezproreda"/>
      </w:pPr>
    </w:p>
    <w:p w14:paraId="0CE02B2A" w14:textId="77777777" w:rsidR="00CC2D79" w:rsidRDefault="00CC2D79" w:rsidP="00CC2D79">
      <w:pPr>
        <w:pStyle w:val="Bezproreda"/>
      </w:pPr>
    </w:p>
    <w:p w14:paraId="2F26F9B7" w14:textId="392654A0" w:rsidR="00910F9C" w:rsidRDefault="00CC2D79" w:rsidP="00AE50EB">
      <w:pPr>
        <w:pStyle w:val="Bezproreda"/>
        <w:shd w:val="clear" w:color="auto" w:fill="DEEAF6" w:themeFill="accent1" w:themeFillTint="33"/>
        <w:jc w:val="both"/>
      </w:pPr>
      <w:r w:rsidRPr="00CC2D79">
        <w:rPr>
          <w:b/>
          <w:bCs/>
          <w:sz w:val="24"/>
          <w:szCs w:val="24"/>
        </w:rPr>
        <w:t xml:space="preserve">1. </w:t>
      </w:r>
      <w:r w:rsidR="00910F9C" w:rsidRPr="00CC2D79">
        <w:rPr>
          <w:b/>
          <w:bCs/>
          <w:sz w:val="24"/>
          <w:szCs w:val="24"/>
        </w:rPr>
        <w:t>Opći – uvodni dio</w:t>
      </w:r>
      <w:r w:rsidRPr="00CC2D79">
        <w:rPr>
          <w:b/>
          <w:bCs/>
          <w:sz w:val="24"/>
          <w:szCs w:val="24"/>
        </w:rPr>
        <w:t xml:space="preserve"> </w:t>
      </w:r>
    </w:p>
    <w:p w14:paraId="4459E36A" w14:textId="77777777" w:rsidR="00AE50EB" w:rsidRDefault="00AE50EB" w:rsidP="00CC2D79">
      <w:pPr>
        <w:pStyle w:val="Bezproreda"/>
        <w:rPr>
          <w:b/>
          <w:bCs/>
          <w:color w:val="FF0000"/>
          <w:u w:val="single"/>
        </w:rPr>
      </w:pPr>
    </w:p>
    <w:p w14:paraId="1B57DD9F" w14:textId="77777777" w:rsidR="00AE50EB" w:rsidRDefault="00AE50EB" w:rsidP="00CC2D79">
      <w:pPr>
        <w:pStyle w:val="Bezproreda"/>
        <w:rPr>
          <w:b/>
          <w:bCs/>
          <w:color w:val="FF0000"/>
          <w:u w:val="single"/>
        </w:rPr>
      </w:pPr>
    </w:p>
    <w:p w14:paraId="50AF36C7" w14:textId="412D2832" w:rsidR="00AE50EB" w:rsidRDefault="00AE50EB" w:rsidP="00CC2D79">
      <w:pPr>
        <w:pStyle w:val="Bezproreda"/>
        <w:rPr>
          <w:b/>
          <w:bCs/>
          <w:color w:val="FF0000"/>
          <w:u w:val="single"/>
        </w:rPr>
      </w:pPr>
      <w:r>
        <w:rPr>
          <w:b/>
          <w:bCs/>
          <w:color w:val="FF0000"/>
          <w:u w:val="single"/>
        </w:rPr>
        <w:t>POGLEDATI SMJERNICE ZA ISPUNJAVANJE IZVJEŠĆA</w:t>
      </w:r>
    </w:p>
    <w:p w14:paraId="4E6CE1CE" w14:textId="77777777" w:rsidR="00AE50EB" w:rsidRDefault="00AE50EB" w:rsidP="00CC2D79">
      <w:pPr>
        <w:pStyle w:val="Bezproreda"/>
        <w:rPr>
          <w:b/>
          <w:bCs/>
          <w:color w:val="FF0000"/>
          <w:u w:val="single"/>
        </w:rPr>
      </w:pPr>
    </w:p>
    <w:p w14:paraId="40B9EE88" w14:textId="77777777" w:rsidR="00903C2E" w:rsidRDefault="00903C2E" w:rsidP="00182238">
      <w:pPr>
        <w:pStyle w:val="Bezproreda"/>
        <w:jc w:val="both"/>
      </w:pPr>
    </w:p>
    <w:p w14:paraId="3CF4ABE1" w14:textId="77777777" w:rsidR="00CC2D79" w:rsidRPr="00CC2D79" w:rsidRDefault="00CC2D79" w:rsidP="00182238">
      <w:pPr>
        <w:pStyle w:val="Bezproreda"/>
        <w:jc w:val="both"/>
      </w:pPr>
    </w:p>
    <w:p w14:paraId="3800BE22" w14:textId="5D3B8C19" w:rsidR="001A0A1B" w:rsidRPr="00CC2D79" w:rsidRDefault="00903C2E" w:rsidP="00CC2D79">
      <w:pPr>
        <w:pStyle w:val="Bezproreda"/>
        <w:jc w:val="center"/>
        <w:rPr>
          <w:b/>
          <w:bCs/>
          <w:sz w:val="24"/>
          <w:szCs w:val="24"/>
        </w:rPr>
      </w:pPr>
      <w:r w:rsidRPr="00CC2D79">
        <w:rPr>
          <w:b/>
          <w:bCs/>
          <w:sz w:val="24"/>
          <w:szCs w:val="24"/>
        </w:rPr>
        <w:t>I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Z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V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J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E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Š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Ć</w:t>
      </w:r>
      <w:r w:rsidR="00CC2D79" w:rsidRPr="00CC2D79">
        <w:rPr>
          <w:b/>
          <w:bCs/>
          <w:sz w:val="24"/>
          <w:szCs w:val="24"/>
        </w:rPr>
        <w:t xml:space="preserve"> </w:t>
      </w:r>
      <w:r w:rsidRPr="00CC2D79">
        <w:rPr>
          <w:b/>
          <w:bCs/>
          <w:sz w:val="24"/>
          <w:szCs w:val="24"/>
        </w:rPr>
        <w:t>E</w:t>
      </w:r>
    </w:p>
    <w:p w14:paraId="4D16CAAB" w14:textId="77777777" w:rsidR="00CC2D79" w:rsidRPr="00CC2D79" w:rsidRDefault="00CC2D79" w:rsidP="00CC2D79">
      <w:pPr>
        <w:pStyle w:val="Bezproreda"/>
      </w:pPr>
    </w:p>
    <w:p w14:paraId="0F8AF951" w14:textId="77777777" w:rsidR="001A0A1B" w:rsidRPr="004B6268" w:rsidRDefault="001A0A1B" w:rsidP="00CC2D79">
      <w:pPr>
        <w:pStyle w:val="Bezproreda"/>
      </w:pPr>
      <w:r w:rsidRPr="004B6268">
        <w:br w:type="page"/>
      </w:r>
    </w:p>
    <w:p w14:paraId="618B5F88" w14:textId="5AA70819" w:rsidR="00903C2E" w:rsidRPr="00CC2D79" w:rsidRDefault="00CC2D79" w:rsidP="00182238">
      <w:pPr>
        <w:pStyle w:val="Bezproreda"/>
        <w:shd w:val="clear" w:color="auto" w:fill="DEEAF6" w:themeFill="accent1" w:themeFillTint="33"/>
        <w:rPr>
          <w:b/>
          <w:bCs/>
          <w:sz w:val="24"/>
          <w:szCs w:val="24"/>
        </w:rPr>
      </w:pPr>
      <w:r w:rsidRPr="00CC2D79">
        <w:rPr>
          <w:b/>
          <w:bCs/>
          <w:sz w:val="24"/>
          <w:szCs w:val="24"/>
        </w:rPr>
        <w:lastRenderedPageBreak/>
        <w:t xml:space="preserve">2. </w:t>
      </w:r>
      <w:r>
        <w:rPr>
          <w:b/>
          <w:bCs/>
          <w:sz w:val="24"/>
          <w:szCs w:val="24"/>
        </w:rPr>
        <w:t xml:space="preserve">Osnovni </w:t>
      </w:r>
      <w:r w:rsidR="00182238">
        <w:rPr>
          <w:b/>
          <w:bCs/>
          <w:sz w:val="24"/>
          <w:szCs w:val="24"/>
        </w:rPr>
        <w:t xml:space="preserve">znanstveni </w:t>
      </w:r>
      <w:r>
        <w:rPr>
          <w:b/>
          <w:bCs/>
          <w:sz w:val="24"/>
          <w:szCs w:val="24"/>
        </w:rPr>
        <w:t>ž</w:t>
      </w:r>
      <w:r w:rsidR="001A0A1B" w:rsidRPr="00CC2D79">
        <w:rPr>
          <w:b/>
          <w:bCs/>
          <w:sz w:val="24"/>
          <w:szCs w:val="24"/>
        </w:rPr>
        <w:t>ivotopis</w:t>
      </w:r>
      <w:r w:rsidRPr="00CC2D79">
        <w:rPr>
          <w:b/>
          <w:bCs/>
          <w:sz w:val="24"/>
          <w:szCs w:val="24"/>
        </w:rPr>
        <w:t xml:space="preserve"> pristupnika/ice</w:t>
      </w:r>
      <w:r w:rsidR="00CD61A1">
        <w:rPr>
          <w:rStyle w:val="Referencafusnote"/>
          <w:b/>
          <w:bCs/>
          <w:sz w:val="24"/>
          <w:szCs w:val="24"/>
        </w:rPr>
        <w:footnoteReference w:id="1"/>
      </w:r>
    </w:p>
    <w:p w14:paraId="3ADCCCB5" w14:textId="77777777" w:rsidR="001A0A1B" w:rsidRPr="004B6268" w:rsidRDefault="001A0A1B" w:rsidP="00CC2D79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829"/>
        <w:gridCol w:w="6233"/>
      </w:tblGrid>
      <w:tr w:rsidR="001A0A1B" w:rsidRPr="00CC2D79" w14:paraId="2F93A1F7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43A60F99" w14:textId="5328CB69" w:rsidR="001A0A1B" w:rsidRPr="00CC2D79" w:rsidRDefault="001A0A1B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IME I PREZIME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54B1443C" w14:textId="4B5638B8" w:rsidR="001A0A1B" w:rsidRPr="00182238" w:rsidRDefault="001A0A1B" w:rsidP="00CC2D79">
            <w:pPr>
              <w:pStyle w:val="Bezproreda"/>
              <w:rPr>
                <w:b/>
                <w:bCs/>
              </w:rPr>
            </w:pPr>
          </w:p>
        </w:tc>
      </w:tr>
      <w:tr w:rsidR="001A0A1B" w:rsidRPr="00CC2D79" w14:paraId="1B54AA36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4DB95759" w14:textId="77777777" w:rsidR="001A0A1B" w:rsidRPr="00CC2D79" w:rsidRDefault="001A0A1B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DATUM ROĐENJA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5A58CA45" w14:textId="26F62CA7" w:rsidR="001A0A1B" w:rsidRPr="00CC2D79" w:rsidRDefault="001A0A1B" w:rsidP="00CC2D79">
            <w:pPr>
              <w:pStyle w:val="Bezproreda"/>
            </w:pPr>
          </w:p>
        </w:tc>
      </w:tr>
      <w:tr w:rsidR="00851D4D" w:rsidRPr="00CC2D79" w14:paraId="6F1B3045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7745A4CF" w14:textId="3283FCB7" w:rsidR="00851D4D" w:rsidRPr="00CC2D79" w:rsidRDefault="00851D4D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DRŽAVLJANSTVO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45D09CC6" w14:textId="77777777" w:rsidR="00851D4D" w:rsidRPr="00CC2D79" w:rsidRDefault="00851D4D" w:rsidP="00CC2D79">
            <w:pPr>
              <w:pStyle w:val="Bezproreda"/>
            </w:pPr>
          </w:p>
        </w:tc>
      </w:tr>
      <w:tr w:rsidR="001A0A1B" w:rsidRPr="00CC2D79" w14:paraId="6886C931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1A1297BC" w14:textId="77777777" w:rsidR="001A0A1B" w:rsidRPr="00CC2D79" w:rsidRDefault="001A0A1B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MATIČNI BROJ ZNANSTVENIKA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5653D106" w14:textId="77777777" w:rsidR="001A0A1B" w:rsidRPr="00CC2D79" w:rsidRDefault="001A0A1B" w:rsidP="00CC2D79">
            <w:pPr>
              <w:pStyle w:val="Bezproreda"/>
            </w:pPr>
          </w:p>
        </w:tc>
      </w:tr>
      <w:tr w:rsidR="00D375DF" w:rsidRPr="00CC2D79" w14:paraId="472F50F0" w14:textId="77777777" w:rsidTr="00CC2D79">
        <w:trPr>
          <w:trHeight w:val="351"/>
        </w:trPr>
        <w:tc>
          <w:tcPr>
            <w:tcW w:w="1561" w:type="pct"/>
            <w:shd w:val="clear" w:color="auto" w:fill="auto"/>
            <w:vAlign w:val="center"/>
          </w:tcPr>
          <w:p w14:paraId="15E139DD" w14:textId="53164357" w:rsidR="00D375DF" w:rsidRPr="00CC2D79" w:rsidRDefault="00CC2D79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GOOGLE SCHOLAR</w:t>
            </w:r>
            <w:r>
              <w:rPr>
                <w:b/>
                <w:bCs/>
              </w:rPr>
              <w:t xml:space="preserve">/ZNALAC profil </w:t>
            </w:r>
            <w:r w:rsidRPr="00CC2D79">
              <w:t>(</w:t>
            </w:r>
            <w:r w:rsidR="002A38F1">
              <w:t xml:space="preserve">obvezno, </w:t>
            </w:r>
            <w:r w:rsidR="00FC71DE">
              <w:t>poveznica</w:t>
            </w:r>
            <w:r w:rsidR="002A38F1">
              <w:t>, čl.2. st.5. Pravilnika</w:t>
            </w:r>
            <w:r w:rsidRPr="00CC2D79">
              <w:t>)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7C759DB0" w14:textId="77777777" w:rsidR="00D375DF" w:rsidRPr="00CC2D79" w:rsidRDefault="00D375DF" w:rsidP="00CC2D79">
            <w:pPr>
              <w:pStyle w:val="Bezproreda"/>
            </w:pPr>
          </w:p>
        </w:tc>
      </w:tr>
      <w:tr w:rsidR="00CC2D79" w:rsidRPr="00CC2D79" w14:paraId="558A1A0E" w14:textId="77777777" w:rsidTr="00CC2D79">
        <w:trPr>
          <w:trHeight w:val="351"/>
        </w:trPr>
        <w:tc>
          <w:tcPr>
            <w:tcW w:w="1561" w:type="pct"/>
            <w:shd w:val="clear" w:color="auto" w:fill="auto"/>
            <w:vAlign w:val="center"/>
          </w:tcPr>
          <w:p w14:paraId="492FB45A" w14:textId="374BB58B" w:rsidR="00CC2D79" w:rsidRPr="00CC2D79" w:rsidRDefault="00CC2D79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CRORIS profil</w:t>
            </w:r>
            <w:r>
              <w:rPr>
                <w:b/>
                <w:bCs/>
              </w:rPr>
              <w:t xml:space="preserve"> </w:t>
            </w:r>
            <w:r w:rsidRPr="00CC2D79">
              <w:t>(</w:t>
            </w:r>
            <w:r w:rsidR="002A38F1">
              <w:t xml:space="preserve">obvezno, </w:t>
            </w:r>
            <w:r w:rsidR="00FC71DE">
              <w:t>poveznica</w:t>
            </w:r>
            <w:r w:rsidR="002A38F1">
              <w:t>, čl.2. st.5. Pravilnika</w:t>
            </w:r>
            <w:r w:rsidR="002A38F1" w:rsidRPr="00CC2D79">
              <w:t>)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4626B211" w14:textId="77777777" w:rsidR="00CC2D79" w:rsidRPr="00CC2D79" w:rsidRDefault="00CC2D79" w:rsidP="00CC2D79">
            <w:pPr>
              <w:pStyle w:val="Bezproreda"/>
            </w:pPr>
          </w:p>
        </w:tc>
      </w:tr>
      <w:tr w:rsidR="00D375DF" w:rsidRPr="00CC2D79" w14:paraId="73A137F5" w14:textId="77777777" w:rsidTr="00CC2D79">
        <w:trPr>
          <w:trHeight w:val="351"/>
        </w:trPr>
        <w:tc>
          <w:tcPr>
            <w:tcW w:w="1561" w:type="pct"/>
            <w:shd w:val="clear" w:color="auto" w:fill="auto"/>
            <w:vAlign w:val="center"/>
          </w:tcPr>
          <w:p w14:paraId="7D40E585" w14:textId="496F8B65" w:rsidR="00D375DF" w:rsidRPr="00CC2D79" w:rsidRDefault="00D375DF" w:rsidP="00CC2D79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 xml:space="preserve">WoS Researcher ID </w:t>
            </w:r>
            <w:r w:rsidRPr="00CC2D79">
              <w:t>(ako je primjenjivo</w:t>
            </w:r>
            <w:r w:rsidR="00CC2D79" w:rsidRPr="00CC2D79">
              <w:t xml:space="preserve">, </w:t>
            </w:r>
            <w:r w:rsidR="00FC71DE">
              <w:t>poveznica</w:t>
            </w:r>
            <w:r w:rsidRPr="00CC2D79">
              <w:t>)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3DB21375" w14:textId="77777777" w:rsidR="00D375DF" w:rsidRPr="00CC2D79" w:rsidRDefault="00D375DF" w:rsidP="00CC2D79">
            <w:pPr>
              <w:pStyle w:val="Bezproreda"/>
            </w:pPr>
          </w:p>
        </w:tc>
      </w:tr>
      <w:tr w:rsidR="00AB4FEE" w:rsidRPr="00CC2D79" w14:paraId="291B99D1" w14:textId="77777777" w:rsidTr="00CC2D79">
        <w:trPr>
          <w:trHeight w:val="351"/>
        </w:trPr>
        <w:tc>
          <w:tcPr>
            <w:tcW w:w="1561" w:type="pct"/>
            <w:shd w:val="clear" w:color="auto" w:fill="auto"/>
            <w:vAlign w:val="center"/>
          </w:tcPr>
          <w:p w14:paraId="66608540" w14:textId="7D8B2580" w:rsidR="00AB4FEE" w:rsidRPr="00CC2D79" w:rsidRDefault="00AB4FEE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ORCID ID </w:t>
            </w:r>
            <w:r w:rsidRPr="00CC2D79">
              <w:t xml:space="preserve">(ako je primjenjivo, </w:t>
            </w:r>
            <w:r w:rsidR="00FC71DE">
              <w:t>poveznica</w:t>
            </w:r>
            <w:r w:rsidRPr="00CC2D79">
              <w:t>)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1FE4D712" w14:textId="77777777" w:rsidR="00AB4FEE" w:rsidRPr="00CC2D79" w:rsidRDefault="00AB4FEE" w:rsidP="00CC2D79">
            <w:pPr>
              <w:pStyle w:val="Bezproreda"/>
            </w:pPr>
          </w:p>
        </w:tc>
      </w:tr>
      <w:tr w:rsidR="002C630A" w:rsidRPr="00CC2D79" w14:paraId="012E65DD" w14:textId="77777777" w:rsidTr="00CC2D79">
        <w:tc>
          <w:tcPr>
            <w:tcW w:w="1561" w:type="pct"/>
            <w:shd w:val="clear" w:color="auto" w:fill="auto"/>
            <w:vAlign w:val="center"/>
          </w:tcPr>
          <w:p w14:paraId="0FA599C8" w14:textId="3087D418" w:rsidR="002C630A" w:rsidRDefault="002C630A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DATUM IZBORA U ZNANSTVENO ZVANJE ZNANSTVENOG SURADNIKA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5F0941CE" w14:textId="77777777" w:rsidR="002C630A" w:rsidRPr="00CC2D79" w:rsidRDefault="002C630A" w:rsidP="00CC2D79">
            <w:pPr>
              <w:pStyle w:val="Bezproreda"/>
            </w:pPr>
          </w:p>
        </w:tc>
      </w:tr>
      <w:tr w:rsidR="00E006BE" w:rsidRPr="00CC2D79" w14:paraId="3F563CBE" w14:textId="77777777" w:rsidTr="00CC2D79">
        <w:tc>
          <w:tcPr>
            <w:tcW w:w="1561" w:type="pct"/>
            <w:shd w:val="clear" w:color="auto" w:fill="auto"/>
            <w:vAlign w:val="center"/>
          </w:tcPr>
          <w:p w14:paraId="5D4D3DB7" w14:textId="21E4D371" w:rsidR="00E006BE" w:rsidRPr="00CC2D79" w:rsidRDefault="00CC2D79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DATUM IZBORA U ZNANSTVENO </w:t>
            </w:r>
            <w:r w:rsidR="00E006BE" w:rsidRPr="00CC2D79">
              <w:rPr>
                <w:b/>
                <w:bCs/>
              </w:rPr>
              <w:t>ZVANJE VIŠEG ZNANSTVENOG SURADNIKA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77457995" w14:textId="77777777" w:rsidR="00E006BE" w:rsidRPr="00CC2D79" w:rsidRDefault="00E006BE" w:rsidP="00CC2D79">
            <w:pPr>
              <w:pStyle w:val="Bezproreda"/>
            </w:pPr>
          </w:p>
        </w:tc>
      </w:tr>
      <w:tr w:rsidR="00E006BE" w:rsidRPr="00CC2D79" w14:paraId="2D67DA16" w14:textId="77777777" w:rsidTr="00CC2D79">
        <w:tc>
          <w:tcPr>
            <w:tcW w:w="1561" w:type="pct"/>
            <w:shd w:val="clear" w:color="auto" w:fill="auto"/>
            <w:vAlign w:val="center"/>
          </w:tcPr>
          <w:p w14:paraId="6A65295A" w14:textId="60F78D8D" w:rsidR="00E006BE" w:rsidRPr="00CC2D79" w:rsidRDefault="00CC2D79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DATUM IZBORA U ZNANSTVENO </w:t>
            </w:r>
            <w:r w:rsidR="00E006BE" w:rsidRPr="00CC2D79">
              <w:rPr>
                <w:b/>
                <w:bCs/>
              </w:rPr>
              <w:t>ZVANJE ZNANSTVENOG SAVJETNIKA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45F043DA" w14:textId="77777777" w:rsidR="00E006BE" w:rsidRPr="00CC2D79" w:rsidRDefault="00E006BE" w:rsidP="00CC2D79">
            <w:pPr>
              <w:pStyle w:val="Bezproreda"/>
            </w:pPr>
          </w:p>
        </w:tc>
      </w:tr>
      <w:tr w:rsidR="00CD61A1" w:rsidRPr="00CC2D79" w14:paraId="22A0C63E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7622003F" w14:textId="389B4B8C" w:rsidR="00CD61A1" w:rsidRDefault="00CD61A1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Broj citata </w:t>
            </w:r>
            <w:r w:rsidR="00BE2999">
              <w:rPr>
                <w:b/>
                <w:bCs/>
              </w:rPr>
              <w:t>–</w:t>
            </w:r>
            <w:r w:rsidR="00182238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WoS</w:t>
            </w:r>
            <w:proofErr w:type="spellEnd"/>
            <w:r w:rsidR="00BE2999">
              <w:rPr>
                <w:b/>
                <w:bCs/>
              </w:rPr>
              <w:t xml:space="preserve"> 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11707763" w14:textId="77777777" w:rsidR="00CD61A1" w:rsidRPr="00CC2D79" w:rsidRDefault="00CD61A1" w:rsidP="00CC2D79">
            <w:pPr>
              <w:pStyle w:val="Bezproreda"/>
            </w:pPr>
          </w:p>
        </w:tc>
      </w:tr>
      <w:tr w:rsidR="00CD61A1" w:rsidRPr="00CC2D79" w14:paraId="7BD9135F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2113DEAD" w14:textId="7B6DD4F7" w:rsidR="00CD61A1" w:rsidRDefault="00CD61A1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H indeks </w:t>
            </w:r>
            <w:r w:rsidR="00BE2999">
              <w:rPr>
                <w:b/>
                <w:bCs/>
              </w:rPr>
              <w:t xml:space="preserve">– </w:t>
            </w:r>
            <w:proofErr w:type="spellStart"/>
            <w:r>
              <w:rPr>
                <w:b/>
                <w:bCs/>
              </w:rPr>
              <w:t>WoS</w:t>
            </w:r>
            <w:proofErr w:type="spellEnd"/>
            <w:r w:rsidR="00BE2999">
              <w:rPr>
                <w:b/>
                <w:bCs/>
              </w:rPr>
              <w:t xml:space="preserve"> 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125256D0" w14:textId="77777777" w:rsidR="00CD61A1" w:rsidRPr="00CC2D79" w:rsidRDefault="00CD61A1" w:rsidP="00CC2D79">
            <w:pPr>
              <w:pStyle w:val="Bezproreda"/>
            </w:pPr>
          </w:p>
        </w:tc>
      </w:tr>
      <w:tr w:rsidR="00CD61A1" w:rsidRPr="00CC2D79" w14:paraId="453FC889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1DE71283" w14:textId="431E4986" w:rsidR="00CD61A1" w:rsidRDefault="00CD61A1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Broj citata </w:t>
            </w:r>
            <w:r w:rsidR="00BE2999">
              <w:rPr>
                <w:b/>
                <w:bCs/>
              </w:rPr>
              <w:t xml:space="preserve">– </w:t>
            </w:r>
            <w:proofErr w:type="spellStart"/>
            <w:r>
              <w:rPr>
                <w:b/>
                <w:bCs/>
              </w:rPr>
              <w:t>Scopus</w:t>
            </w:r>
            <w:proofErr w:type="spellEnd"/>
            <w:r w:rsidR="00BE2999">
              <w:rPr>
                <w:b/>
                <w:bCs/>
              </w:rPr>
              <w:t xml:space="preserve"> 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44BDED27" w14:textId="77777777" w:rsidR="00CD61A1" w:rsidRPr="00CC2D79" w:rsidRDefault="00CD61A1" w:rsidP="00CC2D79">
            <w:pPr>
              <w:pStyle w:val="Bezproreda"/>
            </w:pPr>
          </w:p>
        </w:tc>
      </w:tr>
      <w:tr w:rsidR="00CD61A1" w:rsidRPr="00CC2D79" w14:paraId="7AADBDF1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04D56BF4" w14:textId="68BAE3A1" w:rsidR="00CD61A1" w:rsidRDefault="00CD61A1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H indeks </w:t>
            </w:r>
            <w:r w:rsidR="00BE2999">
              <w:rPr>
                <w:b/>
                <w:bCs/>
              </w:rPr>
              <w:t xml:space="preserve">– </w:t>
            </w:r>
            <w:proofErr w:type="spellStart"/>
            <w:r>
              <w:rPr>
                <w:b/>
                <w:bCs/>
              </w:rPr>
              <w:t>Scopus</w:t>
            </w:r>
            <w:proofErr w:type="spellEnd"/>
            <w:r w:rsidR="00BE2999">
              <w:rPr>
                <w:b/>
                <w:bCs/>
              </w:rPr>
              <w:t xml:space="preserve"> 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0A9B1628" w14:textId="77777777" w:rsidR="00CD61A1" w:rsidRPr="00CC2D79" w:rsidRDefault="00CD61A1" w:rsidP="00CC2D79">
            <w:pPr>
              <w:pStyle w:val="Bezproreda"/>
            </w:pPr>
          </w:p>
        </w:tc>
      </w:tr>
      <w:tr w:rsidR="00CD61A1" w:rsidRPr="00CC2D79" w14:paraId="179147CD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4299F570" w14:textId="1C1D91A1" w:rsidR="00CD61A1" w:rsidRDefault="00CD61A1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Broj citata </w:t>
            </w:r>
            <w:r w:rsidR="00BE2999">
              <w:rPr>
                <w:b/>
                <w:bCs/>
              </w:rPr>
              <w:t xml:space="preserve">- </w:t>
            </w:r>
            <w:r>
              <w:rPr>
                <w:b/>
                <w:bCs/>
              </w:rPr>
              <w:t xml:space="preserve">Google </w:t>
            </w:r>
            <w:proofErr w:type="spellStart"/>
            <w:r>
              <w:rPr>
                <w:b/>
                <w:bCs/>
              </w:rPr>
              <w:t>Scholar</w:t>
            </w:r>
            <w:proofErr w:type="spellEnd"/>
            <w:r w:rsidR="00BE2999">
              <w:rPr>
                <w:b/>
                <w:bCs/>
              </w:rPr>
              <w:t xml:space="preserve"> 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27698EA0" w14:textId="77777777" w:rsidR="00CD61A1" w:rsidRPr="00CC2D79" w:rsidRDefault="00CD61A1" w:rsidP="00CC2D79">
            <w:pPr>
              <w:pStyle w:val="Bezproreda"/>
            </w:pPr>
          </w:p>
        </w:tc>
      </w:tr>
      <w:tr w:rsidR="00CD61A1" w:rsidRPr="00CC2D79" w14:paraId="717368F6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3B7C3560" w14:textId="47A61B7C" w:rsidR="00CD61A1" w:rsidRDefault="00CD61A1" w:rsidP="00CC2D79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H indeks </w:t>
            </w:r>
            <w:r w:rsidR="00BE2999">
              <w:rPr>
                <w:b/>
                <w:bCs/>
              </w:rPr>
              <w:t xml:space="preserve">- </w:t>
            </w:r>
            <w:r>
              <w:rPr>
                <w:b/>
                <w:bCs/>
              </w:rPr>
              <w:t xml:space="preserve">Google </w:t>
            </w:r>
            <w:proofErr w:type="spellStart"/>
            <w:r>
              <w:rPr>
                <w:b/>
                <w:bCs/>
              </w:rPr>
              <w:t>Scholar</w:t>
            </w:r>
            <w:proofErr w:type="spellEnd"/>
            <w:r w:rsidR="00BE2999">
              <w:rPr>
                <w:b/>
                <w:bCs/>
              </w:rPr>
              <w:t xml:space="preserve"> 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27187CAB" w14:textId="77777777" w:rsidR="00CD61A1" w:rsidRPr="00CC2D79" w:rsidRDefault="00CD61A1" w:rsidP="00CC2D79">
            <w:pPr>
              <w:pStyle w:val="Bezproreda"/>
            </w:pPr>
          </w:p>
        </w:tc>
      </w:tr>
      <w:tr w:rsidR="00522E8C" w:rsidRPr="00CC2D79" w14:paraId="23081CE0" w14:textId="77777777" w:rsidTr="00182238">
        <w:trPr>
          <w:trHeight w:val="340"/>
        </w:trPr>
        <w:tc>
          <w:tcPr>
            <w:tcW w:w="1561" w:type="pct"/>
            <w:shd w:val="clear" w:color="auto" w:fill="auto"/>
            <w:vAlign w:val="center"/>
          </w:tcPr>
          <w:p w14:paraId="08824B58" w14:textId="009E513B" w:rsidR="00522E8C" w:rsidRDefault="00522E8C" w:rsidP="00522E8C">
            <w:pPr>
              <w:pStyle w:val="Bezproreda"/>
              <w:rPr>
                <w:b/>
                <w:bCs/>
              </w:rPr>
            </w:pPr>
            <w:r w:rsidRPr="00CC2D79">
              <w:rPr>
                <w:b/>
                <w:bCs/>
              </w:rPr>
              <w:t>ZNANJE STRANIH JEZIKA</w:t>
            </w:r>
          </w:p>
        </w:tc>
        <w:tc>
          <w:tcPr>
            <w:tcW w:w="3439" w:type="pct"/>
            <w:shd w:val="clear" w:color="auto" w:fill="auto"/>
            <w:vAlign w:val="center"/>
          </w:tcPr>
          <w:p w14:paraId="0991376E" w14:textId="77777777" w:rsidR="00522E8C" w:rsidRPr="00CC2D79" w:rsidRDefault="00522E8C" w:rsidP="00522E8C">
            <w:pPr>
              <w:pStyle w:val="Bezproreda"/>
            </w:pPr>
          </w:p>
        </w:tc>
      </w:tr>
      <w:tr w:rsidR="00522E8C" w:rsidRPr="00CC2D79" w14:paraId="16433E09" w14:textId="77777777" w:rsidTr="00522B48">
        <w:tc>
          <w:tcPr>
            <w:tcW w:w="1561" w:type="pct"/>
            <w:shd w:val="clear" w:color="auto" w:fill="auto"/>
            <w:vAlign w:val="center"/>
          </w:tcPr>
          <w:p w14:paraId="175A408B" w14:textId="744D15E2" w:rsidR="00522E8C" w:rsidRPr="00CC2D79" w:rsidRDefault="00BA198D" w:rsidP="00522E8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Specifičan z</w:t>
            </w:r>
            <w:r w:rsidR="00522E8C">
              <w:rPr>
                <w:b/>
                <w:bCs/>
              </w:rPr>
              <w:t>nanstveni, n</w:t>
            </w:r>
            <w:r w:rsidR="00522E8C" w:rsidRPr="00CC2D79">
              <w:rPr>
                <w:b/>
                <w:bCs/>
              </w:rPr>
              <w:t xml:space="preserve">astavni i stručni doprinos te ostali relevantni podaci iz </w:t>
            </w:r>
            <w:r w:rsidR="002C630A">
              <w:rPr>
                <w:b/>
                <w:bCs/>
              </w:rPr>
              <w:t xml:space="preserve">znanstvenog </w:t>
            </w:r>
            <w:r w:rsidR="00522E8C" w:rsidRPr="00CC2D79">
              <w:rPr>
                <w:b/>
                <w:bCs/>
              </w:rPr>
              <w:t>životopisa pristupnika</w:t>
            </w:r>
            <w:r w:rsidR="002C630A">
              <w:rPr>
                <w:b/>
                <w:bCs/>
              </w:rPr>
              <w:t>, posebno u kontekstu međunarodne prepoznatljivosti</w:t>
            </w:r>
          </w:p>
        </w:tc>
        <w:tc>
          <w:tcPr>
            <w:tcW w:w="3439" w:type="pct"/>
            <w:shd w:val="clear" w:color="auto" w:fill="auto"/>
          </w:tcPr>
          <w:p w14:paraId="2863C32C" w14:textId="20FFB6B2" w:rsidR="00522E8C" w:rsidRPr="00CC2D79" w:rsidRDefault="00522E8C" w:rsidP="00522B48">
            <w:pPr>
              <w:pStyle w:val="Bezproreda"/>
            </w:pPr>
          </w:p>
        </w:tc>
      </w:tr>
    </w:tbl>
    <w:p w14:paraId="2CAFAAF3" w14:textId="77777777" w:rsidR="001A0A1B" w:rsidRPr="004B6268" w:rsidRDefault="001A0A1B" w:rsidP="00CC2D79">
      <w:pPr>
        <w:pStyle w:val="Bezproreda"/>
      </w:pPr>
    </w:p>
    <w:p w14:paraId="6A3DF149" w14:textId="77777777" w:rsidR="001A0A1B" w:rsidRPr="004B6268" w:rsidRDefault="001A0A1B">
      <w:pPr>
        <w:rPr>
          <w:rFonts w:ascii="Times New Roman" w:hAnsi="Times New Roman" w:cs="Times New Roman"/>
        </w:rPr>
      </w:pPr>
      <w:r w:rsidRPr="004B6268">
        <w:rPr>
          <w:rFonts w:ascii="Times New Roman" w:hAnsi="Times New Roman" w:cs="Times New Roman"/>
        </w:rPr>
        <w:br w:type="page"/>
      </w:r>
    </w:p>
    <w:p w14:paraId="655E6285" w14:textId="12875908" w:rsidR="001A0A1B" w:rsidRPr="00085910" w:rsidRDefault="00085910" w:rsidP="00182238">
      <w:pPr>
        <w:pStyle w:val="Bezproreda"/>
        <w:shd w:val="clear" w:color="auto" w:fill="DEEAF6" w:themeFill="accent1" w:themeFillTint="33"/>
        <w:jc w:val="both"/>
        <w:rPr>
          <w:b/>
          <w:bCs/>
          <w:sz w:val="24"/>
          <w:szCs w:val="24"/>
        </w:rPr>
      </w:pPr>
      <w:r w:rsidRPr="00085910">
        <w:rPr>
          <w:b/>
          <w:bCs/>
          <w:sz w:val="24"/>
          <w:szCs w:val="24"/>
        </w:rPr>
        <w:lastRenderedPageBreak/>
        <w:t xml:space="preserve">3. </w:t>
      </w:r>
      <w:r w:rsidR="001A0A1B" w:rsidRPr="00085910">
        <w:rPr>
          <w:b/>
          <w:bCs/>
          <w:sz w:val="24"/>
          <w:szCs w:val="24"/>
        </w:rPr>
        <w:t xml:space="preserve">Ocjena ispunjavanja uvjeta za izbor pristupnika u znanstveno zvanje </w:t>
      </w:r>
      <w:r w:rsidRPr="00085910">
        <w:rPr>
          <w:b/>
          <w:bCs/>
          <w:color w:val="FF0000"/>
          <w:sz w:val="24"/>
          <w:szCs w:val="24"/>
        </w:rPr>
        <w:t>XXXXXX</w:t>
      </w:r>
      <w:r w:rsidR="000C2F58" w:rsidRPr="00085910">
        <w:rPr>
          <w:b/>
          <w:bCs/>
          <w:color w:val="FF0000"/>
          <w:sz w:val="24"/>
          <w:szCs w:val="24"/>
        </w:rPr>
        <w:t xml:space="preserve"> </w:t>
      </w:r>
      <w:r w:rsidR="000C2F58" w:rsidRPr="00085910">
        <w:rPr>
          <w:b/>
          <w:bCs/>
          <w:sz w:val="24"/>
          <w:szCs w:val="24"/>
        </w:rPr>
        <w:t xml:space="preserve">u </w:t>
      </w:r>
      <w:r w:rsidR="001A0A1B" w:rsidRPr="00085910">
        <w:rPr>
          <w:b/>
          <w:bCs/>
          <w:sz w:val="24"/>
          <w:szCs w:val="24"/>
        </w:rPr>
        <w:t>području društvenih znanosti</w:t>
      </w:r>
      <w:r>
        <w:rPr>
          <w:b/>
          <w:bCs/>
          <w:sz w:val="24"/>
          <w:szCs w:val="24"/>
        </w:rPr>
        <w:t xml:space="preserve">, polje </w:t>
      </w:r>
      <w:r w:rsidRPr="00085910">
        <w:rPr>
          <w:b/>
          <w:bCs/>
          <w:color w:val="FF0000"/>
          <w:sz w:val="24"/>
          <w:szCs w:val="24"/>
        </w:rPr>
        <w:t xml:space="preserve">XXXXXX </w:t>
      </w:r>
    </w:p>
    <w:p w14:paraId="70F682D2" w14:textId="77777777" w:rsidR="001A0A1B" w:rsidRPr="004B6268" w:rsidRDefault="001A0A1B" w:rsidP="00085910">
      <w:pPr>
        <w:pStyle w:val="Bezproreda"/>
      </w:pPr>
    </w:p>
    <w:p w14:paraId="3C05B1D1" w14:textId="15CE48DC" w:rsidR="001A0A1B" w:rsidRPr="00085910" w:rsidRDefault="00085910" w:rsidP="00085910">
      <w:pPr>
        <w:pStyle w:val="Bezproreda"/>
        <w:rPr>
          <w:b/>
          <w:bCs/>
        </w:rPr>
      </w:pPr>
      <w:r w:rsidRPr="00085910">
        <w:rPr>
          <w:b/>
          <w:bCs/>
        </w:rPr>
        <w:t>3.1. Akademski stupanj doktora znanosti</w:t>
      </w:r>
      <w:r>
        <w:rPr>
          <w:rStyle w:val="Referencafusnote"/>
          <w:b/>
          <w:bCs/>
        </w:rPr>
        <w:footnoteReference w:id="2"/>
      </w:r>
    </w:p>
    <w:p w14:paraId="41837EC2" w14:textId="77777777" w:rsidR="001A0A1B" w:rsidRPr="004B6268" w:rsidRDefault="001A0A1B" w:rsidP="00085910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2882"/>
        <w:gridCol w:w="6180"/>
      </w:tblGrid>
      <w:tr w:rsidR="001A0A1B" w:rsidRPr="00DB418D" w14:paraId="3A742A05" w14:textId="77777777" w:rsidTr="00522E8C">
        <w:trPr>
          <w:cantSplit/>
          <w:trHeight w:val="488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CA2BE87" w14:textId="30908827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>DOKTORSKA DISERTACIJA</w:t>
            </w:r>
          </w:p>
        </w:tc>
      </w:tr>
      <w:tr w:rsidR="001A0A1B" w:rsidRPr="00DB418D" w14:paraId="783604DC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157CC7BA" w14:textId="185C4123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 xml:space="preserve">Naslov </w:t>
            </w:r>
            <w:r w:rsidR="00085910">
              <w:rPr>
                <w:b/>
              </w:rPr>
              <w:t>disertacije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6F06F01A" w14:textId="6D83181A" w:rsidR="001A0A1B" w:rsidRPr="00DB418D" w:rsidRDefault="001A0A1B" w:rsidP="00085910">
            <w:pPr>
              <w:pStyle w:val="Bezproreda"/>
            </w:pPr>
          </w:p>
        </w:tc>
      </w:tr>
      <w:tr w:rsidR="001A0A1B" w:rsidRPr="00DB418D" w14:paraId="1B7A7430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4B657005" w14:textId="457ADF1E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 xml:space="preserve">Datum javne obrane </w:t>
            </w:r>
            <w:r w:rsidR="00085910">
              <w:rPr>
                <w:b/>
              </w:rPr>
              <w:t>disertacije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0D8752A6" w14:textId="7397B6FB" w:rsidR="001A0A1B" w:rsidRPr="00DB418D" w:rsidRDefault="001A0A1B" w:rsidP="00085910">
            <w:pPr>
              <w:pStyle w:val="Bezproreda"/>
            </w:pPr>
          </w:p>
        </w:tc>
      </w:tr>
      <w:tr w:rsidR="001A0A1B" w:rsidRPr="00DB418D" w14:paraId="7ECEFD21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43C80CA9" w14:textId="77777777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>Ustanova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6C9A8436" w14:textId="2B64F518" w:rsidR="001A0A1B" w:rsidRPr="00DB418D" w:rsidRDefault="001A0A1B" w:rsidP="00085910">
            <w:pPr>
              <w:pStyle w:val="Bezproreda"/>
            </w:pPr>
          </w:p>
        </w:tc>
      </w:tr>
      <w:tr w:rsidR="001A0A1B" w:rsidRPr="00DB418D" w14:paraId="0F6668B9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65D1E262" w14:textId="77777777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>Mentor/</w:t>
            </w:r>
            <w:proofErr w:type="spellStart"/>
            <w:r w:rsidRPr="00DB418D">
              <w:rPr>
                <w:b/>
              </w:rPr>
              <w:t>komentor</w:t>
            </w:r>
            <w:proofErr w:type="spellEnd"/>
          </w:p>
        </w:tc>
        <w:tc>
          <w:tcPr>
            <w:tcW w:w="3410" w:type="pct"/>
            <w:shd w:val="clear" w:color="auto" w:fill="auto"/>
            <w:vAlign w:val="center"/>
          </w:tcPr>
          <w:p w14:paraId="3FE6AC22" w14:textId="6EB0A01F" w:rsidR="001A0A1B" w:rsidRPr="00DB418D" w:rsidRDefault="001A0A1B" w:rsidP="00085910">
            <w:pPr>
              <w:pStyle w:val="Bezproreda"/>
            </w:pPr>
          </w:p>
        </w:tc>
      </w:tr>
      <w:tr w:rsidR="001A0A1B" w:rsidRPr="00DB418D" w14:paraId="4362E6E9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66CC48E9" w14:textId="77777777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>Povjerenstvo za obranu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18E5CFD5" w14:textId="6F1BBB52" w:rsidR="001C5AE3" w:rsidRPr="00DB418D" w:rsidRDefault="001C5AE3" w:rsidP="00085910">
            <w:pPr>
              <w:pStyle w:val="Bezproreda"/>
            </w:pPr>
          </w:p>
        </w:tc>
      </w:tr>
      <w:tr w:rsidR="001A0A1B" w:rsidRPr="00DB418D" w14:paraId="355375DB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44414BE4" w14:textId="5DD70F74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>Sažetak</w:t>
            </w:r>
            <w:r w:rsidR="00C60506">
              <w:rPr>
                <w:rStyle w:val="Referencafusnote"/>
                <w:b/>
              </w:rPr>
              <w:footnoteReference w:id="3"/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18093C1A" w14:textId="77777777" w:rsidR="001A0A1B" w:rsidRPr="00DB418D" w:rsidRDefault="001A0A1B" w:rsidP="00085910">
            <w:pPr>
              <w:pStyle w:val="Bezproreda"/>
            </w:pPr>
          </w:p>
        </w:tc>
      </w:tr>
      <w:tr w:rsidR="001A0A1B" w:rsidRPr="00DB418D" w14:paraId="2F896209" w14:textId="77777777" w:rsidTr="00522E8C">
        <w:trPr>
          <w:cantSplit/>
          <w:trHeight w:val="340"/>
        </w:trPr>
        <w:tc>
          <w:tcPr>
            <w:tcW w:w="1590" w:type="pct"/>
            <w:shd w:val="clear" w:color="auto" w:fill="auto"/>
            <w:vAlign w:val="center"/>
          </w:tcPr>
          <w:p w14:paraId="5DDD262D" w14:textId="4ED5F9D6" w:rsidR="001A0A1B" w:rsidRPr="00DB418D" w:rsidRDefault="001A0A1B" w:rsidP="00182238">
            <w:pPr>
              <w:pStyle w:val="Bezproreda"/>
              <w:rPr>
                <w:b/>
              </w:rPr>
            </w:pPr>
            <w:r w:rsidRPr="00DB418D">
              <w:rPr>
                <w:b/>
              </w:rPr>
              <w:t>Ocjena rada</w:t>
            </w:r>
            <w:r w:rsidR="00C60506">
              <w:rPr>
                <w:rStyle w:val="Referencafusnote"/>
                <w:b/>
              </w:rPr>
              <w:footnoteReference w:id="4"/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080E8177" w14:textId="77777777" w:rsidR="001A0A1B" w:rsidRPr="00DB418D" w:rsidRDefault="001A0A1B" w:rsidP="00085910">
            <w:pPr>
              <w:pStyle w:val="Bezproreda"/>
            </w:pPr>
          </w:p>
        </w:tc>
      </w:tr>
      <w:tr w:rsidR="001A0A1B" w:rsidRPr="00DB418D" w14:paraId="49E54633" w14:textId="77777777" w:rsidTr="00182238">
        <w:trPr>
          <w:cantSplit/>
          <w:trHeight w:val="488"/>
        </w:trPr>
        <w:tc>
          <w:tcPr>
            <w:tcW w:w="1590" w:type="pct"/>
            <w:shd w:val="clear" w:color="auto" w:fill="auto"/>
            <w:vAlign w:val="center"/>
          </w:tcPr>
          <w:p w14:paraId="4482C8C3" w14:textId="56ADD4C4" w:rsidR="001A0A1B" w:rsidRPr="00DB418D" w:rsidRDefault="00522E8C" w:rsidP="00182238">
            <w:pPr>
              <w:pStyle w:val="Bezproreda"/>
              <w:rPr>
                <w:b/>
              </w:rPr>
            </w:pPr>
            <w:r>
              <w:rPr>
                <w:b/>
              </w:rPr>
              <w:t>Eventualna n</w:t>
            </w:r>
            <w:r w:rsidR="001A0A1B" w:rsidRPr="00DB418D">
              <w:rPr>
                <w:b/>
              </w:rPr>
              <w:t xml:space="preserve">apomena </w:t>
            </w:r>
            <w:r w:rsidR="001A0A1B" w:rsidRPr="00522E8C">
              <w:rPr>
                <w:bCs/>
                <w:sz w:val="18"/>
                <w:szCs w:val="18"/>
              </w:rPr>
              <w:t xml:space="preserve">(nostrifikacija, Skandinavski model </w:t>
            </w:r>
            <w:r>
              <w:rPr>
                <w:bCs/>
                <w:sz w:val="18"/>
                <w:szCs w:val="18"/>
              </w:rPr>
              <w:t xml:space="preserve">disertacije </w:t>
            </w:r>
            <w:r w:rsidR="001A0A1B" w:rsidRPr="00522E8C">
              <w:rPr>
                <w:bCs/>
                <w:sz w:val="18"/>
                <w:szCs w:val="18"/>
              </w:rPr>
              <w:t>i sl.)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685CC458" w14:textId="77777777" w:rsidR="001A0A1B" w:rsidRPr="00DB418D" w:rsidRDefault="001A0A1B" w:rsidP="00085910">
            <w:pPr>
              <w:pStyle w:val="Bezproreda"/>
            </w:pPr>
          </w:p>
        </w:tc>
      </w:tr>
    </w:tbl>
    <w:p w14:paraId="0F56D407" w14:textId="77777777" w:rsidR="00085910" w:rsidRDefault="00085910" w:rsidP="00085910">
      <w:pPr>
        <w:pStyle w:val="Bezproreda"/>
      </w:pPr>
    </w:p>
    <w:p w14:paraId="63E65BE6" w14:textId="77777777" w:rsidR="00085910" w:rsidRDefault="00085910" w:rsidP="00085910">
      <w:pPr>
        <w:pStyle w:val="Bezproreda"/>
      </w:pPr>
    </w:p>
    <w:p w14:paraId="4ECBFC7E" w14:textId="77777777" w:rsidR="00085910" w:rsidRDefault="00085910" w:rsidP="00085910">
      <w:pPr>
        <w:pStyle w:val="Bezproreda"/>
      </w:pPr>
    </w:p>
    <w:p w14:paraId="7BC2F162" w14:textId="1110DBC6" w:rsidR="000C5384" w:rsidRPr="004B6268" w:rsidRDefault="00D95E34">
      <w:pPr>
        <w:rPr>
          <w:rFonts w:ascii="Times New Roman" w:hAnsi="Times New Roman" w:cs="Times New Roman"/>
        </w:rPr>
      </w:pPr>
      <w:r w:rsidRPr="004B6268">
        <w:rPr>
          <w:rFonts w:ascii="Times New Roman" w:hAnsi="Times New Roman" w:cs="Times New Roman"/>
        </w:rPr>
        <w:br w:type="page"/>
      </w:r>
    </w:p>
    <w:p w14:paraId="00B33B29" w14:textId="5E0599D4" w:rsidR="000666EE" w:rsidRPr="00E53652" w:rsidRDefault="00E53652" w:rsidP="00522E8C">
      <w:pPr>
        <w:pStyle w:val="Bezproreda"/>
        <w:shd w:val="clear" w:color="auto" w:fill="DEEAF6" w:themeFill="accent1" w:themeFillTint="33"/>
        <w:jc w:val="both"/>
        <w:rPr>
          <w:b/>
          <w:bCs/>
          <w:sz w:val="24"/>
          <w:szCs w:val="24"/>
        </w:rPr>
      </w:pPr>
      <w:r w:rsidRPr="00E53652">
        <w:rPr>
          <w:b/>
          <w:bCs/>
          <w:sz w:val="24"/>
          <w:szCs w:val="24"/>
        </w:rPr>
        <w:lastRenderedPageBreak/>
        <w:t xml:space="preserve">4. </w:t>
      </w:r>
      <w:r w:rsidR="00D42A7A" w:rsidRPr="00E53652">
        <w:rPr>
          <w:b/>
          <w:bCs/>
          <w:sz w:val="24"/>
          <w:szCs w:val="24"/>
        </w:rPr>
        <w:t>A1 radovi</w:t>
      </w:r>
      <w:r w:rsidR="00F809D1" w:rsidRPr="00E53652">
        <w:rPr>
          <w:b/>
          <w:bCs/>
          <w:sz w:val="24"/>
          <w:szCs w:val="24"/>
        </w:rPr>
        <w:t xml:space="preserve"> </w:t>
      </w:r>
      <w:r w:rsidR="00DE6252" w:rsidRPr="00E53652">
        <w:rPr>
          <w:b/>
          <w:bCs/>
          <w:sz w:val="24"/>
          <w:szCs w:val="24"/>
        </w:rPr>
        <w:t>relevantni za izbor</w:t>
      </w:r>
      <w:r w:rsidR="009B3C2C" w:rsidRPr="00E53652">
        <w:rPr>
          <w:b/>
          <w:bCs/>
          <w:sz w:val="24"/>
          <w:szCs w:val="24"/>
        </w:rPr>
        <w:t xml:space="preserve"> u znanstveno zvanje</w:t>
      </w:r>
      <w:r w:rsidR="00E2145E" w:rsidRPr="00E53652">
        <w:rPr>
          <w:b/>
          <w:bCs/>
          <w:sz w:val="24"/>
          <w:szCs w:val="24"/>
        </w:rPr>
        <w:t xml:space="preserve"> </w:t>
      </w:r>
      <w:r w:rsidRPr="00E53652">
        <w:rPr>
          <w:b/>
          <w:bCs/>
          <w:color w:val="FF0000"/>
          <w:sz w:val="24"/>
          <w:szCs w:val="24"/>
        </w:rPr>
        <w:t>XXXXXX</w:t>
      </w:r>
    </w:p>
    <w:p w14:paraId="76F13F6D" w14:textId="77777777" w:rsidR="008D1C26" w:rsidRDefault="008D1C26" w:rsidP="00E53652">
      <w:pPr>
        <w:pStyle w:val="Bezproreda"/>
        <w:jc w:val="both"/>
      </w:pPr>
    </w:p>
    <w:p w14:paraId="4CAFEC98" w14:textId="2575EFF7" w:rsidR="00453F7B" w:rsidRDefault="00E53652" w:rsidP="00E53652">
      <w:pPr>
        <w:pStyle w:val="Bezproreda"/>
        <w:jc w:val="both"/>
        <w:rPr>
          <w:b/>
          <w:bCs/>
        </w:rPr>
      </w:pPr>
      <w:r w:rsidRPr="00E53652">
        <w:rPr>
          <w:b/>
          <w:bCs/>
        </w:rPr>
        <w:t xml:space="preserve">4.1. </w:t>
      </w:r>
      <w:r w:rsidR="008D1C26" w:rsidRPr="00E53652">
        <w:rPr>
          <w:b/>
          <w:bCs/>
        </w:rPr>
        <w:t>Znanstven</w:t>
      </w:r>
      <w:r w:rsidR="00BF67E8">
        <w:rPr>
          <w:b/>
          <w:bCs/>
        </w:rPr>
        <w:t>a</w:t>
      </w:r>
      <w:r w:rsidR="008D1C26" w:rsidRPr="00E53652">
        <w:rPr>
          <w:b/>
          <w:bCs/>
        </w:rPr>
        <w:t xml:space="preserve"> knjig</w:t>
      </w:r>
      <w:r w:rsidR="00BF67E8">
        <w:rPr>
          <w:b/>
          <w:bCs/>
        </w:rPr>
        <w:t>a</w:t>
      </w:r>
      <w:r w:rsidR="00924E2F" w:rsidRPr="00E53652">
        <w:rPr>
          <w:rStyle w:val="Referencafusnote"/>
          <w:b/>
          <w:bCs/>
        </w:rPr>
        <w:footnoteReference w:id="5"/>
      </w:r>
      <w:r w:rsidR="008D1C26" w:rsidRPr="00E53652">
        <w:rPr>
          <w:b/>
          <w:bCs/>
        </w:rPr>
        <w:t xml:space="preserve"> koj</w:t>
      </w:r>
      <w:r w:rsidR="00265737">
        <w:rPr>
          <w:b/>
          <w:bCs/>
        </w:rPr>
        <w:t>a</w:t>
      </w:r>
      <w:r w:rsidR="008D1C26" w:rsidRPr="00E53652">
        <w:rPr>
          <w:b/>
          <w:bCs/>
        </w:rPr>
        <w:t xml:space="preserve"> se vrednuj</w:t>
      </w:r>
      <w:r w:rsidR="00167B01">
        <w:rPr>
          <w:b/>
          <w:bCs/>
        </w:rPr>
        <w:t>e</w:t>
      </w:r>
      <w:r w:rsidR="008D1C26" w:rsidRPr="00E53652">
        <w:rPr>
          <w:b/>
          <w:bCs/>
        </w:rPr>
        <w:t xml:space="preserve"> kao A1 radovi</w:t>
      </w:r>
    </w:p>
    <w:p w14:paraId="64039D29" w14:textId="77777777" w:rsidR="00E53652" w:rsidRPr="00453F7B" w:rsidRDefault="00E53652" w:rsidP="00E53652">
      <w:pPr>
        <w:pStyle w:val="Bezproreda"/>
        <w:jc w:val="both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7665"/>
      </w:tblGrid>
      <w:tr w:rsidR="00453F7B" w:rsidRPr="00DB418D" w14:paraId="4E475719" w14:textId="77777777" w:rsidTr="00E53652">
        <w:tc>
          <w:tcPr>
            <w:tcW w:w="771" w:type="pct"/>
            <w:shd w:val="clear" w:color="auto" w:fill="DEEAF6" w:themeFill="accent1" w:themeFillTint="33"/>
            <w:vAlign w:val="center"/>
          </w:tcPr>
          <w:p w14:paraId="14144F0D" w14:textId="77777777" w:rsidR="00453F7B" w:rsidRPr="00E53652" w:rsidRDefault="00453F7B" w:rsidP="00E53652">
            <w:pPr>
              <w:pStyle w:val="Bezproreda"/>
              <w:rPr>
                <w:b/>
                <w:bCs/>
              </w:rPr>
            </w:pPr>
            <w:bookmarkStart w:id="1" w:name="_Hlk189218389"/>
            <w:r w:rsidRPr="00E53652">
              <w:rPr>
                <w:b/>
                <w:bCs/>
              </w:rPr>
              <w:t>Redni broj:</w:t>
            </w:r>
          </w:p>
        </w:tc>
        <w:tc>
          <w:tcPr>
            <w:tcW w:w="4229" w:type="pct"/>
            <w:shd w:val="clear" w:color="auto" w:fill="FFFFFF" w:themeFill="background1"/>
            <w:vAlign w:val="center"/>
          </w:tcPr>
          <w:p w14:paraId="6A29524E" w14:textId="68CAF048" w:rsidR="00453F7B" w:rsidRPr="00DB418D" w:rsidRDefault="00453F7B" w:rsidP="00E53652">
            <w:pPr>
              <w:pStyle w:val="Bezproreda"/>
            </w:pPr>
          </w:p>
        </w:tc>
      </w:tr>
      <w:tr w:rsidR="00453F7B" w:rsidRPr="00DB418D" w14:paraId="7047FEF0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1E52EFA" w14:textId="4FDCA00C" w:rsidR="00453F7B" w:rsidRPr="00E53652" w:rsidRDefault="00453F7B" w:rsidP="00E5365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Autori</w:t>
            </w:r>
          </w:p>
        </w:tc>
      </w:tr>
      <w:tr w:rsidR="00453F7B" w:rsidRPr="00DB418D" w14:paraId="120EF1E8" w14:textId="77777777" w:rsidTr="00E53652">
        <w:tc>
          <w:tcPr>
            <w:tcW w:w="5000" w:type="pct"/>
            <w:gridSpan w:val="2"/>
            <w:vAlign w:val="center"/>
          </w:tcPr>
          <w:p w14:paraId="150C4064" w14:textId="155C04CD" w:rsidR="00453F7B" w:rsidRPr="00DB418D" w:rsidRDefault="00453F7B" w:rsidP="00E53652">
            <w:pPr>
              <w:pStyle w:val="Bezproreda"/>
            </w:pPr>
          </w:p>
        </w:tc>
      </w:tr>
      <w:tr w:rsidR="00453F7B" w:rsidRPr="00DB418D" w14:paraId="0AFF808F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262FFE3" w14:textId="0AA8A71E" w:rsidR="00453F7B" w:rsidRPr="00E53652" w:rsidRDefault="00E53652" w:rsidP="00E5365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Cjelovit</w:t>
            </w:r>
            <w:r w:rsidR="00813F26">
              <w:rPr>
                <w:b/>
                <w:bCs/>
              </w:rPr>
              <w:t xml:space="preserve">a referenca knjige (naslov, </w:t>
            </w:r>
            <w:r w:rsidR="00D535ED">
              <w:rPr>
                <w:b/>
                <w:bCs/>
              </w:rPr>
              <w:t xml:space="preserve">godina izdavanja, </w:t>
            </w:r>
            <w:r w:rsidR="00813F26">
              <w:rPr>
                <w:b/>
                <w:bCs/>
              </w:rPr>
              <w:t>izdavač</w:t>
            </w:r>
            <w:r w:rsidR="00D535ED">
              <w:rPr>
                <w:b/>
                <w:bCs/>
              </w:rPr>
              <w:t>, grad</w:t>
            </w:r>
            <w:r w:rsidR="00813F26">
              <w:rPr>
                <w:b/>
                <w:bCs/>
              </w:rPr>
              <w:t>)</w:t>
            </w:r>
          </w:p>
        </w:tc>
      </w:tr>
      <w:tr w:rsidR="00813F26" w:rsidRPr="00DB418D" w14:paraId="06B5EFE9" w14:textId="77777777" w:rsidTr="00813F26">
        <w:tc>
          <w:tcPr>
            <w:tcW w:w="5000" w:type="pct"/>
            <w:gridSpan w:val="2"/>
            <w:shd w:val="clear" w:color="auto" w:fill="auto"/>
            <w:vAlign w:val="center"/>
          </w:tcPr>
          <w:p w14:paraId="65A504CC" w14:textId="77777777" w:rsidR="00813F26" w:rsidRPr="00E53652" w:rsidRDefault="00813F26" w:rsidP="00E53652">
            <w:pPr>
              <w:pStyle w:val="Bezproreda"/>
              <w:rPr>
                <w:b/>
                <w:bCs/>
              </w:rPr>
            </w:pPr>
          </w:p>
        </w:tc>
      </w:tr>
      <w:tr w:rsidR="00813F26" w:rsidRPr="00DB418D" w14:paraId="46782E89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6DAE460" w14:textId="3D129EAF" w:rsidR="00813F26" w:rsidRPr="00E53652" w:rsidRDefault="00813F26" w:rsidP="00E53652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Izdavač/suizdavač je Hrvatska akademija znanosti i umjetnosti (podebljati i podcrtati)</w:t>
            </w:r>
          </w:p>
        </w:tc>
      </w:tr>
      <w:tr w:rsidR="00453F7B" w:rsidRPr="00DB418D" w14:paraId="4B598636" w14:textId="77777777" w:rsidTr="00E53652">
        <w:tc>
          <w:tcPr>
            <w:tcW w:w="5000" w:type="pct"/>
            <w:gridSpan w:val="2"/>
            <w:vAlign w:val="center"/>
          </w:tcPr>
          <w:p w14:paraId="06F3A04E" w14:textId="08D25683" w:rsidR="00453F7B" w:rsidRPr="00DB418D" w:rsidRDefault="00813F26" w:rsidP="00E53652">
            <w:pPr>
              <w:pStyle w:val="Bezproreda"/>
            </w:pPr>
            <w:r>
              <w:t>DA             NE</w:t>
            </w:r>
          </w:p>
        </w:tc>
      </w:tr>
      <w:tr w:rsidR="00453F7B" w:rsidRPr="00DB418D" w14:paraId="466AD7B0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47E9019" w14:textId="70863083" w:rsidR="00453F7B" w:rsidRPr="00E53652" w:rsidRDefault="00813F26" w:rsidP="00E53652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Recenzenti knjige</w:t>
            </w:r>
          </w:p>
        </w:tc>
      </w:tr>
      <w:tr w:rsidR="00453F7B" w:rsidRPr="00DB418D" w14:paraId="5E8C8751" w14:textId="77777777" w:rsidTr="00E53652">
        <w:tc>
          <w:tcPr>
            <w:tcW w:w="5000" w:type="pct"/>
            <w:gridSpan w:val="2"/>
            <w:vAlign w:val="center"/>
          </w:tcPr>
          <w:p w14:paraId="0BE15528" w14:textId="00434B37" w:rsidR="00453F7B" w:rsidRPr="00DB418D" w:rsidRDefault="00453F7B" w:rsidP="00E53652">
            <w:pPr>
              <w:pStyle w:val="Bezproreda"/>
            </w:pPr>
          </w:p>
        </w:tc>
      </w:tr>
      <w:tr w:rsidR="00453F7B" w:rsidRPr="00DB418D" w14:paraId="6051EC80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0301993" w14:textId="77777777" w:rsidR="00453F7B" w:rsidRPr="00E53652" w:rsidRDefault="00453F7B" w:rsidP="00E5365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ISBN/ISSN</w:t>
            </w:r>
          </w:p>
        </w:tc>
      </w:tr>
      <w:tr w:rsidR="00453F7B" w:rsidRPr="00DB418D" w14:paraId="677AE3C4" w14:textId="77777777" w:rsidTr="00E53652">
        <w:tc>
          <w:tcPr>
            <w:tcW w:w="5000" w:type="pct"/>
            <w:gridSpan w:val="2"/>
            <w:vAlign w:val="center"/>
          </w:tcPr>
          <w:p w14:paraId="41EACB02" w14:textId="04C532DC" w:rsidR="00453F7B" w:rsidRPr="00DB418D" w:rsidRDefault="00453F7B" w:rsidP="00E53652">
            <w:pPr>
              <w:pStyle w:val="Bezproreda"/>
            </w:pPr>
          </w:p>
        </w:tc>
      </w:tr>
      <w:tr w:rsidR="00924E2F" w:rsidRPr="00DB418D" w14:paraId="12487AA5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663EB59" w14:textId="24930187" w:rsidR="00924E2F" w:rsidRPr="00E53652" w:rsidRDefault="00813F26" w:rsidP="00E53652">
            <w:pPr>
              <w:pStyle w:val="Bezproreda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Uvrštenost/indeksiranost</w:t>
            </w:r>
            <w:r w:rsidR="00924E2F" w:rsidRPr="00E53652">
              <w:rPr>
                <w:b/>
                <w:bCs/>
              </w:rPr>
              <w:t xml:space="preserve"> knjige </w:t>
            </w:r>
            <w:r>
              <w:rPr>
                <w:b/>
                <w:bCs/>
              </w:rPr>
              <w:t xml:space="preserve">u bazama </w:t>
            </w:r>
            <w:r w:rsidR="00924E2F" w:rsidRPr="00E53652">
              <w:rPr>
                <w:b/>
                <w:bCs/>
              </w:rPr>
              <w:t>(upisati DA ili NE za obje baze)</w:t>
            </w:r>
          </w:p>
        </w:tc>
      </w:tr>
      <w:tr w:rsidR="00522E8C" w:rsidRPr="00DB418D" w14:paraId="6454F982" w14:textId="77777777" w:rsidTr="00522E8C">
        <w:tc>
          <w:tcPr>
            <w:tcW w:w="5000" w:type="pct"/>
            <w:gridSpan w:val="2"/>
            <w:shd w:val="clear" w:color="auto" w:fill="auto"/>
            <w:vAlign w:val="center"/>
          </w:tcPr>
          <w:p w14:paraId="097B9021" w14:textId="55AAFBBE" w:rsidR="00522E8C" w:rsidRPr="00E53652" w:rsidRDefault="00522E8C" w:rsidP="00522E8C">
            <w:pPr>
              <w:pStyle w:val="Bezproreda"/>
              <w:rPr>
                <w:b/>
                <w:bCs/>
              </w:rPr>
            </w:pPr>
            <w:r>
              <w:t xml:space="preserve">Web of Science: </w:t>
            </w:r>
          </w:p>
        </w:tc>
      </w:tr>
      <w:tr w:rsidR="00522E8C" w:rsidRPr="00DB418D" w14:paraId="42C8E9E0" w14:textId="77777777" w:rsidTr="00522E8C">
        <w:tc>
          <w:tcPr>
            <w:tcW w:w="5000" w:type="pct"/>
            <w:gridSpan w:val="2"/>
            <w:shd w:val="clear" w:color="auto" w:fill="auto"/>
            <w:vAlign w:val="center"/>
          </w:tcPr>
          <w:p w14:paraId="0F657868" w14:textId="1B8878C2" w:rsidR="00522E8C" w:rsidRPr="00E53652" w:rsidRDefault="00522E8C" w:rsidP="00522E8C">
            <w:pPr>
              <w:pStyle w:val="Bezproreda"/>
              <w:rPr>
                <w:b/>
                <w:bCs/>
              </w:rPr>
            </w:pPr>
            <w:r>
              <w:t xml:space="preserve">Scopus: </w:t>
            </w:r>
          </w:p>
        </w:tc>
      </w:tr>
      <w:tr w:rsidR="00453F7B" w:rsidRPr="00DB418D" w14:paraId="2A11525B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E742DE3" w14:textId="589DC732" w:rsidR="00453F7B" w:rsidRPr="00E53652" w:rsidRDefault="00453F7B" w:rsidP="00E5365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Sažetak</w:t>
            </w:r>
            <w:r w:rsidR="00E53652" w:rsidRPr="00E53652">
              <w:rPr>
                <w:b/>
                <w:bCs/>
              </w:rPr>
              <w:t xml:space="preserve"> na hrvatskom jeziku</w:t>
            </w:r>
          </w:p>
        </w:tc>
      </w:tr>
      <w:tr w:rsidR="00453F7B" w:rsidRPr="00DB418D" w14:paraId="5DAAE1A5" w14:textId="77777777" w:rsidTr="00E5365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75912E51" w14:textId="65B553DB" w:rsidR="00453F7B" w:rsidRPr="00DB418D" w:rsidRDefault="00453F7B" w:rsidP="00E53652">
            <w:pPr>
              <w:pStyle w:val="Bezproreda"/>
              <w:rPr>
                <w:iCs/>
                <w:color w:val="231F20"/>
              </w:rPr>
            </w:pPr>
          </w:p>
        </w:tc>
      </w:tr>
      <w:tr w:rsidR="00453F7B" w:rsidRPr="00DB418D" w14:paraId="1F384B54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F9F5978" w14:textId="59299882" w:rsidR="00453F7B" w:rsidRPr="00E53652" w:rsidRDefault="00453F7B" w:rsidP="00E5365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 xml:space="preserve">Znanstveni doprinos </w:t>
            </w:r>
            <w:r w:rsidR="00813F26">
              <w:rPr>
                <w:b/>
                <w:bCs/>
              </w:rPr>
              <w:t>knjige</w:t>
            </w:r>
          </w:p>
        </w:tc>
      </w:tr>
      <w:tr w:rsidR="00453F7B" w:rsidRPr="00DB418D" w14:paraId="3ED826C5" w14:textId="77777777" w:rsidTr="00E53652">
        <w:tc>
          <w:tcPr>
            <w:tcW w:w="5000" w:type="pct"/>
            <w:gridSpan w:val="2"/>
            <w:vAlign w:val="center"/>
          </w:tcPr>
          <w:p w14:paraId="4DAE9D5F" w14:textId="245CBCA4" w:rsidR="00453F7B" w:rsidRPr="00DB418D" w:rsidRDefault="00453F7B" w:rsidP="00E53652">
            <w:pPr>
              <w:pStyle w:val="Bezproreda"/>
            </w:pPr>
          </w:p>
        </w:tc>
      </w:tr>
      <w:tr w:rsidR="00453F7B" w:rsidRPr="00DB418D" w14:paraId="080B8FB8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05542491" w14:textId="07E19120" w:rsidR="00453F7B" w:rsidRPr="003C1ED5" w:rsidRDefault="00453F7B" w:rsidP="00E53652">
            <w:pPr>
              <w:pStyle w:val="Bezproreda"/>
              <w:rPr>
                <w:b/>
                <w:bCs/>
              </w:rPr>
            </w:pPr>
            <w:r w:rsidRPr="003C1ED5">
              <w:rPr>
                <w:b/>
                <w:bCs/>
              </w:rPr>
              <w:t xml:space="preserve">Doprinos pristupnika </w:t>
            </w:r>
            <w:r w:rsidR="00E53652" w:rsidRPr="003C1ED5">
              <w:rPr>
                <w:b/>
                <w:bCs/>
              </w:rPr>
              <w:t>(samo ako je rezultat koautorstva; čl. 2. st. 2 Etičkog kodeksa Odbora za etiku u znanosti i visokom obrazovanju, 2006)</w:t>
            </w:r>
          </w:p>
        </w:tc>
      </w:tr>
      <w:tr w:rsidR="00F1437E" w:rsidRPr="00DB418D" w14:paraId="7BD666B4" w14:textId="77777777" w:rsidTr="00E53652">
        <w:tc>
          <w:tcPr>
            <w:tcW w:w="5000" w:type="pct"/>
            <w:gridSpan w:val="2"/>
            <w:vAlign w:val="center"/>
          </w:tcPr>
          <w:p w14:paraId="3E952C6F" w14:textId="3B3F2513" w:rsidR="00F1437E" w:rsidRPr="00DB418D" w:rsidRDefault="00F1437E" w:rsidP="00E53652">
            <w:pPr>
              <w:pStyle w:val="Bezproreda"/>
            </w:pPr>
          </w:p>
        </w:tc>
      </w:tr>
      <w:tr w:rsidR="00F1437E" w:rsidRPr="00DB418D" w14:paraId="032F8768" w14:textId="77777777" w:rsidTr="00E53652">
        <w:trPr>
          <w:trHeight w:val="349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B2EF30F" w14:textId="528AA192" w:rsidR="00F1437E" w:rsidRPr="00E53652" w:rsidRDefault="00F1437E" w:rsidP="00E5365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 xml:space="preserve">Bodovi </w:t>
            </w:r>
            <w:r w:rsidRPr="00E53652">
              <w:rPr>
                <w:rStyle w:val="Referencafusnote"/>
                <w:b/>
                <w:bCs/>
              </w:rPr>
              <w:footnoteReference w:id="6"/>
            </w:r>
            <w:r w:rsidR="00E53652" w:rsidRPr="00E53652">
              <w:rPr>
                <w:b/>
                <w:bCs/>
              </w:rPr>
              <w:t xml:space="preserve"> (upisati primjerice 3 boda, 1</w:t>
            </w:r>
            <w:r w:rsidR="00FD5DC5">
              <w:rPr>
                <w:b/>
                <w:bCs/>
              </w:rPr>
              <w:t>.</w:t>
            </w:r>
            <w:r w:rsidR="00E53652" w:rsidRPr="00E53652">
              <w:rPr>
                <w:b/>
                <w:bCs/>
              </w:rPr>
              <w:t>5 bod i slično)</w:t>
            </w:r>
          </w:p>
        </w:tc>
      </w:tr>
      <w:tr w:rsidR="00F1437E" w:rsidRPr="00DB418D" w14:paraId="74EA93C6" w14:textId="77777777" w:rsidTr="00E5365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16A451F" w14:textId="02340084" w:rsidR="00F1437E" w:rsidRPr="00DB418D" w:rsidRDefault="00F1437E" w:rsidP="00E53652">
            <w:pPr>
              <w:pStyle w:val="Bezproreda"/>
            </w:pPr>
          </w:p>
        </w:tc>
      </w:tr>
      <w:tr w:rsidR="00F1437E" w:rsidRPr="00DB418D" w14:paraId="72B5A060" w14:textId="77777777" w:rsidTr="00E5365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633F7C8" w14:textId="1AD9583E" w:rsidR="00F1437E" w:rsidRPr="00E53652" w:rsidRDefault="00F437C5" w:rsidP="00E53652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Poveznica</w:t>
            </w:r>
            <w:r w:rsidR="00E53652" w:rsidRPr="00E53652">
              <w:rPr>
                <w:b/>
                <w:bCs/>
              </w:rPr>
              <w:t xml:space="preserve"> na publikaciju </w:t>
            </w:r>
            <w:r w:rsidR="00D73043">
              <w:rPr>
                <w:b/>
                <w:bCs/>
              </w:rPr>
              <w:t xml:space="preserve">(obvezno) </w:t>
            </w:r>
            <w:r w:rsidR="00E53652" w:rsidRPr="00E53652">
              <w:rPr>
                <w:b/>
                <w:bCs/>
              </w:rPr>
              <w:t>i eventualna napomena</w:t>
            </w:r>
            <w:r w:rsidR="00D73043">
              <w:rPr>
                <w:b/>
                <w:bCs/>
              </w:rPr>
              <w:t xml:space="preserve"> (</w:t>
            </w:r>
            <w:r w:rsidR="00E53652" w:rsidRPr="00E53652">
              <w:rPr>
                <w:b/>
                <w:bCs/>
              </w:rPr>
              <w:t>ako je potrebno</w:t>
            </w:r>
            <w:r w:rsidR="00D73043">
              <w:rPr>
                <w:b/>
                <w:bCs/>
              </w:rPr>
              <w:t>)</w:t>
            </w:r>
          </w:p>
        </w:tc>
      </w:tr>
      <w:tr w:rsidR="00F1437E" w:rsidRPr="00DB418D" w14:paraId="09E8A530" w14:textId="77777777" w:rsidTr="00E5365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3CD67238" w14:textId="4A54138E" w:rsidR="00F1437E" w:rsidRPr="00DB418D" w:rsidRDefault="00F1437E" w:rsidP="00E53652">
            <w:pPr>
              <w:pStyle w:val="Bezproreda"/>
            </w:pPr>
          </w:p>
        </w:tc>
      </w:tr>
      <w:bookmarkEnd w:id="1"/>
    </w:tbl>
    <w:p w14:paraId="57631A3F" w14:textId="77777777" w:rsidR="00E53652" w:rsidRDefault="00E53652" w:rsidP="00E53652">
      <w:pPr>
        <w:pStyle w:val="Bezproreda"/>
      </w:pPr>
    </w:p>
    <w:p w14:paraId="3D15E9EB" w14:textId="66D368A9" w:rsidR="00453F7B" w:rsidRDefault="00453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2EDF4F" w14:textId="4B7C5A79" w:rsidR="0002752E" w:rsidRDefault="00965798" w:rsidP="00965798">
      <w:pPr>
        <w:pStyle w:val="Bezproreda"/>
        <w:jc w:val="both"/>
        <w:rPr>
          <w:b/>
          <w:bCs/>
        </w:rPr>
      </w:pPr>
      <w:bookmarkStart w:id="2" w:name="_Hlk189219049"/>
      <w:r w:rsidRPr="00965798">
        <w:rPr>
          <w:b/>
          <w:bCs/>
        </w:rPr>
        <w:lastRenderedPageBreak/>
        <w:t xml:space="preserve">4.2. </w:t>
      </w:r>
      <w:r w:rsidR="008D1C26" w:rsidRPr="00965798">
        <w:rPr>
          <w:b/>
          <w:bCs/>
        </w:rPr>
        <w:t>Poglavlje u znanstvenoj knjizi</w:t>
      </w:r>
      <w:r w:rsidR="00793191" w:rsidRPr="00965798">
        <w:rPr>
          <w:rStyle w:val="Referencafusnote"/>
          <w:b/>
          <w:bCs/>
        </w:rPr>
        <w:footnoteReference w:id="7"/>
      </w:r>
      <w:r w:rsidR="008D1C26" w:rsidRPr="00965798">
        <w:rPr>
          <w:b/>
          <w:bCs/>
        </w:rPr>
        <w:t xml:space="preserve"> koje se vrednuje kao A1 rad</w:t>
      </w:r>
    </w:p>
    <w:p w14:paraId="2FB02C8E" w14:textId="77777777" w:rsidR="00965798" w:rsidRDefault="00965798" w:rsidP="00965798">
      <w:pPr>
        <w:pStyle w:val="Bezproreda"/>
        <w:jc w:val="both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7665"/>
      </w:tblGrid>
      <w:tr w:rsidR="0002752E" w:rsidRPr="00DB418D" w14:paraId="59F97556" w14:textId="77777777" w:rsidTr="005F0075">
        <w:tc>
          <w:tcPr>
            <w:tcW w:w="771" w:type="pct"/>
            <w:shd w:val="clear" w:color="auto" w:fill="DEEAF6" w:themeFill="accent1" w:themeFillTint="33"/>
            <w:vAlign w:val="center"/>
          </w:tcPr>
          <w:p w14:paraId="5439B842" w14:textId="77777777" w:rsidR="0002752E" w:rsidRPr="005F0075" w:rsidRDefault="0002752E" w:rsidP="00965798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Redni broj:</w:t>
            </w:r>
          </w:p>
        </w:tc>
        <w:tc>
          <w:tcPr>
            <w:tcW w:w="4229" w:type="pct"/>
            <w:shd w:val="clear" w:color="auto" w:fill="FFFFFF" w:themeFill="background1"/>
            <w:vAlign w:val="center"/>
          </w:tcPr>
          <w:p w14:paraId="455E9EA8" w14:textId="42CFF70C" w:rsidR="0002752E" w:rsidRPr="00DB418D" w:rsidRDefault="0002752E" w:rsidP="00965798">
            <w:pPr>
              <w:pStyle w:val="Bezproreda"/>
            </w:pPr>
          </w:p>
        </w:tc>
      </w:tr>
      <w:tr w:rsidR="0002752E" w:rsidRPr="00DB418D" w14:paraId="6281689B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2174A12" w14:textId="630DBA71" w:rsidR="0002752E" w:rsidRPr="005F0075" w:rsidRDefault="0002752E" w:rsidP="00965798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Autori</w:t>
            </w:r>
          </w:p>
        </w:tc>
      </w:tr>
      <w:tr w:rsidR="0002752E" w:rsidRPr="00DB418D" w14:paraId="5022FA74" w14:textId="77777777" w:rsidTr="005F0075">
        <w:tc>
          <w:tcPr>
            <w:tcW w:w="5000" w:type="pct"/>
            <w:gridSpan w:val="2"/>
            <w:vAlign w:val="center"/>
          </w:tcPr>
          <w:p w14:paraId="1996FADF" w14:textId="6F87ED93" w:rsidR="0002752E" w:rsidRPr="00DB418D" w:rsidRDefault="0002752E" w:rsidP="00965798">
            <w:pPr>
              <w:pStyle w:val="Bezproreda"/>
            </w:pPr>
          </w:p>
        </w:tc>
      </w:tr>
      <w:tr w:rsidR="0002752E" w:rsidRPr="00DB418D" w14:paraId="35A7AB7A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8EF0BE1" w14:textId="18B2B75B" w:rsidR="0002752E" w:rsidRPr="005F0075" w:rsidRDefault="0002752E" w:rsidP="00965798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Naziv djela</w:t>
            </w:r>
            <w:r w:rsidR="00C85104" w:rsidRPr="005F0075">
              <w:rPr>
                <w:b/>
                <w:bCs/>
              </w:rPr>
              <w:t xml:space="preserve"> (poglavlja)</w:t>
            </w:r>
            <w:r w:rsidR="005F0075" w:rsidRPr="005F0075">
              <w:rPr>
                <w:b/>
                <w:bCs/>
              </w:rPr>
              <w:t xml:space="preserve"> pristupnika</w:t>
            </w:r>
            <w:r w:rsidR="007369CC">
              <w:rPr>
                <w:b/>
                <w:bCs/>
              </w:rPr>
              <w:t>, stranice djela u publikaciji</w:t>
            </w:r>
          </w:p>
        </w:tc>
      </w:tr>
      <w:tr w:rsidR="0002752E" w:rsidRPr="00DB418D" w14:paraId="134CD3D4" w14:textId="77777777" w:rsidTr="005F0075">
        <w:tc>
          <w:tcPr>
            <w:tcW w:w="5000" w:type="pct"/>
            <w:gridSpan w:val="2"/>
            <w:vAlign w:val="center"/>
          </w:tcPr>
          <w:p w14:paraId="7C6A4102" w14:textId="3CCFA836" w:rsidR="0002752E" w:rsidRPr="00DB418D" w:rsidRDefault="0002752E" w:rsidP="00965798">
            <w:pPr>
              <w:pStyle w:val="Bezproreda"/>
            </w:pPr>
          </w:p>
        </w:tc>
      </w:tr>
      <w:tr w:rsidR="00C85104" w:rsidRPr="00DB418D" w14:paraId="615AE8FE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0567274A" w14:textId="639CE2B8" w:rsidR="00C85104" w:rsidRPr="005F0075" w:rsidRDefault="005F0075" w:rsidP="00965798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Cjelovit</w:t>
            </w:r>
            <w:r w:rsidR="00D535ED">
              <w:rPr>
                <w:b/>
                <w:bCs/>
              </w:rPr>
              <w:t xml:space="preserve">a referenca </w:t>
            </w:r>
            <w:r w:rsidR="00C85104" w:rsidRPr="005F0075">
              <w:rPr>
                <w:b/>
                <w:bCs/>
              </w:rPr>
              <w:t>znanstvene knjige</w:t>
            </w:r>
            <w:r w:rsidRPr="005F0075">
              <w:rPr>
                <w:b/>
                <w:bCs/>
              </w:rPr>
              <w:t>/monografije</w:t>
            </w:r>
            <w:r w:rsidR="00D535ED">
              <w:rPr>
                <w:b/>
                <w:bCs/>
              </w:rPr>
              <w:t xml:space="preserve"> (naslov, urednik/ici, godina izdavanja, izdavač, grad)</w:t>
            </w:r>
          </w:p>
        </w:tc>
      </w:tr>
      <w:tr w:rsidR="00D535ED" w:rsidRPr="00DB418D" w14:paraId="1EB2198B" w14:textId="77777777" w:rsidTr="00D535ED">
        <w:tc>
          <w:tcPr>
            <w:tcW w:w="5000" w:type="pct"/>
            <w:gridSpan w:val="2"/>
            <w:shd w:val="clear" w:color="auto" w:fill="auto"/>
            <w:vAlign w:val="center"/>
          </w:tcPr>
          <w:p w14:paraId="5B8BD688" w14:textId="77777777" w:rsidR="00D535ED" w:rsidRPr="005F0075" w:rsidRDefault="00D535ED" w:rsidP="00965798">
            <w:pPr>
              <w:pStyle w:val="Bezproreda"/>
              <w:rPr>
                <w:b/>
                <w:bCs/>
              </w:rPr>
            </w:pPr>
          </w:p>
        </w:tc>
      </w:tr>
      <w:tr w:rsidR="00D535ED" w:rsidRPr="00DB418D" w14:paraId="52DDA27E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FD9D56E" w14:textId="287056BF" w:rsidR="00D535ED" w:rsidRPr="005F0075" w:rsidRDefault="00D535ED" w:rsidP="00D535ED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Izdavač/suizdavač je Hrvatska akademija znanosti i umjetnosti (podebljati i podcrtati)</w:t>
            </w:r>
          </w:p>
        </w:tc>
      </w:tr>
      <w:tr w:rsidR="00D535ED" w:rsidRPr="00DB418D" w14:paraId="35A5DE26" w14:textId="77777777" w:rsidTr="005F0075">
        <w:tc>
          <w:tcPr>
            <w:tcW w:w="5000" w:type="pct"/>
            <w:gridSpan w:val="2"/>
            <w:vAlign w:val="center"/>
          </w:tcPr>
          <w:p w14:paraId="77A9516E" w14:textId="78BC9A00" w:rsidR="00D535ED" w:rsidRDefault="00D535ED" w:rsidP="00D535ED">
            <w:pPr>
              <w:pStyle w:val="Bezproreda"/>
            </w:pPr>
            <w:r>
              <w:t>DA             NE</w:t>
            </w:r>
          </w:p>
        </w:tc>
      </w:tr>
      <w:tr w:rsidR="00D535ED" w:rsidRPr="00DB418D" w14:paraId="6823D2EC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74834F1" w14:textId="57CAA9EE" w:rsidR="00D535ED" w:rsidRPr="005F0075" w:rsidRDefault="00D535ED" w:rsidP="00D535ED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Recenzenti knjige</w:t>
            </w:r>
          </w:p>
        </w:tc>
      </w:tr>
      <w:tr w:rsidR="0002752E" w:rsidRPr="00DB418D" w14:paraId="097BE4C0" w14:textId="77777777" w:rsidTr="005F0075">
        <w:tc>
          <w:tcPr>
            <w:tcW w:w="5000" w:type="pct"/>
            <w:gridSpan w:val="2"/>
            <w:vAlign w:val="center"/>
          </w:tcPr>
          <w:p w14:paraId="415F8B9D" w14:textId="5D3D7BAB" w:rsidR="0002752E" w:rsidRPr="00DB418D" w:rsidRDefault="0002752E" w:rsidP="00965798">
            <w:pPr>
              <w:pStyle w:val="Bezproreda"/>
            </w:pPr>
          </w:p>
        </w:tc>
      </w:tr>
      <w:tr w:rsidR="0002752E" w:rsidRPr="00DB418D" w14:paraId="246096A5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1033DA3" w14:textId="77777777" w:rsidR="0002752E" w:rsidRPr="005F0075" w:rsidRDefault="0002752E" w:rsidP="00965798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ISBN/ISSN</w:t>
            </w:r>
          </w:p>
        </w:tc>
      </w:tr>
      <w:tr w:rsidR="0002752E" w:rsidRPr="00DB418D" w14:paraId="5065A34C" w14:textId="77777777" w:rsidTr="005F0075">
        <w:tc>
          <w:tcPr>
            <w:tcW w:w="5000" w:type="pct"/>
            <w:gridSpan w:val="2"/>
            <w:vAlign w:val="center"/>
          </w:tcPr>
          <w:p w14:paraId="287FF84E" w14:textId="1AD80E4E" w:rsidR="0002752E" w:rsidRPr="00DB418D" w:rsidRDefault="0002752E" w:rsidP="00965798">
            <w:pPr>
              <w:pStyle w:val="Bezproreda"/>
            </w:pPr>
          </w:p>
        </w:tc>
      </w:tr>
      <w:tr w:rsidR="00D535ED" w:rsidRPr="00DB418D" w14:paraId="476C4185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50F4F91" w14:textId="5E221B42" w:rsidR="00D535ED" w:rsidRPr="005F0075" w:rsidRDefault="00D535ED" w:rsidP="00D535ED">
            <w:pPr>
              <w:pStyle w:val="Bezproreda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Uvrštenost/indeksiranost</w:t>
            </w:r>
            <w:r w:rsidRPr="00E53652">
              <w:rPr>
                <w:b/>
                <w:bCs/>
              </w:rPr>
              <w:t xml:space="preserve"> knjige </w:t>
            </w:r>
            <w:r>
              <w:rPr>
                <w:b/>
                <w:bCs/>
              </w:rPr>
              <w:t xml:space="preserve">u bazama </w:t>
            </w:r>
            <w:r w:rsidRPr="00E53652">
              <w:rPr>
                <w:b/>
                <w:bCs/>
              </w:rPr>
              <w:t>(upisati DA ili NE za obje baze)</w:t>
            </w:r>
          </w:p>
        </w:tc>
      </w:tr>
      <w:tr w:rsidR="00522E8C" w:rsidRPr="00DB418D" w14:paraId="2BD00082" w14:textId="77777777" w:rsidTr="00522E8C">
        <w:tc>
          <w:tcPr>
            <w:tcW w:w="5000" w:type="pct"/>
            <w:gridSpan w:val="2"/>
            <w:shd w:val="clear" w:color="auto" w:fill="auto"/>
            <w:vAlign w:val="center"/>
          </w:tcPr>
          <w:p w14:paraId="19D8C37B" w14:textId="7AF98035" w:rsidR="00522E8C" w:rsidRPr="005F0075" w:rsidRDefault="00522E8C" w:rsidP="00522E8C">
            <w:pPr>
              <w:pStyle w:val="Bezproreda"/>
              <w:rPr>
                <w:b/>
                <w:bCs/>
              </w:rPr>
            </w:pPr>
            <w:r>
              <w:t xml:space="preserve">Web of Science: </w:t>
            </w:r>
          </w:p>
        </w:tc>
      </w:tr>
      <w:tr w:rsidR="00522E8C" w:rsidRPr="00DB418D" w14:paraId="7657D1B4" w14:textId="77777777" w:rsidTr="00522E8C">
        <w:tc>
          <w:tcPr>
            <w:tcW w:w="5000" w:type="pct"/>
            <w:gridSpan w:val="2"/>
            <w:shd w:val="clear" w:color="auto" w:fill="auto"/>
            <w:vAlign w:val="center"/>
          </w:tcPr>
          <w:p w14:paraId="341074A6" w14:textId="50B863D2" w:rsidR="00522E8C" w:rsidRPr="005F0075" w:rsidRDefault="00522E8C" w:rsidP="00522E8C">
            <w:pPr>
              <w:pStyle w:val="Bezproreda"/>
              <w:rPr>
                <w:b/>
                <w:bCs/>
              </w:rPr>
            </w:pPr>
            <w:r>
              <w:t xml:space="preserve">Scopus: </w:t>
            </w:r>
          </w:p>
        </w:tc>
      </w:tr>
      <w:tr w:rsidR="0002752E" w:rsidRPr="00DB418D" w14:paraId="765CC3F8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F4432C6" w14:textId="31775516" w:rsidR="0002752E" w:rsidRPr="00F8029B" w:rsidRDefault="0002752E" w:rsidP="00965798">
            <w:pPr>
              <w:pStyle w:val="Bezproreda"/>
              <w:rPr>
                <w:b/>
                <w:bCs/>
              </w:rPr>
            </w:pPr>
            <w:r w:rsidRPr="00F8029B">
              <w:rPr>
                <w:b/>
                <w:bCs/>
              </w:rPr>
              <w:t>Sažetak</w:t>
            </w:r>
            <w:r w:rsidR="005F0075" w:rsidRPr="00F8029B">
              <w:rPr>
                <w:b/>
                <w:bCs/>
              </w:rPr>
              <w:t xml:space="preserve"> </w:t>
            </w:r>
            <w:r w:rsidR="00F8029B" w:rsidRPr="00F8029B">
              <w:rPr>
                <w:b/>
                <w:bCs/>
              </w:rPr>
              <w:t>r</w:t>
            </w:r>
            <w:r w:rsidR="005F0075" w:rsidRPr="00F8029B">
              <w:rPr>
                <w:b/>
                <w:bCs/>
              </w:rPr>
              <w:t>ada na hrvatskom jeziku</w:t>
            </w:r>
          </w:p>
        </w:tc>
      </w:tr>
      <w:tr w:rsidR="0002752E" w:rsidRPr="00DB418D" w14:paraId="528DFE11" w14:textId="77777777" w:rsidTr="005F0075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FD6E7F8" w14:textId="29750CEF" w:rsidR="0002752E" w:rsidRPr="00DB418D" w:rsidRDefault="0002752E" w:rsidP="00965798">
            <w:pPr>
              <w:pStyle w:val="Bezproreda"/>
              <w:rPr>
                <w:iCs/>
                <w:color w:val="231F20"/>
              </w:rPr>
            </w:pPr>
          </w:p>
        </w:tc>
      </w:tr>
      <w:tr w:rsidR="0002752E" w:rsidRPr="00DB418D" w14:paraId="638C2770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C58BE60" w14:textId="5A504FAD" w:rsidR="0002752E" w:rsidRPr="005F0075" w:rsidRDefault="0002752E" w:rsidP="00965798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 xml:space="preserve">Znanstveni doprinos </w:t>
            </w:r>
            <w:r w:rsidR="005F0075" w:rsidRPr="005F0075">
              <w:rPr>
                <w:b/>
                <w:bCs/>
              </w:rPr>
              <w:t>rada</w:t>
            </w:r>
            <w:r w:rsidR="000740B4">
              <w:rPr>
                <w:b/>
                <w:bCs/>
              </w:rPr>
              <w:t xml:space="preserve"> uz obrazloženje kategorizacije </w:t>
            </w:r>
            <w:r w:rsidR="000740B4" w:rsidRPr="0002763A">
              <w:rPr>
                <w:b/>
                <w:bCs/>
              </w:rPr>
              <w:t>(izvorni znanstveni, pregledni</w:t>
            </w:r>
            <w:r w:rsidR="0002763A" w:rsidRPr="0002763A">
              <w:rPr>
                <w:b/>
                <w:bCs/>
              </w:rPr>
              <w:t>, prethodno priopćenje</w:t>
            </w:r>
            <w:r w:rsidR="000740B4" w:rsidRPr="0002763A">
              <w:rPr>
                <w:b/>
                <w:bCs/>
              </w:rPr>
              <w:t>)</w:t>
            </w:r>
          </w:p>
        </w:tc>
      </w:tr>
      <w:tr w:rsidR="0002752E" w:rsidRPr="00DB418D" w14:paraId="19A0795C" w14:textId="77777777" w:rsidTr="005F0075">
        <w:tc>
          <w:tcPr>
            <w:tcW w:w="5000" w:type="pct"/>
            <w:gridSpan w:val="2"/>
            <w:vAlign w:val="center"/>
          </w:tcPr>
          <w:p w14:paraId="12D1E73B" w14:textId="2831ABCD" w:rsidR="0002752E" w:rsidRPr="00DB418D" w:rsidRDefault="0002752E" w:rsidP="00965798">
            <w:pPr>
              <w:pStyle w:val="Bezproreda"/>
            </w:pPr>
          </w:p>
        </w:tc>
      </w:tr>
      <w:tr w:rsidR="0002752E" w:rsidRPr="00DB418D" w14:paraId="425C2CC9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C5C775E" w14:textId="3D64939C" w:rsidR="0002752E" w:rsidRPr="00F437C5" w:rsidRDefault="005F0075" w:rsidP="00965798">
            <w:pPr>
              <w:pStyle w:val="Bezproreda"/>
            </w:pPr>
            <w:r w:rsidRPr="00F437C5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F1437E" w:rsidRPr="00DB418D" w14:paraId="564C03E5" w14:textId="77777777" w:rsidTr="005F0075">
        <w:tc>
          <w:tcPr>
            <w:tcW w:w="5000" w:type="pct"/>
            <w:gridSpan w:val="2"/>
            <w:vAlign w:val="center"/>
          </w:tcPr>
          <w:p w14:paraId="652EFA7A" w14:textId="3719D160" w:rsidR="00F1437E" w:rsidRPr="00DB418D" w:rsidRDefault="00F1437E" w:rsidP="00965798">
            <w:pPr>
              <w:pStyle w:val="Bezproreda"/>
            </w:pPr>
          </w:p>
        </w:tc>
      </w:tr>
      <w:tr w:rsidR="005F0075" w:rsidRPr="00DB418D" w14:paraId="1813631B" w14:textId="77777777" w:rsidTr="005F0075">
        <w:trPr>
          <w:trHeight w:val="349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D3E3F69" w14:textId="3A45A789" w:rsidR="005F0075" w:rsidRPr="00DB418D" w:rsidRDefault="005F0075" w:rsidP="005F0075">
            <w:pPr>
              <w:pStyle w:val="Bezproreda"/>
            </w:pPr>
            <w:r w:rsidRPr="00E53652">
              <w:rPr>
                <w:b/>
                <w:bCs/>
              </w:rPr>
              <w:t xml:space="preserve">Bodovi </w:t>
            </w:r>
            <w:r w:rsidRPr="00E53652">
              <w:rPr>
                <w:rStyle w:val="Referencafusnote"/>
                <w:b/>
                <w:bCs/>
              </w:rPr>
              <w:footnoteReference w:id="8"/>
            </w:r>
            <w:r w:rsidRPr="00E53652">
              <w:rPr>
                <w:b/>
                <w:bCs/>
              </w:rPr>
              <w:t xml:space="preserve"> (upisati primjerice </w:t>
            </w:r>
            <w:r>
              <w:rPr>
                <w:b/>
                <w:bCs/>
              </w:rPr>
              <w:t>1</w:t>
            </w:r>
            <w:r w:rsidRPr="00E53652">
              <w:rPr>
                <w:b/>
                <w:bCs/>
              </w:rPr>
              <w:t xml:space="preserve"> </w:t>
            </w:r>
            <w:r w:rsidRPr="00513487">
              <w:rPr>
                <w:b/>
                <w:bCs/>
              </w:rPr>
              <w:t>bod, 0</w:t>
            </w:r>
            <w:r w:rsidR="004058DC">
              <w:rPr>
                <w:b/>
                <w:bCs/>
              </w:rPr>
              <w:t>.</w:t>
            </w:r>
            <w:r w:rsidRPr="00513487">
              <w:rPr>
                <w:b/>
                <w:bCs/>
              </w:rPr>
              <w:t>5 bod</w:t>
            </w:r>
            <w:r w:rsidR="004058DC">
              <w:rPr>
                <w:b/>
                <w:bCs/>
              </w:rPr>
              <w:t>ova</w:t>
            </w:r>
            <w:r w:rsidRPr="00E53652">
              <w:rPr>
                <w:b/>
                <w:bCs/>
              </w:rPr>
              <w:t xml:space="preserve"> i slično)</w:t>
            </w:r>
          </w:p>
        </w:tc>
      </w:tr>
      <w:tr w:rsidR="00F1437E" w:rsidRPr="00DB418D" w14:paraId="0523CEAA" w14:textId="77777777" w:rsidTr="005F0075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3ACDD2FC" w14:textId="3B412C54" w:rsidR="00F1437E" w:rsidRPr="00DB418D" w:rsidRDefault="00F1437E" w:rsidP="00965798">
            <w:pPr>
              <w:pStyle w:val="Bezproreda"/>
            </w:pPr>
          </w:p>
        </w:tc>
      </w:tr>
      <w:tr w:rsidR="007369CC" w:rsidRPr="00DB418D" w14:paraId="4CC5701F" w14:textId="77777777" w:rsidTr="007369CC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25D9FBA" w14:textId="3700C302" w:rsidR="007369CC" w:rsidRPr="00DB418D" w:rsidRDefault="007369CC" w:rsidP="007369CC">
            <w:pPr>
              <w:pStyle w:val="Bezproreda"/>
            </w:pPr>
            <w:r w:rsidRPr="008E429F">
              <w:rPr>
                <w:b/>
                <w:bCs/>
              </w:rPr>
              <w:t>Pristupnik urednik ili član uredništva publikacije u trenutku objave rada (</w:t>
            </w:r>
            <w:r>
              <w:rPr>
                <w:b/>
                <w:bCs/>
              </w:rPr>
              <w:t xml:space="preserve">podebljati i </w:t>
            </w:r>
            <w:r w:rsidRPr="008E429F">
              <w:rPr>
                <w:b/>
                <w:bCs/>
              </w:rPr>
              <w:t>podcrtati)</w:t>
            </w:r>
          </w:p>
        </w:tc>
      </w:tr>
      <w:tr w:rsidR="007369CC" w:rsidRPr="00DB418D" w14:paraId="276A628C" w14:textId="77777777" w:rsidTr="005F0075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4D6B4607" w14:textId="334601EA" w:rsidR="007369CC" w:rsidRPr="00DB418D" w:rsidRDefault="007369CC" w:rsidP="007369CC">
            <w:pPr>
              <w:pStyle w:val="Bezproreda"/>
            </w:pPr>
            <w:r>
              <w:t>DA           NE</w:t>
            </w:r>
          </w:p>
        </w:tc>
      </w:tr>
      <w:tr w:rsidR="00D73043" w:rsidRPr="00DB418D" w14:paraId="4BF1D0AF" w14:textId="77777777" w:rsidTr="005F007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9BBFD50" w14:textId="2282E4FC" w:rsidR="00D73043" w:rsidRPr="00F437C5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F1437E" w:rsidRPr="00DB418D" w14:paraId="1F476BC1" w14:textId="77777777" w:rsidTr="005F0075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6DFB5A0" w14:textId="560D7BB5" w:rsidR="00F1437E" w:rsidRPr="00DB418D" w:rsidRDefault="00F1437E" w:rsidP="00965798">
            <w:pPr>
              <w:pStyle w:val="Bezproreda"/>
            </w:pPr>
          </w:p>
        </w:tc>
      </w:tr>
    </w:tbl>
    <w:p w14:paraId="11FDA089" w14:textId="77777777" w:rsidR="0002752E" w:rsidRDefault="0002752E" w:rsidP="005F0075">
      <w:pPr>
        <w:pStyle w:val="Bezproreda"/>
      </w:pPr>
    </w:p>
    <w:bookmarkEnd w:id="2"/>
    <w:p w14:paraId="4A045DF1" w14:textId="25259B8F" w:rsidR="00AC7249" w:rsidRDefault="00AC7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A29EF9E" w14:textId="3BE8B0D5" w:rsidR="00C977D9" w:rsidRPr="008E429F" w:rsidRDefault="008E429F" w:rsidP="008E429F">
      <w:pPr>
        <w:pStyle w:val="Bezproreda"/>
        <w:rPr>
          <w:b/>
          <w:bCs/>
        </w:rPr>
      </w:pPr>
      <w:bookmarkStart w:id="3" w:name="_Hlk189219061"/>
      <w:r w:rsidRPr="008E429F">
        <w:rPr>
          <w:b/>
          <w:bCs/>
        </w:rPr>
        <w:lastRenderedPageBreak/>
        <w:t xml:space="preserve">4.3. </w:t>
      </w:r>
      <w:r w:rsidR="0002752E" w:rsidRPr="008E429F">
        <w:rPr>
          <w:b/>
          <w:bCs/>
        </w:rPr>
        <w:t xml:space="preserve">A1 znanstveni rad </w:t>
      </w:r>
      <w:r w:rsidR="0035016E" w:rsidRPr="008E429F">
        <w:rPr>
          <w:b/>
          <w:bCs/>
        </w:rPr>
        <w:t>objavljen u časopisima</w:t>
      </w:r>
    </w:p>
    <w:p w14:paraId="15DA6D92" w14:textId="77777777" w:rsidR="0035016E" w:rsidRDefault="0035016E" w:rsidP="008E429F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3134"/>
        <w:gridCol w:w="4531"/>
      </w:tblGrid>
      <w:tr w:rsidR="0035016E" w:rsidRPr="00DB418D" w14:paraId="69207B2E" w14:textId="77777777" w:rsidTr="008E429F">
        <w:tc>
          <w:tcPr>
            <w:tcW w:w="771" w:type="pct"/>
            <w:shd w:val="clear" w:color="auto" w:fill="DEEAF6" w:themeFill="accent1" w:themeFillTint="33"/>
            <w:vAlign w:val="center"/>
          </w:tcPr>
          <w:p w14:paraId="77AA4676" w14:textId="77777777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Redni broj:</w:t>
            </w:r>
          </w:p>
        </w:tc>
        <w:tc>
          <w:tcPr>
            <w:tcW w:w="4229" w:type="pct"/>
            <w:gridSpan w:val="2"/>
            <w:shd w:val="clear" w:color="auto" w:fill="FFFFFF" w:themeFill="background1"/>
            <w:vAlign w:val="center"/>
          </w:tcPr>
          <w:p w14:paraId="5A5E278F" w14:textId="2CB48A91" w:rsidR="0035016E" w:rsidRPr="00DB418D" w:rsidRDefault="0035016E" w:rsidP="008E429F">
            <w:pPr>
              <w:pStyle w:val="Bezproreda"/>
            </w:pPr>
          </w:p>
        </w:tc>
      </w:tr>
      <w:tr w:rsidR="0035016E" w:rsidRPr="00DB418D" w14:paraId="2A92233B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E227293" w14:textId="29C35AFC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Autori</w:t>
            </w:r>
          </w:p>
        </w:tc>
      </w:tr>
      <w:tr w:rsidR="0035016E" w:rsidRPr="00DB418D" w14:paraId="169F84F1" w14:textId="77777777" w:rsidTr="008E429F">
        <w:tc>
          <w:tcPr>
            <w:tcW w:w="5000" w:type="pct"/>
            <w:gridSpan w:val="3"/>
            <w:vAlign w:val="center"/>
          </w:tcPr>
          <w:p w14:paraId="435E6041" w14:textId="21AB9519" w:rsidR="0035016E" w:rsidRPr="00DB418D" w:rsidRDefault="0035016E" w:rsidP="008E429F">
            <w:pPr>
              <w:pStyle w:val="Bezproreda"/>
            </w:pPr>
          </w:p>
        </w:tc>
      </w:tr>
      <w:tr w:rsidR="0035016E" w:rsidRPr="00DB418D" w14:paraId="41486F46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0BBD78A" w14:textId="7C83CFA0" w:rsidR="0035016E" w:rsidRPr="008E429F" w:rsidRDefault="00F437C5" w:rsidP="008E429F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Izvorni</w:t>
            </w:r>
            <w:r w:rsidR="008E429F" w:rsidRPr="008E429F">
              <w:rPr>
                <w:b/>
                <w:bCs/>
              </w:rPr>
              <w:t xml:space="preserve"> n</w:t>
            </w:r>
            <w:r w:rsidR="0035016E" w:rsidRPr="008E429F">
              <w:rPr>
                <w:b/>
                <w:bCs/>
              </w:rPr>
              <w:t>aziv rada</w:t>
            </w:r>
          </w:p>
        </w:tc>
      </w:tr>
      <w:tr w:rsidR="0035016E" w:rsidRPr="00DB418D" w14:paraId="732BFA48" w14:textId="77777777" w:rsidTr="008E429F">
        <w:tc>
          <w:tcPr>
            <w:tcW w:w="5000" w:type="pct"/>
            <w:gridSpan w:val="3"/>
            <w:vAlign w:val="center"/>
          </w:tcPr>
          <w:p w14:paraId="12E1955E" w14:textId="50C2E7E2" w:rsidR="0035016E" w:rsidRPr="00DB418D" w:rsidRDefault="0035016E" w:rsidP="008E429F">
            <w:pPr>
              <w:pStyle w:val="Bezproreda"/>
            </w:pPr>
          </w:p>
        </w:tc>
      </w:tr>
      <w:tr w:rsidR="0035016E" w:rsidRPr="00DB418D" w14:paraId="646457B8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92D92C4" w14:textId="77777777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Publikacija, godina, volumen, stranica</w:t>
            </w:r>
            <w:r w:rsidR="006528BB" w:rsidRPr="008E429F">
              <w:rPr>
                <w:b/>
                <w:bCs/>
              </w:rPr>
              <w:t xml:space="preserve"> (od-do)</w:t>
            </w:r>
          </w:p>
        </w:tc>
      </w:tr>
      <w:tr w:rsidR="0035016E" w:rsidRPr="00DB418D" w14:paraId="4E2E5934" w14:textId="77777777" w:rsidTr="008E429F">
        <w:tc>
          <w:tcPr>
            <w:tcW w:w="5000" w:type="pct"/>
            <w:gridSpan w:val="3"/>
            <w:vAlign w:val="center"/>
          </w:tcPr>
          <w:p w14:paraId="78862B0C" w14:textId="30CB2CB0" w:rsidR="0035016E" w:rsidRPr="00DB418D" w:rsidRDefault="0035016E" w:rsidP="008E429F">
            <w:pPr>
              <w:pStyle w:val="Bezproreda"/>
            </w:pPr>
          </w:p>
        </w:tc>
      </w:tr>
      <w:tr w:rsidR="0035016E" w:rsidRPr="00DB418D" w14:paraId="3D51E784" w14:textId="77777777" w:rsidTr="008E429F">
        <w:tc>
          <w:tcPr>
            <w:tcW w:w="2500" w:type="pct"/>
            <w:gridSpan w:val="2"/>
            <w:shd w:val="clear" w:color="auto" w:fill="DEEAF6" w:themeFill="accent1" w:themeFillTint="33"/>
            <w:vAlign w:val="center"/>
          </w:tcPr>
          <w:p w14:paraId="632104D1" w14:textId="77777777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ISBN/ISSN</w:t>
            </w:r>
          </w:p>
        </w:tc>
        <w:tc>
          <w:tcPr>
            <w:tcW w:w="2500" w:type="pct"/>
            <w:shd w:val="clear" w:color="auto" w:fill="DEEAF6" w:themeFill="accent1" w:themeFillTint="33"/>
            <w:vAlign w:val="center"/>
          </w:tcPr>
          <w:p w14:paraId="04C2B978" w14:textId="3B1FECDC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Vrsta rada (</w:t>
            </w:r>
            <w:r w:rsidR="000740B4">
              <w:rPr>
                <w:b/>
                <w:bCs/>
              </w:rPr>
              <w:t xml:space="preserve">podebljati i </w:t>
            </w:r>
            <w:r w:rsidRPr="008E429F">
              <w:rPr>
                <w:b/>
                <w:bCs/>
              </w:rPr>
              <w:t xml:space="preserve">podcrtati) </w:t>
            </w:r>
          </w:p>
        </w:tc>
      </w:tr>
      <w:tr w:rsidR="0035016E" w:rsidRPr="00DB418D" w14:paraId="6D812947" w14:textId="77777777" w:rsidTr="008E429F">
        <w:tc>
          <w:tcPr>
            <w:tcW w:w="2500" w:type="pct"/>
            <w:gridSpan w:val="2"/>
            <w:vAlign w:val="center"/>
          </w:tcPr>
          <w:p w14:paraId="0A2B9244" w14:textId="2642A224" w:rsidR="0035016E" w:rsidRPr="00DB418D" w:rsidRDefault="0035016E" w:rsidP="008E429F">
            <w:pPr>
              <w:pStyle w:val="Bezproreda"/>
            </w:pPr>
          </w:p>
        </w:tc>
        <w:tc>
          <w:tcPr>
            <w:tcW w:w="2500" w:type="pct"/>
            <w:vAlign w:val="center"/>
          </w:tcPr>
          <w:p w14:paraId="4496EFFA" w14:textId="77777777" w:rsidR="0035016E" w:rsidRPr="00DB418D" w:rsidRDefault="0035016E" w:rsidP="008E429F">
            <w:pPr>
              <w:pStyle w:val="Bezproreda"/>
            </w:pPr>
            <w:r w:rsidRPr="00933674">
              <w:t>Izvorni</w:t>
            </w:r>
            <w:r w:rsidRPr="00DB418D">
              <w:t xml:space="preserve">   Pregledni   Prethodno priopćenje</w:t>
            </w:r>
          </w:p>
        </w:tc>
      </w:tr>
      <w:tr w:rsidR="0035016E" w:rsidRPr="00DB418D" w14:paraId="253854FB" w14:textId="77777777" w:rsidTr="008E429F">
        <w:tc>
          <w:tcPr>
            <w:tcW w:w="2500" w:type="pct"/>
            <w:gridSpan w:val="2"/>
            <w:shd w:val="clear" w:color="auto" w:fill="DEEAF6" w:themeFill="accent1" w:themeFillTint="33"/>
            <w:vAlign w:val="center"/>
          </w:tcPr>
          <w:p w14:paraId="0F19725F" w14:textId="5FE1F308" w:rsidR="0035016E" w:rsidRPr="008E429F" w:rsidRDefault="005C3D95" w:rsidP="008E429F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Uvrštenost/indeksiranost</w:t>
            </w:r>
            <w:r w:rsidRPr="00E536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publikacije</w:t>
            </w:r>
            <w:r w:rsidRPr="00E536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u bazama </w:t>
            </w:r>
            <w:r w:rsidR="0035016E" w:rsidRPr="008E429F">
              <w:rPr>
                <w:b/>
                <w:bCs/>
              </w:rPr>
              <w:t>(upisati DA ili NE za obje citatne baze)</w:t>
            </w:r>
          </w:p>
        </w:tc>
        <w:tc>
          <w:tcPr>
            <w:tcW w:w="2500" w:type="pct"/>
            <w:shd w:val="clear" w:color="auto" w:fill="DEEAF6" w:themeFill="accent1" w:themeFillTint="33"/>
            <w:vAlign w:val="center"/>
          </w:tcPr>
          <w:p w14:paraId="5E455770" w14:textId="66566FCA" w:rsidR="0035016E" w:rsidRPr="008E429F" w:rsidRDefault="0035016E" w:rsidP="008E429F">
            <w:pPr>
              <w:pStyle w:val="Bezproreda"/>
              <w:rPr>
                <w:b/>
                <w:bCs/>
                <w:vertAlign w:val="superscript"/>
              </w:rPr>
            </w:pPr>
            <w:r w:rsidRPr="008E429F">
              <w:rPr>
                <w:b/>
                <w:bCs/>
              </w:rPr>
              <w:t xml:space="preserve">Kvartil </w:t>
            </w:r>
            <w:r w:rsidR="005C3D95">
              <w:rPr>
                <w:b/>
                <w:bCs/>
              </w:rPr>
              <w:t>publikacije prema bazi</w:t>
            </w:r>
            <w:r w:rsidRPr="008E429F">
              <w:rPr>
                <w:b/>
                <w:bCs/>
              </w:rPr>
              <w:t xml:space="preserve"> (upisati Q1, Q2, Q3, Q4)</w:t>
            </w:r>
            <w:r w:rsidRPr="008E429F">
              <w:rPr>
                <w:rStyle w:val="Referencafusnote"/>
                <w:b/>
                <w:bCs/>
              </w:rPr>
              <w:footnoteReference w:id="9"/>
            </w:r>
          </w:p>
        </w:tc>
      </w:tr>
      <w:tr w:rsidR="0035016E" w:rsidRPr="00DB418D" w14:paraId="12EAF6DB" w14:textId="77777777" w:rsidTr="008E429F">
        <w:tc>
          <w:tcPr>
            <w:tcW w:w="2500" w:type="pct"/>
            <w:gridSpan w:val="2"/>
            <w:vAlign w:val="center"/>
          </w:tcPr>
          <w:p w14:paraId="7D20ED3B" w14:textId="77777777" w:rsidR="0035016E" w:rsidRPr="00DB418D" w:rsidRDefault="0035016E" w:rsidP="008E429F">
            <w:pPr>
              <w:pStyle w:val="Bezproreda"/>
            </w:pPr>
            <w:r w:rsidRPr="00DB418D">
              <w:t xml:space="preserve">Web of Science: </w:t>
            </w:r>
          </w:p>
        </w:tc>
        <w:tc>
          <w:tcPr>
            <w:tcW w:w="2500" w:type="pct"/>
            <w:vAlign w:val="center"/>
          </w:tcPr>
          <w:p w14:paraId="7339FEA5" w14:textId="77777777" w:rsidR="0035016E" w:rsidRPr="00DB418D" w:rsidRDefault="0035016E" w:rsidP="008E429F">
            <w:pPr>
              <w:pStyle w:val="Bezproreda"/>
            </w:pPr>
            <w:r w:rsidRPr="00DB418D">
              <w:t xml:space="preserve">Web of Science: </w:t>
            </w:r>
          </w:p>
        </w:tc>
      </w:tr>
      <w:tr w:rsidR="0035016E" w:rsidRPr="00DB418D" w14:paraId="7CAFB511" w14:textId="77777777" w:rsidTr="008E429F">
        <w:tc>
          <w:tcPr>
            <w:tcW w:w="2500" w:type="pct"/>
            <w:gridSpan w:val="2"/>
            <w:vAlign w:val="center"/>
          </w:tcPr>
          <w:p w14:paraId="5B0CED39" w14:textId="77777777" w:rsidR="0035016E" w:rsidRPr="00DB418D" w:rsidRDefault="0035016E" w:rsidP="008E429F">
            <w:pPr>
              <w:pStyle w:val="Bezproreda"/>
            </w:pPr>
            <w:r w:rsidRPr="00DB418D">
              <w:t xml:space="preserve">Scopus: </w:t>
            </w:r>
          </w:p>
        </w:tc>
        <w:tc>
          <w:tcPr>
            <w:tcW w:w="2500" w:type="pct"/>
            <w:vAlign w:val="center"/>
          </w:tcPr>
          <w:p w14:paraId="19F5905B" w14:textId="77777777" w:rsidR="0035016E" w:rsidRPr="00DB418D" w:rsidRDefault="0035016E" w:rsidP="008E429F">
            <w:pPr>
              <w:pStyle w:val="Bezproreda"/>
            </w:pPr>
            <w:r w:rsidRPr="00DB418D">
              <w:t xml:space="preserve">Scopus: </w:t>
            </w:r>
          </w:p>
        </w:tc>
      </w:tr>
      <w:tr w:rsidR="0035016E" w:rsidRPr="00DB418D" w14:paraId="6844B23A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BC24E59" w14:textId="384CDFF7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Sažetak</w:t>
            </w:r>
            <w:r w:rsidR="008E429F" w:rsidRPr="008E429F">
              <w:rPr>
                <w:b/>
                <w:bCs/>
              </w:rPr>
              <w:t xml:space="preserve"> rada na hrvatskom jeziku</w:t>
            </w:r>
          </w:p>
        </w:tc>
      </w:tr>
      <w:tr w:rsidR="0035016E" w:rsidRPr="00DB418D" w14:paraId="0B427901" w14:textId="77777777" w:rsidTr="008E429F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E764BB0" w14:textId="7838CF55" w:rsidR="0035016E" w:rsidRPr="00DB418D" w:rsidRDefault="0035016E" w:rsidP="008E429F">
            <w:pPr>
              <w:pStyle w:val="Bezproreda"/>
              <w:rPr>
                <w:iCs/>
                <w:color w:val="231F20"/>
              </w:rPr>
            </w:pPr>
          </w:p>
        </w:tc>
      </w:tr>
      <w:tr w:rsidR="0035016E" w:rsidRPr="00DB418D" w14:paraId="0A7C89CC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028DB94" w14:textId="77777777" w:rsidR="0035016E" w:rsidRPr="008E429F" w:rsidRDefault="0035016E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Znanstveni doprinos rada</w:t>
            </w:r>
          </w:p>
        </w:tc>
      </w:tr>
      <w:tr w:rsidR="0035016E" w:rsidRPr="00DB418D" w14:paraId="48738045" w14:textId="77777777" w:rsidTr="008E429F">
        <w:tc>
          <w:tcPr>
            <w:tcW w:w="5000" w:type="pct"/>
            <w:gridSpan w:val="3"/>
            <w:vAlign w:val="center"/>
          </w:tcPr>
          <w:p w14:paraId="66BF0018" w14:textId="3676F075" w:rsidR="0035016E" w:rsidRPr="00DB418D" w:rsidRDefault="0035016E" w:rsidP="008E429F">
            <w:pPr>
              <w:pStyle w:val="Bezproreda"/>
            </w:pPr>
          </w:p>
        </w:tc>
      </w:tr>
      <w:tr w:rsidR="008E429F" w:rsidRPr="00DB418D" w14:paraId="0C13C425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20CB1F5" w14:textId="62AE02E2" w:rsidR="008E429F" w:rsidRPr="00F437C5" w:rsidRDefault="008E429F" w:rsidP="008E429F">
            <w:pPr>
              <w:pStyle w:val="Bezproreda"/>
            </w:pPr>
            <w:r w:rsidRPr="00F437C5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8E429F" w:rsidRPr="00DB418D" w14:paraId="780652F8" w14:textId="77777777" w:rsidTr="008E429F">
        <w:tc>
          <w:tcPr>
            <w:tcW w:w="5000" w:type="pct"/>
            <w:gridSpan w:val="3"/>
            <w:vAlign w:val="center"/>
          </w:tcPr>
          <w:p w14:paraId="6D58857F" w14:textId="763118D7" w:rsidR="008E429F" w:rsidRPr="00DB418D" w:rsidRDefault="008E429F" w:rsidP="008E429F">
            <w:pPr>
              <w:pStyle w:val="Bezproreda"/>
            </w:pPr>
          </w:p>
        </w:tc>
      </w:tr>
      <w:tr w:rsidR="008E429F" w:rsidRPr="00DB418D" w14:paraId="1F0704B8" w14:textId="77777777" w:rsidTr="008E429F">
        <w:trPr>
          <w:trHeight w:val="349"/>
        </w:trPr>
        <w:tc>
          <w:tcPr>
            <w:tcW w:w="2500" w:type="pct"/>
            <w:gridSpan w:val="2"/>
            <w:shd w:val="clear" w:color="auto" w:fill="DEEAF6" w:themeFill="accent1" w:themeFillTint="33"/>
            <w:vAlign w:val="center"/>
          </w:tcPr>
          <w:p w14:paraId="25A9DB6C" w14:textId="77777777" w:rsidR="008E429F" w:rsidRPr="008E429F" w:rsidRDefault="008E429F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 xml:space="preserve">Neponderirani bodovi </w:t>
            </w:r>
            <w:r w:rsidRPr="008E429F">
              <w:rPr>
                <w:rStyle w:val="Referencafusnote"/>
                <w:b/>
                <w:bCs/>
              </w:rPr>
              <w:footnoteReference w:id="10"/>
            </w:r>
          </w:p>
        </w:tc>
        <w:tc>
          <w:tcPr>
            <w:tcW w:w="2500" w:type="pct"/>
            <w:shd w:val="clear" w:color="auto" w:fill="DEEAF6" w:themeFill="accent1" w:themeFillTint="33"/>
            <w:vAlign w:val="center"/>
          </w:tcPr>
          <w:p w14:paraId="0053844C" w14:textId="77777777" w:rsidR="008E429F" w:rsidRPr="008E429F" w:rsidRDefault="008E429F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 xml:space="preserve">Ponderirani bodovi </w:t>
            </w:r>
            <w:r w:rsidRPr="008E429F">
              <w:rPr>
                <w:rStyle w:val="Referencafusnote"/>
                <w:b/>
                <w:bCs/>
              </w:rPr>
              <w:footnoteReference w:id="11"/>
            </w:r>
          </w:p>
        </w:tc>
      </w:tr>
      <w:tr w:rsidR="008E429F" w:rsidRPr="00DB418D" w14:paraId="06ECE8F8" w14:textId="77777777" w:rsidTr="008E429F">
        <w:tc>
          <w:tcPr>
            <w:tcW w:w="2500" w:type="pct"/>
            <w:gridSpan w:val="2"/>
            <w:shd w:val="clear" w:color="auto" w:fill="FFFFFF" w:themeFill="background1"/>
            <w:vAlign w:val="center"/>
          </w:tcPr>
          <w:p w14:paraId="6B4CC7A8" w14:textId="7BC49DCB" w:rsidR="008E429F" w:rsidRPr="00DB418D" w:rsidRDefault="008E429F" w:rsidP="008E429F">
            <w:pPr>
              <w:pStyle w:val="Bezproreda"/>
            </w:pP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14:paraId="7B9464D3" w14:textId="05A9314A" w:rsidR="008E429F" w:rsidRPr="00DB418D" w:rsidRDefault="008E429F" w:rsidP="008E429F">
            <w:pPr>
              <w:pStyle w:val="Bezproreda"/>
            </w:pPr>
          </w:p>
        </w:tc>
      </w:tr>
      <w:tr w:rsidR="008E429F" w:rsidRPr="00DB418D" w14:paraId="51443020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9B21E60" w14:textId="0034DE04" w:rsidR="008E429F" w:rsidRPr="008E429F" w:rsidRDefault="008E429F" w:rsidP="008E429F">
            <w:pPr>
              <w:pStyle w:val="Bezproreda"/>
              <w:rPr>
                <w:b/>
                <w:bCs/>
              </w:rPr>
            </w:pPr>
            <w:r w:rsidRPr="008E429F">
              <w:rPr>
                <w:b/>
                <w:bCs/>
              </w:rPr>
              <w:t>Pristupnik urednik ili član uredništva publikacije u trenutku objave rada (</w:t>
            </w:r>
            <w:r w:rsidR="000740B4">
              <w:rPr>
                <w:b/>
                <w:bCs/>
              </w:rPr>
              <w:t xml:space="preserve">podebljati i </w:t>
            </w:r>
            <w:r w:rsidRPr="008E429F">
              <w:rPr>
                <w:b/>
                <w:bCs/>
              </w:rPr>
              <w:t>podcrtati)</w:t>
            </w:r>
          </w:p>
        </w:tc>
      </w:tr>
      <w:tr w:rsidR="008E429F" w:rsidRPr="00DB418D" w14:paraId="06B9F3FD" w14:textId="77777777" w:rsidTr="008E429F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FF72101" w14:textId="3DE537B8" w:rsidR="008E429F" w:rsidRPr="00933674" w:rsidRDefault="008E429F" w:rsidP="008E429F">
            <w:pPr>
              <w:pStyle w:val="Bezproreda"/>
            </w:pPr>
            <w:r>
              <w:t>DA           NE</w:t>
            </w:r>
          </w:p>
        </w:tc>
      </w:tr>
      <w:tr w:rsidR="00D73043" w:rsidRPr="00DB418D" w14:paraId="5FC2DE26" w14:textId="77777777" w:rsidTr="008E429F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6D1F579" w14:textId="75C7858F" w:rsidR="00D73043" w:rsidRPr="00DB418D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8E429F" w:rsidRPr="00DB418D" w14:paraId="644477C3" w14:textId="77777777" w:rsidTr="008E429F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1D144AD" w14:textId="5CCEC6D3" w:rsidR="008E429F" w:rsidRPr="00DB418D" w:rsidRDefault="008E429F" w:rsidP="008E429F">
            <w:pPr>
              <w:pStyle w:val="Bezproreda"/>
            </w:pPr>
          </w:p>
        </w:tc>
      </w:tr>
    </w:tbl>
    <w:p w14:paraId="31B368A7" w14:textId="77777777" w:rsidR="0035016E" w:rsidRPr="0035016E" w:rsidRDefault="0035016E" w:rsidP="008E429F">
      <w:pPr>
        <w:pStyle w:val="Bezproreda"/>
      </w:pPr>
    </w:p>
    <w:p w14:paraId="06E69898" w14:textId="77777777" w:rsidR="00121FED" w:rsidRDefault="00121FED" w:rsidP="008E429F">
      <w:pPr>
        <w:pStyle w:val="Bezproreda"/>
        <w:rPr>
          <w:rFonts w:ascii="Times New Roman" w:hAnsi="Times New Roman"/>
        </w:rPr>
      </w:pPr>
    </w:p>
    <w:bookmarkEnd w:id="3"/>
    <w:p w14:paraId="5778BD68" w14:textId="77777777" w:rsidR="00121FED" w:rsidRDefault="00121F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5A96B00" w14:textId="5FAF936D" w:rsidR="007764B6" w:rsidRDefault="00B30192" w:rsidP="00B30192">
      <w:pPr>
        <w:pStyle w:val="Bezproreda"/>
        <w:jc w:val="both"/>
        <w:rPr>
          <w:b/>
          <w:bCs/>
        </w:rPr>
      </w:pPr>
      <w:bookmarkStart w:id="4" w:name="_Hlk189219075"/>
      <w:r w:rsidRPr="00B30192">
        <w:rPr>
          <w:b/>
          <w:bCs/>
        </w:rPr>
        <w:lastRenderedPageBreak/>
        <w:t xml:space="preserve">4.4. </w:t>
      </w:r>
      <w:r w:rsidR="0035016E" w:rsidRPr="00B30192">
        <w:rPr>
          <w:b/>
          <w:bCs/>
        </w:rPr>
        <w:t>A1 znanstveni rad objavljen u zbornicima radova</w:t>
      </w:r>
      <w:r w:rsidR="00793191" w:rsidRPr="00B30192">
        <w:rPr>
          <w:rStyle w:val="Referencafusnote"/>
          <w:b/>
          <w:bCs/>
        </w:rPr>
        <w:footnoteReference w:id="12"/>
      </w:r>
      <w:r w:rsidR="0035016E" w:rsidRPr="00B30192">
        <w:rPr>
          <w:b/>
          <w:bCs/>
        </w:rPr>
        <w:t xml:space="preserve"> </w:t>
      </w:r>
    </w:p>
    <w:p w14:paraId="063AA009" w14:textId="77777777" w:rsidR="00B30192" w:rsidRPr="007764B6" w:rsidRDefault="00B30192" w:rsidP="00B30192">
      <w:pPr>
        <w:pStyle w:val="Bezproreda"/>
        <w:jc w:val="both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3134"/>
        <w:gridCol w:w="4531"/>
      </w:tblGrid>
      <w:tr w:rsidR="007764B6" w:rsidRPr="00DB418D" w14:paraId="136F7B6B" w14:textId="77777777" w:rsidTr="00122695">
        <w:tc>
          <w:tcPr>
            <w:tcW w:w="771" w:type="pct"/>
            <w:shd w:val="clear" w:color="auto" w:fill="DEEAF6" w:themeFill="accent1" w:themeFillTint="33"/>
            <w:vAlign w:val="center"/>
          </w:tcPr>
          <w:p w14:paraId="4F7A9612" w14:textId="77777777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Redni broj:</w:t>
            </w:r>
          </w:p>
        </w:tc>
        <w:tc>
          <w:tcPr>
            <w:tcW w:w="4229" w:type="pct"/>
            <w:gridSpan w:val="2"/>
            <w:shd w:val="clear" w:color="auto" w:fill="FFFFFF" w:themeFill="background1"/>
            <w:vAlign w:val="center"/>
          </w:tcPr>
          <w:p w14:paraId="2CDC1DC9" w14:textId="1558E913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0EBD5C04" w14:textId="77777777" w:rsidTr="00122695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6DE71B7" w14:textId="5B7D6EC0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Autori</w:t>
            </w:r>
          </w:p>
        </w:tc>
      </w:tr>
      <w:tr w:rsidR="007764B6" w:rsidRPr="00DB418D" w14:paraId="6B147D92" w14:textId="77777777" w:rsidTr="00B30192">
        <w:tc>
          <w:tcPr>
            <w:tcW w:w="5000" w:type="pct"/>
            <w:gridSpan w:val="3"/>
            <w:vAlign w:val="center"/>
          </w:tcPr>
          <w:p w14:paraId="117FB376" w14:textId="28A1FAA5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198CE973" w14:textId="77777777" w:rsidTr="00122695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C2243BA" w14:textId="3B131D66" w:rsidR="007764B6" w:rsidRPr="00B30192" w:rsidRDefault="00B46DE1" w:rsidP="00B30192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Izvorni</w:t>
            </w:r>
            <w:r w:rsidR="00B30192">
              <w:rPr>
                <w:b/>
                <w:bCs/>
              </w:rPr>
              <w:t xml:space="preserve"> n</w:t>
            </w:r>
            <w:r w:rsidR="007764B6" w:rsidRPr="00B30192">
              <w:rPr>
                <w:b/>
                <w:bCs/>
              </w:rPr>
              <w:t>aziv rada</w:t>
            </w:r>
          </w:p>
        </w:tc>
      </w:tr>
      <w:tr w:rsidR="007764B6" w:rsidRPr="00DB418D" w14:paraId="5703DD2B" w14:textId="77777777" w:rsidTr="00B30192">
        <w:tc>
          <w:tcPr>
            <w:tcW w:w="5000" w:type="pct"/>
            <w:gridSpan w:val="3"/>
            <w:vAlign w:val="center"/>
          </w:tcPr>
          <w:p w14:paraId="4DE4A111" w14:textId="3885746F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61037B8B" w14:textId="77777777" w:rsidTr="00122695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A48AC36" w14:textId="77777777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Publikacija, (urednik-ci), godina, volumen, stranica</w:t>
            </w:r>
            <w:r w:rsidR="006528BB" w:rsidRPr="00B30192">
              <w:rPr>
                <w:b/>
                <w:bCs/>
              </w:rPr>
              <w:t xml:space="preserve"> (od – do)</w:t>
            </w:r>
          </w:p>
        </w:tc>
      </w:tr>
      <w:tr w:rsidR="007764B6" w:rsidRPr="00DB418D" w14:paraId="7855A22E" w14:textId="77777777" w:rsidTr="00B30192">
        <w:tc>
          <w:tcPr>
            <w:tcW w:w="5000" w:type="pct"/>
            <w:gridSpan w:val="3"/>
            <w:vAlign w:val="center"/>
          </w:tcPr>
          <w:p w14:paraId="5DA75ADC" w14:textId="34613F4C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778958BB" w14:textId="77777777" w:rsidTr="001C1AA6">
        <w:tc>
          <w:tcPr>
            <w:tcW w:w="2500" w:type="pct"/>
            <w:gridSpan w:val="2"/>
            <w:shd w:val="clear" w:color="auto" w:fill="DEEAF6" w:themeFill="accent1" w:themeFillTint="33"/>
            <w:vAlign w:val="center"/>
          </w:tcPr>
          <w:p w14:paraId="083BAD02" w14:textId="77777777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ISBN/ISSN</w:t>
            </w:r>
          </w:p>
        </w:tc>
        <w:tc>
          <w:tcPr>
            <w:tcW w:w="2500" w:type="pct"/>
            <w:shd w:val="clear" w:color="auto" w:fill="DEEAF6" w:themeFill="accent1" w:themeFillTint="33"/>
            <w:vAlign w:val="center"/>
          </w:tcPr>
          <w:p w14:paraId="7468E796" w14:textId="290A1C0F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Vrsta rada (</w:t>
            </w:r>
            <w:r w:rsidR="000740B4">
              <w:rPr>
                <w:b/>
                <w:bCs/>
              </w:rPr>
              <w:t xml:space="preserve">podebljati i </w:t>
            </w:r>
            <w:r w:rsidRPr="00B30192">
              <w:rPr>
                <w:b/>
                <w:bCs/>
              </w:rPr>
              <w:t xml:space="preserve">podcrtati) </w:t>
            </w:r>
          </w:p>
        </w:tc>
      </w:tr>
      <w:tr w:rsidR="007764B6" w:rsidRPr="00DB418D" w14:paraId="4F02C8B9" w14:textId="77777777" w:rsidTr="00B30192">
        <w:tc>
          <w:tcPr>
            <w:tcW w:w="2500" w:type="pct"/>
            <w:gridSpan w:val="2"/>
            <w:vAlign w:val="center"/>
          </w:tcPr>
          <w:p w14:paraId="6B1DE5DB" w14:textId="58304DA1" w:rsidR="007764B6" w:rsidRPr="00DB418D" w:rsidRDefault="007764B6" w:rsidP="00B30192">
            <w:pPr>
              <w:pStyle w:val="Bezproreda"/>
            </w:pPr>
          </w:p>
        </w:tc>
        <w:tc>
          <w:tcPr>
            <w:tcW w:w="2500" w:type="pct"/>
            <w:vAlign w:val="center"/>
          </w:tcPr>
          <w:p w14:paraId="7508005C" w14:textId="77777777" w:rsidR="007764B6" w:rsidRPr="00DB418D" w:rsidRDefault="007764B6" w:rsidP="00B30192">
            <w:pPr>
              <w:pStyle w:val="Bezproreda"/>
            </w:pPr>
            <w:r w:rsidRPr="00933674">
              <w:t>Izvorni</w:t>
            </w:r>
            <w:r w:rsidRPr="00DB418D">
              <w:t xml:space="preserve">   Pregledni   Prethodno priopćenje</w:t>
            </w:r>
          </w:p>
        </w:tc>
      </w:tr>
      <w:tr w:rsidR="005C3D95" w:rsidRPr="00DB418D" w14:paraId="0452D330" w14:textId="77777777" w:rsidTr="001C1AA6">
        <w:tc>
          <w:tcPr>
            <w:tcW w:w="2500" w:type="pct"/>
            <w:gridSpan w:val="2"/>
            <w:shd w:val="clear" w:color="auto" w:fill="DEEAF6" w:themeFill="accent1" w:themeFillTint="33"/>
            <w:vAlign w:val="center"/>
          </w:tcPr>
          <w:p w14:paraId="38DB526D" w14:textId="6E4BA865" w:rsidR="005C3D95" w:rsidRPr="00B30192" w:rsidRDefault="005C3D95" w:rsidP="005C3D95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Uvrštenost/indeksiranost</w:t>
            </w:r>
            <w:r w:rsidRPr="00E536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publikacije</w:t>
            </w:r>
            <w:r w:rsidRPr="00E536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u bazama </w:t>
            </w:r>
            <w:r w:rsidRPr="008E429F">
              <w:rPr>
                <w:b/>
                <w:bCs/>
              </w:rPr>
              <w:t>(upisati DA ili NE za obje citatne baze)</w:t>
            </w:r>
          </w:p>
        </w:tc>
        <w:tc>
          <w:tcPr>
            <w:tcW w:w="2500" w:type="pct"/>
            <w:shd w:val="clear" w:color="auto" w:fill="DEEAF6" w:themeFill="accent1" w:themeFillTint="33"/>
            <w:vAlign w:val="center"/>
          </w:tcPr>
          <w:p w14:paraId="50F5E4AE" w14:textId="317BAD73" w:rsidR="005C3D95" w:rsidRPr="00B30192" w:rsidRDefault="005C3D95" w:rsidP="005C3D95">
            <w:pPr>
              <w:pStyle w:val="Bezproreda"/>
              <w:rPr>
                <w:b/>
                <w:bCs/>
                <w:vertAlign w:val="superscript"/>
              </w:rPr>
            </w:pPr>
            <w:r w:rsidRPr="00B30192">
              <w:rPr>
                <w:b/>
                <w:bCs/>
              </w:rPr>
              <w:t>Zbornik sa skupa kojeg je izdavač ili suizdavač HAZU (</w:t>
            </w:r>
            <w:r>
              <w:rPr>
                <w:b/>
                <w:bCs/>
              </w:rPr>
              <w:t>podebljati i podcrtati</w:t>
            </w:r>
            <w:r w:rsidRPr="00B30192">
              <w:rPr>
                <w:b/>
                <w:bCs/>
              </w:rPr>
              <w:t>)</w:t>
            </w:r>
          </w:p>
        </w:tc>
      </w:tr>
      <w:tr w:rsidR="007764B6" w:rsidRPr="00DB418D" w14:paraId="6A77F9FF" w14:textId="77777777" w:rsidTr="00B30192">
        <w:tc>
          <w:tcPr>
            <w:tcW w:w="2500" w:type="pct"/>
            <w:gridSpan w:val="2"/>
            <w:vAlign w:val="center"/>
          </w:tcPr>
          <w:p w14:paraId="787C8218" w14:textId="77777777" w:rsidR="007764B6" w:rsidRPr="00DB418D" w:rsidRDefault="007764B6" w:rsidP="00B30192">
            <w:pPr>
              <w:pStyle w:val="Bezproreda"/>
            </w:pPr>
            <w:r w:rsidRPr="00DB418D">
              <w:t xml:space="preserve">Web of Science: </w:t>
            </w:r>
          </w:p>
        </w:tc>
        <w:tc>
          <w:tcPr>
            <w:tcW w:w="2500" w:type="pct"/>
            <w:vMerge w:val="restart"/>
            <w:vAlign w:val="center"/>
          </w:tcPr>
          <w:p w14:paraId="5B97D29F" w14:textId="36DD80B4" w:rsidR="007764B6" w:rsidRPr="00DB418D" w:rsidRDefault="007369CC" w:rsidP="00B30192">
            <w:pPr>
              <w:pStyle w:val="Bezproreda"/>
            </w:pPr>
            <w:r>
              <w:t>DA             NE</w:t>
            </w:r>
          </w:p>
        </w:tc>
      </w:tr>
      <w:tr w:rsidR="007764B6" w:rsidRPr="00DB418D" w14:paraId="596D6818" w14:textId="77777777" w:rsidTr="00B30192">
        <w:tc>
          <w:tcPr>
            <w:tcW w:w="2500" w:type="pct"/>
            <w:gridSpan w:val="2"/>
            <w:vAlign w:val="center"/>
          </w:tcPr>
          <w:p w14:paraId="17BE9C7B" w14:textId="77777777" w:rsidR="007764B6" w:rsidRPr="00DB418D" w:rsidRDefault="007764B6" w:rsidP="00B30192">
            <w:pPr>
              <w:pStyle w:val="Bezproreda"/>
            </w:pPr>
            <w:r w:rsidRPr="00DB418D">
              <w:t xml:space="preserve">Scopus: </w:t>
            </w:r>
          </w:p>
        </w:tc>
        <w:tc>
          <w:tcPr>
            <w:tcW w:w="2500" w:type="pct"/>
            <w:vMerge/>
            <w:vAlign w:val="center"/>
          </w:tcPr>
          <w:p w14:paraId="0685E34B" w14:textId="77777777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79B5A394" w14:textId="77777777" w:rsidTr="001C1AA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53F553B" w14:textId="09C2828D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Sažetak</w:t>
            </w:r>
            <w:r w:rsidR="00B30192" w:rsidRPr="00B30192">
              <w:rPr>
                <w:b/>
                <w:bCs/>
              </w:rPr>
              <w:t xml:space="preserve"> rada na hrvatskom jeziku</w:t>
            </w:r>
          </w:p>
        </w:tc>
      </w:tr>
      <w:tr w:rsidR="007764B6" w:rsidRPr="00DB418D" w14:paraId="7425A0A6" w14:textId="77777777" w:rsidTr="00B3019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48515B3A" w14:textId="06171CA4" w:rsidR="007764B6" w:rsidRPr="00DB418D" w:rsidRDefault="007764B6" w:rsidP="00B30192">
            <w:pPr>
              <w:pStyle w:val="Bezproreda"/>
              <w:rPr>
                <w:iCs/>
                <w:color w:val="231F20"/>
              </w:rPr>
            </w:pPr>
          </w:p>
        </w:tc>
      </w:tr>
      <w:tr w:rsidR="007764B6" w:rsidRPr="00DB418D" w14:paraId="7093A3F9" w14:textId="77777777" w:rsidTr="001C1AA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29105AD" w14:textId="77777777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Znanstveni doprinos rada</w:t>
            </w:r>
          </w:p>
        </w:tc>
      </w:tr>
      <w:tr w:rsidR="007764B6" w:rsidRPr="00DB418D" w14:paraId="721F6C47" w14:textId="77777777" w:rsidTr="00B30192">
        <w:tc>
          <w:tcPr>
            <w:tcW w:w="5000" w:type="pct"/>
            <w:gridSpan w:val="3"/>
            <w:vAlign w:val="center"/>
          </w:tcPr>
          <w:p w14:paraId="6B067766" w14:textId="3FB262A5" w:rsidR="007764B6" w:rsidRPr="00DB418D" w:rsidRDefault="007764B6" w:rsidP="00B30192">
            <w:pPr>
              <w:pStyle w:val="Bezproreda"/>
            </w:pPr>
          </w:p>
        </w:tc>
      </w:tr>
      <w:tr w:rsidR="00B30192" w:rsidRPr="00DB418D" w14:paraId="5474A1A0" w14:textId="77777777" w:rsidTr="001C1AA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A89D31C" w14:textId="300E789B" w:rsidR="00B30192" w:rsidRPr="00B46DE1" w:rsidRDefault="00B30192" w:rsidP="00B30192">
            <w:pPr>
              <w:pStyle w:val="Bezproreda"/>
            </w:pPr>
            <w:r w:rsidRPr="00B46DE1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7764B6" w:rsidRPr="00DB418D" w14:paraId="7C0B5A98" w14:textId="77777777" w:rsidTr="00B30192">
        <w:tc>
          <w:tcPr>
            <w:tcW w:w="5000" w:type="pct"/>
            <w:gridSpan w:val="3"/>
            <w:vAlign w:val="center"/>
          </w:tcPr>
          <w:p w14:paraId="196969C5" w14:textId="684C3482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2FBD7B8B" w14:textId="77777777" w:rsidTr="001C1AA6">
        <w:trPr>
          <w:trHeight w:val="349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A9F639E" w14:textId="70CDF182" w:rsidR="007764B6" w:rsidRPr="007E5863" w:rsidRDefault="007764B6" w:rsidP="00B30192">
            <w:pPr>
              <w:pStyle w:val="Bezproreda"/>
              <w:rPr>
                <w:b/>
                <w:bCs/>
              </w:rPr>
            </w:pPr>
            <w:r w:rsidRPr="007E5863">
              <w:rPr>
                <w:b/>
                <w:bCs/>
              </w:rPr>
              <w:t xml:space="preserve">Bodovi </w:t>
            </w:r>
            <w:r w:rsidRPr="007E5863">
              <w:rPr>
                <w:rStyle w:val="Referencafusnote"/>
                <w:b/>
                <w:bCs/>
              </w:rPr>
              <w:footnoteReference w:id="13"/>
            </w:r>
            <w:r w:rsidR="00B30192" w:rsidRPr="007E5863">
              <w:rPr>
                <w:b/>
                <w:bCs/>
              </w:rPr>
              <w:t xml:space="preserve"> (primjerice: 1 bod, 0</w:t>
            </w:r>
            <w:r w:rsidR="007E5863" w:rsidRPr="007E5863">
              <w:rPr>
                <w:b/>
                <w:bCs/>
              </w:rPr>
              <w:t>,</w:t>
            </w:r>
            <w:r w:rsidR="00B30192" w:rsidRPr="007E5863">
              <w:rPr>
                <w:b/>
                <w:bCs/>
              </w:rPr>
              <w:t>5 bodova, itd.)</w:t>
            </w:r>
          </w:p>
        </w:tc>
      </w:tr>
      <w:tr w:rsidR="007764B6" w:rsidRPr="00DB418D" w14:paraId="166BCFB5" w14:textId="77777777" w:rsidTr="00B3019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1339407E" w14:textId="0BFEE791" w:rsidR="007764B6" w:rsidRPr="00DB418D" w:rsidRDefault="007764B6" w:rsidP="00B30192">
            <w:pPr>
              <w:pStyle w:val="Bezproreda"/>
            </w:pPr>
          </w:p>
        </w:tc>
      </w:tr>
      <w:tr w:rsidR="007764B6" w:rsidRPr="00DB418D" w14:paraId="0754A038" w14:textId="77777777" w:rsidTr="001C1AA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10C137E" w14:textId="03E32C6B" w:rsidR="007764B6" w:rsidRPr="00B30192" w:rsidRDefault="007764B6" w:rsidP="00B30192">
            <w:pPr>
              <w:pStyle w:val="Bezproreda"/>
              <w:rPr>
                <w:b/>
                <w:bCs/>
              </w:rPr>
            </w:pPr>
            <w:r w:rsidRPr="00B30192">
              <w:rPr>
                <w:b/>
                <w:bCs/>
              </w:rPr>
              <w:t>Pristupnik urednik ili član uredništva publikacije u trenutku objave rada (</w:t>
            </w:r>
            <w:r w:rsidR="000740B4">
              <w:rPr>
                <w:b/>
                <w:bCs/>
              </w:rPr>
              <w:t xml:space="preserve">podebljati i </w:t>
            </w:r>
            <w:r w:rsidRPr="00B30192">
              <w:rPr>
                <w:b/>
                <w:bCs/>
              </w:rPr>
              <w:t>podcrtati)</w:t>
            </w:r>
          </w:p>
        </w:tc>
      </w:tr>
      <w:tr w:rsidR="00B30192" w:rsidRPr="00DB418D" w14:paraId="2EABE6A5" w14:textId="77777777" w:rsidTr="00B3019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49336D8" w14:textId="23A612D3" w:rsidR="00B30192" w:rsidRPr="00933674" w:rsidRDefault="00B30192" w:rsidP="00B30192">
            <w:pPr>
              <w:pStyle w:val="Bezproreda"/>
            </w:pPr>
            <w:r>
              <w:t>DA           NE</w:t>
            </w:r>
          </w:p>
        </w:tc>
      </w:tr>
      <w:tr w:rsidR="00D73043" w:rsidRPr="00DB418D" w14:paraId="2FDF5011" w14:textId="77777777" w:rsidTr="001C1AA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3BC0A2E" w14:textId="1C00E6E4" w:rsidR="00D73043" w:rsidRPr="00DB418D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B30192" w:rsidRPr="00DB418D" w14:paraId="5C2F74A2" w14:textId="77777777" w:rsidTr="00B3019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50F6F59" w14:textId="37CCF0C2" w:rsidR="00B30192" w:rsidRPr="00DB418D" w:rsidRDefault="00B30192" w:rsidP="00B30192">
            <w:pPr>
              <w:pStyle w:val="Bezproreda"/>
            </w:pPr>
          </w:p>
        </w:tc>
      </w:tr>
    </w:tbl>
    <w:p w14:paraId="239A59BF" w14:textId="77777777" w:rsidR="007764B6" w:rsidRDefault="007764B6" w:rsidP="001C1AA6">
      <w:pPr>
        <w:pStyle w:val="Bezproreda"/>
      </w:pPr>
    </w:p>
    <w:p w14:paraId="16179332" w14:textId="77777777" w:rsidR="001C1AA6" w:rsidRDefault="001C1AA6" w:rsidP="001C1AA6">
      <w:pPr>
        <w:pStyle w:val="Bezproreda"/>
      </w:pPr>
    </w:p>
    <w:bookmarkEnd w:id="4"/>
    <w:p w14:paraId="7371C7A1" w14:textId="77777777" w:rsidR="00EF6FA7" w:rsidRDefault="00EF6FA7">
      <w:pPr>
        <w:rPr>
          <w:b/>
        </w:rPr>
      </w:pPr>
      <w:r>
        <w:rPr>
          <w:b/>
        </w:rPr>
        <w:br w:type="page"/>
      </w:r>
    </w:p>
    <w:p w14:paraId="6F04641F" w14:textId="01D47D24" w:rsidR="007764B6" w:rsidRPr="00842C7B" w:rsidRDefault="00842C7B" w:rsidP="00842C7B">
      <w:pPr>
        <w:pStyle w:val="Bezproreda"/>
        <w:rPr>
          <w:b/>
          <w:bCs/>
        </w:rPr>
      </w:pPr>
      <w:r w:rsidRPr="00842C7B">
        <w:rPr>
          <w:b/>
          <w:bCs/>
        </w:rPr>
        <w:lastRenderedPageBreak/>
        <w:t xml:space="preserve">4.5. </w:t>
      </w:r>
      <w:r w:rsidR="00EF6FA7" w:rsidRPr="00842C7B">
        <w:rPr>
          <w:b/>
          <w:bCs/>
        </w:rPr>
        <w:t>Pregled bodova ostvarenih u kategoriji A1 radova</w:t>
      </w:r>
    </w:p>
    <w:p w14:paraId="5C298E3E" w14:textId="77777777" w:rsidR="00122695" w:rsidRDefault="00122695" w:rsidP="00842C7B">
      <w:pPr>
        <w:pStyle w:val="Bezproreda"/>
      </w:pPr>
      <w:bookmarkStart w:id="5" w:name="_Hlk189027607"/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6646"/>
        <w:gridCol w:w="1287"/>
        <w:gridCol w:w="1129"/>
      </w:tblGrid>
      <w:tr w:rsidR="00122695" w14:paraId="19D3FEC1" w14:textId="77777777" w:rsidTr="005143B3">
        <w:tc>
          <w:tcPr>
            <w:tcW w:w="3667" w:type="pct"/>
          </w:tcPr>
          <w:p w14:paraId="6C9ED835" w14:textId="77777777" w:rsidR="00122695" w:rsidRDefault="00122695" w:rsidP="00122695">
            <w:pPr>
              <w:pStyle w:val="Bezproreda"/>
            </w:pPr>
          </w:p>
        </w:tc>
        <w:tc>
          <w:tcPr>
            <w:tcW w:w="710" w:type="pct"/>
            <w:vAlign w:val="center"/>
          </w:tcPr>
          <w:p w14:paraId="53F772A6" w14:textId="3E0E9782" w:rsidR="005143B3" w:rsidRPr="005143B3" w:rsidRDefault="00122695" w:rsidP="005143B3">
            <w:pPr>
              <w:pStyle w:val="Bezproreda"/>
              <w:jc w:val="center"/>
              <w:rPr>
                <w:b/>
                <w:bCs/>
              </w:rPr>
            </w:pPr>
            <w:r w:rsidRPr="005143B3">
              <w:rPr>
                <w:b/>
                <w:bCs/>
              </w:rPr>
              <w:t>Upisati broj</w:t>
            </w:r>
          </w:p>
          <w:p w14:paraId="24D9536E" w14:textId="717FEEC2" w:rsidR="00122695" w:rsidRPr="005143B3" w:rsidRDefault="00122695" w:rsidP="005143B3">
            <w:pPr>
              <w:pStyle w:val="Bezproreda"/>
              <w:jc w:val="center"/>
              <w:rPr>
                <w:b/>
                <w:bCs/>
              </w:rPr>
            </w:pPr>
            <w:r w:rsidRPr="005143B3">
              <w:rPr>
                <w:b/>
                <w:bCs/>
              </w:rPr>
              <w:t>radova/djela</w:t>
            </w:r>
          </w:p>
        </w:tc>
        <w:tc>
          <w:tcPr>
            <w:tcW w:w="623" w:type="pct"/>
            <w:vAlign w:val="center"/>
          </w:tcPr>
          <w:p w14:paraId="134FA52A" w14:textId="50D72546" w:rsidR="005143B3" w:rsidRPr="005143B3" w:rsidRDefault="00122695" w:rsidP="005143B3">
            <w:pPr>
              <w:pStyle w:val="Bezproreda"/>
              <w:jc w:val="center"/>
              <w:rPr>
                <w:b/>
                <w:bCs/>
              </w:rPr>
            </w:pPr>
            <w:r w:rsidRPr="005143B3">
              <w:rPr>
                <w:b/>
                <w:bCs/>
              </w:rPr>
              <w:t>Upisati broj</w:t>
            </w:r>
          </w:p>
          <w:p w14:paraId="40626546" w14:textId="3A3EB918" w:rsidR="00122695" w:rsidRPr="005143B3" w:rsidRDefault="00122695" w:rsidP="005143B3">
            <w:pPr>
              <w:pStyle w:val="Bezproreda"/>
              <w:jc w:val="center"/>
              <w:rPr>
                <w:b/>
                <w:bCs/>
              </w:rPr>
            </w:pPr>
            <w:r w:rsidRPr="005143B3">
              <w:rPr>
                <w:b/>
                <w:bCs/>
              </w:rPr>
              <w:t>bodova</w:t>
            </w:r>
          </w:p>
        </w:tc>
      </w:tr>
      <w:tr w:rsidR="00122695" w14:paraId="5F1DB9FB" w14:textId="77777777" w:rsidTr="003F31D0">
        <w:trPr>
          <w:trHeight w:val="227"/>
        </w:trPr>
        <w:tc>
          <w:tcPr>
            <w:tcW w:w="3667" w:type="pct"/>
            <w:shd w:val="clear" w:color="auto" w:fill="DEEAF6" w:themeFill="accent1" w:themeFillTint="33"/>
            <w:vAlign w:val="center"/>
          </w:tcPr>
          <w:p w14:paraId="74E10129" w14:textId="5EC9ABA1" w:rsidR="00122695" w:rsidRPr="005143B3" w:rsidRDefault="00122695" w:rsidP="00122695">
            <w:pPr>
              <w:pStyle w:val="Bezproreda"/>
              <w:rPr>
                <w:b/>
                <w:bCs/>
              </w:rPr>
            </w:pPr>
            <w:r w:rsidRPr="005143B3">
              <w:rPr>
                <w:b/>
                <w:bCs/>
              </w:rPr>
              <w:t>Znanstvene knjige (monografije) koje se vrednuju kao 3 A1 rada</w:t>
            </w:r>
          </w:p>
        </w:tc>
        <w:tc>
          <w:tcPr>
            <w:tcW w:w="710" w:type="pct"/>
            <w:shd w:val="clear" w:color="auto" w:fill="DEEAF6" w:themeFill="accent1" w:themeFillTint="33"/>
            <w:vAlign w:val="center"/>
          </w:tcPr>
          <w:p w14:paraId="76F673EF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shd w:val="clear" w:color="auto" w:fill="DEEAF6" w:themeFill="accent1" w:themeFillTint="33"/>
            <w:vAlign w:val="center"/>
          </w:tcPr>
          <w:p w14:paraId="67CA8358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4FB28CAD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1274CB6C" w14:textId="79CA2E87" w:rsidR="00122695" w:rsidRDefault="00122695" w:rsidP="00122695">
            <w:pPr>
              <w:pStyle w:val="Bezproreda"/>
            </w:pPr>
            <w:r w:rsidRPr="00F1437E">
              <w:t>do 3 koautora</w:t>
            </w:r>
          </w:p>
        </w:tc>
        <w:tc>
          <w:tcPr>
            <w:tcW w:w="710" w:type="pct"/>
            <w:vAlign w:val="center"/>
          </w:tcPr>
          <w:p w14:paraId="25AC9DAA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6A295BC5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32402AAE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0FCBA935" w14:textId="5C67F896" w:rsidR="00122695" w:rsidRDefault="00122695" w:rsidP="00122695">
            <w:pPr>
              <w:pStyle w:val="Bezproreda"/>
            </w:pPr>
            <w:r w:rsidRPr="00F1437E">
              <w:t>4-5 koautora</w:t>
            </w:r>
          </w:p>
        </w:tc>
        <w:tc>
          <w:tcPr>
            <w:tcW w:w="710" w:type="pct"/>
            <w:vAlign w:val="center"/>
          </w:tcPr>
          <w:p w14:paraId="1327205C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5F11358C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072C9A28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62B2217C" w14:textId="1BB882F6" w:rsidR="00122695" w:rsidRDefault="00122695" w:rsidP="00122695">
            <w:pPr>
              <w:pStyle w:val="Bezproreda"/>
            </w:pPr>
            <w:r w:rsidRPr="00F1437E">
              <w:t>6 koautora i više</w:t>
            </w:r>
          </w:p>
        </w:tc>
        <w:tc>
          <w:tcPr>
            <w:tcW w:w="710" w:type="pct"/>
            <w:vAlign w:val="center"/>
          </w:tcPr>
          <w:p w14:paraId="66BB8ECD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446238DF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787DC963" w14:textId="77777777" w:rsidTr="003F31D0">
        <w:trPr>
          <w:trHeight w:val="227"/>
        </w:trPr>
        <w:tc>
          <w:tcPr>
            <w:tcW w:w="3667" w:type="pct"/>
            <w:shd w:val="clear" w:color="auto" w:fill="DEEAF6" w:themeFill="accent1" w:themeFillTint="33"/>
            <w:vAlign w:val="center"/>
          </w:tcPr>
          <w:p w14:paraId="5522AD86" w14:textId="56F632FA" w:rsidR="00122695" w:rsidRPr="005143B3" w:rsidRDefault="00122695" w:rsidP="00122695">
            <w:pPr>
              <w:pStyle w:val="Bezproreda"/>
              <w:rPr>
                <w:b/>
                <w:bCs/>
              </w:rPr>
            </w:pPr>
            <w:r w:rsidRPr="005143B3">
              <w:rPr>
                <w:b/>
                <w:bCs/>
              </w:rPr>
              <w:t>Poglavlja u znanstvenim knjigama koje se vrednuju kao 1 A1 rad</w:t>
            </w:r>
          </w:p>
        </w:tc>
        <w:tc>
          <w:tcPr>
            <w:tcW w:w="710" w:type="pct"/>
            <w:shd w:val="clear" w:color="auto" w:fill="DEEAF6" w:themeFill="accent1" w:themeFillTint="33"/>
            <w:vAlign w:val="center"/>
          </w:tcPr>
          <w:p w14:paraId="2E67C1FA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shd w:val="clear" w:color="auto" w:fill="DEEAF6" w:themeFill="accent1" w:themeFillTint="33"/>
            <w:vAlign w:val="center"/>
          </w:tcPr>
          <w:p w14:paraId="5D89548F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7E1A970E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3A225C7F" w14:textId="55184797" w:rsidR="00122695" w:rsidRDefault="00122695" w:rsidP="00122695">
            <w:pPr>
              <w:pStyle w:val="Bezproreda"/>
            </w:pPr>
            <w:r w:rsidRPr="00F1437E">
              <w:t>do 3 koautora</w:t>
            </w:r>
          </w:p>
        </w:tc>
        <w:tc>
          <w:tcPr>
            <w:tcW w:w="710" w:type="pct"/>
            <w:vAlign w:val="center"/>
          </w:tcPr>
          <w:p w14:paraId="53433B8B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5550214E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4E3EF398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5D21FF9A" w14:textId="1F7F5E80" w:rsidR="00122695" w:rsidRDefault="00122695" w:rsidP="00122695">
            <w:pPr>
              <w:pStyle w:val="Bezproreda"/>
            </w:pPr>
            <w:r w:rsidRPr="00F1437E">
              <w:t>4-5 koautora</w:t>
            </w:r>
          </w:p>
        </w:tc>
        <w:tc>
          <w:tcPr>
            <w:tcW w:w="710" w:type="pct"/>
            <w:vAlign w:val="center"/>
          </w:tcPr>
          <w:p w14:paraId="7C57992C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479C3235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40C63BE9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6013EDFA" w14:textId="74590487" w:rsidR="00122695" w:rsidRDefault="00122695" w:rsidP="00122695">
            <w:pPr>
              <w:pStyle w:val="Bezproreda"/>
            </w:pPr>
            <w:r w:rsidRPr="00F1437E">
              <w:t>6 koautora i više</w:t>
            </w:r>
          </w:p>
        </w:tc>
        <w:tc>
          <w:tcPr>
            <w:tcW w:w="710" w:type="pct"/>
            <w:vAlign w:val="center"/>
          </w:tcPr>
          <w:p w14:paraId="779D6EE7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6DB48103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7BD184C3" w14:textId="77777777" w:rsidTr="003F31D0">
        <w:trPr>
          <w:trHeight w:val="227"/>
        </w:trPr>
        <w:tc>
          <w:tcPr>
            <w:tcW w:w="3667" w:type="pct"/>
            <w:shd w:val="clear" w:color="auto" w:fill="DEEAF6" w:themeFill="accent1" w:themeFillTint="33"/>
            <w:vAlign w:val="center"/>
          </w:tcPr>
          <w:p w14:paraId="0FF5422C" w14:textId="160F9972" w:rsidR="00122695" w:rsidRPr="005143B3" w:rsidRDefault="00122695" w:rsidP="00122695">
            <w:pPr>
              <w:pStyle w:val="Bezproreda"/>
              <w:rPr>
                <w:b/>
                <w:bCs/>
              </w:rPr>
            </w:pPr>
            <w:r w:rsidRPr="005143B3">
              <w:rPr>
                <w:b/>
                <w:bCs/>
              </w:rPr>
              <w:t>A1 radovi objavljeni u časopisima</w:t>
            </w:r>
          </w:p>
        </w:tc>
        <w:tc>
          <w:tcPr>
            <w:tcW w:w="710" w:type="pct"/>
            <w:shd w:val="clear" w:color="auto" w:fill="DEEAF6" w:themeFill="accent1" w:themeFillTint="33"/>
            <w:vAlign w:val="center"/>
          </w:tcPr>
          <w:p w14:paraId="4EF8545F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shd w:val="clear" w:color="auto" w:fill="DEEAF6" w:themeFill="accent1" w:themeFillTint="33"/>
            <w:vAlign w:val="center"/>
          </w:tcPr>
          <w:p w14:paraId="27C997CE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54377965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2FDF1F42" w14:textId="6F7E5B31" w:rsidR="00122695" w:rsidRDefault="00122695" w:rsidP="00122695">
            <w:pPr>
              <w:pStyle w:val="Bezproreda"/>
            </w:pPr>
            <w:r w:rsidRPr="00F1437E">
              <w:t xml:space="preserve">A1 radovi – samostalno </w:t>
            </w:r>
          </w:p>
        </w:tc>
        <w:tc>
          <w:tcPr>
            <w:tcW w:w="710" w:type="pct"/>
            <w:vAlign w:val="center"/>
          </w:tcPr>
          <w:p w14:paraId="1DBEE88B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3FEBCD80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76789A8E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6F3905FC" w14:textId="5D7D4A27" w:rsidR="00122695" w:rsidRDefault="00122695" w:rsidP="00122695">
            <w:pPr>
              <w:pStyle w:val="Bezproreda"/>
            </w:pPr>
            <w:r w:rsidRPr="00F1437E">
              <w:t>A1 radovi – 2 i 3 koautora</w:t>
            </w:r>
          </w:p>
        </w:tc>
        <w:tc>
          <w:tcPr>
            <w:tcW w:w="710" w:type="pct"/>
            <w:vAlign w:val="center"/>
          </w:tcPr>
          <w:p w14:paraId="79A77CC5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296A84E2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5FDC811F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4F704BC6" w14:textId="2A92B4FA" w:rsidR="00122695" w:rsidRDefault="00122695" w:rsidP="00122695">
            <w:pPr>
              <w:pStyle w:val="Bezproreda"/>
            </w:pPr>
            <w:r w:rsidRPr="00F1437E">
              <w:t>A1 radovi – 4 i 5 koautora</w:t>
            </w:r>
          </w:p>
        </w:tc>
        <w:tc>
          <w:tcPr>
            <w:tcW w:w="710" w:type="pct"/>
            <w:vAlign w:val="center"/>
          </w:tcPr>
          <w:p w14:paraId="2217DD0C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0887E157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4CA18187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29527D25" w14:textId="5935A97E" w:rsidR="00122695" w:rsidRDefault="00122695" w:rsidP="00122695">
            <w:pPr>
              <w:pStyle w:val="Bezproreda"/>
            </w:pPr>
            <w:r w:rsidRPr="00F1437E">
              <w:t>A1 radovi – 6 koautora</w:t>
            </w:r>
          </w:p>
        </w:tc>
        <w:tc>
          <w:tcPr>
            <w:tcW w:w="710" w:type="pct"/>
            <w:vAlign w:val="center"/>
          </w:tcPr>
          <w:p w14:paraId="5C97CA15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46307912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2D218480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6AF2F7A6" w14:textId="7AB43C55" w:rsidR="00122695" w:rsidRDefault="00122695" w:rsidP="00122695">
            <w:pPr>
              <w:pStyle w:val="Bezproreda"/>
            </w:pPr>
            <w:r w:rsidRPr="00F1437E">
              <w:t>A1 radovi – 7 koautora</w:t>
            </w:r>
          </w:p>
        </w:tc>
        <w:tc>
          <w:tcPr>
            <w:tcW w:w="710" w:type="pct"/>
            <w:vAlign w:val="center"/>
          </w:tcPr>
          <w:p w14:paraId="061392D2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37F42AFA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17A008EF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79E4E781" w14:textId="6F7B88DB" w:rsidR="00122695" w:rsidRDefault="00122695" w:rsidP="00122695">
            <w:pPr>
              <w:pStyle w:val="Bezproreda"/>
            </w:pPr>
            <w:r w:rsidRPr="00F1437E">
              <w:t>A1 radovi – 8 koautora</w:t>
            </w:r>
          </w:p>
        </w:tc>
        <w:tc>
          <w:tcPr>
            <w:tcW w:w="710" w:type="pct"/>
            <w:vAlign w:val="center"/>
          </w:tcPr>
          <w:p w14:paraId="5D924B3A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505CEA94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1B11F0EC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71837224" w14:textId="713E1CB0" w:rsidR="00122695" w:rsidRDefault="00122695" w:rsidP="00122695">
            <w:pPr>
              <w:pStyle w:val="Bezproreda"/>
            </w:pPr>
            <w:r w:rsidRPr="00F1437E">
              <w:t>A1 radovi – 9 koautora</w:t>
            </w:r>
          </w:p>
        </w:tc>
        <w:tc>
          <w:tcPr>
            <w:tcW w:w="710" w:type="pct"/>
            <w:vAlign w:val="center"/>
          </w:tcPr>
          <w:p w14:paraId="5ABECD8E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64E0B1CD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126A82BA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1A545358" w14:textId="76DF71C3" w:rsidR="00122695" w:rsidRDefault="00122695" w:rsidP="00122695">
            <w:pPr>
              <w:pStyle w:val="Bezproreda"/>
            </w:pPr>
            <w:r w:rsidRPr="00F1437E">
              <w:t>A1 radovi – 10 koautora</w:t>
            </w:r>
          </w:p>
        </w:tc>
        <w:tc>
          <w:tcPr>
            <w:tcW w:w="710" w:type="pct"/>
            <w:vAlign w:val="center"/>
          </w:tcPr>
          <w:p w14:paraId="300E26FE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29FAB7D0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603F4340" w14:textId="77777777" w:rsidTr="003F31D0">
        <w:trPr>
          <w:trHeight w:val="227"/>
        </w:trPr>
        <w:tc>
          <w:tcPr>
            <w:tcW w:w="3667" w:type="pct"/>
            <w:shd w:val="clear" w:color="auto" w:fill="DEEAF6" w:themeFill="accent1" w:themeFillTint="33"/>
            <w:vAlign w:val="center"/>
          </w:tcPr>
          <w:p w14:paraId="38CAA83A" w14:textId="751C4058" w:rsidR="00122695" w:rsidRPr="005143B3" w:rsidRDefault="00122695" w:rsidP="00122695">
            <w:pPr>
              <w:pStyle w:val="Bezproreda"/>
              <w:rPr>
                <w:b/>
                <w:bCs/>
              </w:rPr>
            </w:pPr>
            <w:r w:rsidRPr="005143B3">
              <w:rPr>
                <w:b/>
                <w:bCs/>
              </w:rPr>
              <w:t xml:space="preserve">A1 radovi objavljeni u zbornicima </w:t>
            </w:r>
          </w:p>
        </w:tc>
        <w:tc>
          <w:tcPr>
            <w:tcW w:w="710" w:type="pct"/>
            <w:shd w:val="clear" w:color="auto" w:fill="DEEAF6" w:themeFill="accent1" w:themeFillTint="33"/>
            <w:vAlign w:val="center"/>
          </w:tcPr>
          <w:p w14:paraId="51A4929C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shd w:val="clear" w:color="auto" w:fill="DEEAF6" w:themeFill="accent1" w:themeFillTint="33"/>
            <w:vAlign w:val="center"/>
          </w:tcPr>
          <w:p w14:paraId="319946D6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6EFF9040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7603E156" w14:textId="57DD6F92" w:rsidR="00122695" w:rsidRDefault="00122695" w:rsidP="00122695">
            <w:pPr>
              <w:pStyle w:val="Bezproreda"/>
            </w:pPr>
            <w:r w:rsidRPr="00F1437E">
              <w:t xml:space="preserve">A1 radovi – samostalno </w:t>
            </w:r>
          </w:p>
        </w:tc>
        <w:tc>
          <w:tcPr>
            <w:tcW w:w="710" w:type="pct"/>
            <w:vAlign w:val="center"/>
          </w:tcPr>
          <w:p w14:paraId="0DE8A073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30600729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73CE002C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5D4DD7B7" w14:textId="650E1AC4" w:rsidR="00122695" w:rsidRDefault="00122695" w:rsidP="00122695">
            <w:pPr>
              <w:pStyle w:val="Bezproreda"/>
            </w:pPr>
            <w:r w:rsidRPr="00F1437E">
              <w:t>A1 radovi – 2 i 3 koautora</w:t>
            </w:r>
          </w:p>
        </w:tc>
        <w:tc>
          <w:tcPr>
            <w:tcW w:w="710" w:type="pct"/>
            <w:vAlign w:val="center"/>
          </w:tcPr>
          <w:p w14:paraId="0E597A0D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19ABEDC9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1E86B002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40E9951D" w14:textId="6925AC2A" w:rsidR="00122695" w:rsidRDefault="00122695" w:rsidP="00122695">
            <w:pPr>
              <w:pStyle w:val="Bezproreda"/>
            </w:pPr>
            <w:r w:rsidRPr="00F1437E">
              <w:t>A1 radovi – 4 i 5 koautora</w:t>
            </w:r>
          </w:p>
        </w:tc>
        <w:tc>
          <w:tcPr>
            <w:tcW w:w="710" w:type="pct"/>
            <w:vAlign w:val="center"/>
          </w:tcPr>
          <w:p w14:paraId="5C0A608F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152744CA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7BB747CD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301B002A" w14:textId="654AB4BA" w:rsidR="00122695" w:rsidRDefault="00122695" w:rsidP="00122695">
            <w:pPr>
              <w:pStyle w:val="Bezproreda"/>
            </w:pPr>
            <w:r w:rsidRPr="00F1437E">
              <w:t>A1 radovi – 6 koautora</w:t>
            </w:r>
          </w:p>
        </w:tc>
        <w:tc>
          <w:tcPr>
            <w:tcW w:w="710" w:type="pct"/>
            <w:vAlign w:val="center"/>
          </w:tcPr>
          <w:p w14:paraId="16E21105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79B3A469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6FE38862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414A86D2" w14:textId="7E042BDE" w:rsidR="00122695" w:rsidRDefault="00122695" w:rsidP="00122695">
            <w:pPr>
              <w:pStyle w:val="Bezproreda"/>
            </w:pPr>
            <w:r w:rsidRPr="00F1437E">
              <w:t>A1 radovi – 7 koautora</w:t>
            </w:r>
          </w:p>
        </w:tc>
        <w:tc>
          <w:tcPr>
            <w:tcW w:w="710" w:type="pct"/>
            <w:vAlign w:val="center"/>
          </w:tcPr>
          <w:p w14:paraId="63231029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532FE7FC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5BFD7057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6763504D" w14:textId="0113DDDC" w:rsidR="00122695" w:rsidRDefault="00122695" w:rsidP="00122695">
            <w:pPr>
              <w:pStyle w:val="Bezproreda"/>
            </w:pPr>
            <w:r w:rsidRPr="00F1437E">
              <w:t>A1 radovi – 8 koautora</w:t>
            </w:r>
          </w:p>
        </w:tc>
        <w:tc>
          <w:tcPr>
            <w:tcW w:w="710" w:type="pct"/>
            <w:vAlign w:val="center"/>
          </w:tcPr>
          <w:p w14:paraId="680C8D0F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448C78A7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64844B9C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24CB92FF" w14:textId="7232FE49" w:rsidR="00122695" w:rsidRDefault="00122695" w:rsidP="00122695">
            <w:pPr>
              <w:pStyle w:val="Bezproreda"/>
            </w:pPr>
            <w:r w:rsidRPr="00F1437E">
              <w:t>A1 radovi – 9 koautora</w:t>
            </w:r>
          </w:p>
        </w:tc>
        <w:tc>
          <w:tcPr>
            <w:tcW w:w="710" w:type="pct"/>
            <w:vAlign w:val="center"/>
          </w:tcPr>
          <w:p w14:paraId="30D30EDD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2BEE000A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122695" w14:paraId="69C56637" w14:textId="77777777" w:rsidTr="003F31D0">
        <w:trPr>
          <w:trHeight w:val="227"/>
        </w:trPr>
        <w:tc>
          <w:tcPr>
            <w:tcW w:w="3667" w:type="pct"/>
            <w:vAlign w:val="center"/>
          </w:tcPr>
          <w:p w14:paraId="4255808E" w14:textId="29522DA9" w:rsidR="00122695" w:rsidRDefault="00122695" w:rsidP="00122695">
            <w:pPr>
              <w:pStyle w:val="Bezproreda"/>
            </w:pPr>
            <w:r w:rsidRPr="00F1437E">
              <w:t>A1 radovi – 10 koautora</w:t>
            </w:r>
          </w:p>
        </w:tc>
        <w:tc>
          <w:tcPr>
            <w:tcW w:w="710" w:type="pct"/>
            <w:vAlign w:val="center"/>
          </w:tcPr>
          <w:p w14:paraId="65319C1A" w14:textId="77777777" w:rsidR="00122695" w:rsidRDefault="00122695" w:rsidP="005143B3">
            <w:pPr>
              <w:pStyle w:val="Bezproreda"/>
              <w:jc w:val="center"/>
            </w:pPr>
          </w:p>
        </w:tc>
        <w:tc>
          <w:tcPr>
            <w:tcW w:w="623" w:type="pct"/>
            <w:vAlign w:val="center"/>
          </w:tcPr>
          <w:p w14:paraId="3B3E8D74" w14:textId="77777777" w:rsidR="00122695" w:rsidRDefault="00122695" w:rsidP="005143B3">
            <w:pPr>
              <w:pStyle w:val="Bezproreda"/>
              <w:jc w:val="center"/>
            </w:pPr>
          </w:p>
        </w:tc>
      </w:tr>
      <w:tr w:rsidR="005143B3" w14:paraId="77B410FF" w14:textId="77777777" w:rsidTr="003F31D0">
        <w:trPr>
          <w:trHeight w:val="227"/>
        </w:trPr>
        <w:tc>
          <w:tcPr>
            <w:tcW w:w="4377" w:type="pct"/>
            <w:gridSpan w:val="2"/>
            <w:shd w:val="clear" w:color="auto" w:fill="DEEAF6" w:themeFill="accent1" w:themeFillTint="33"/>
            <w:vAlign w:val="center"/>
          </w:tcPr>
          <w:p w14:paraId="7B50387C" w14:textId="6F086420" w:rsidR="005143B3" w:rsidRDefault="005143B3" w:rsidP="005143B3">
            <w:pPr>
              <w:pStyle w:val="Bezproreda"/>
              <w:jc w:val="right"/>
            </w:pPr>
            <w:r w:rsidRPr="005143B3">
              <w:rPr>
                <w:b/>
                <w:bCs/>
              </w:rPr>
              <w:t>UKUPNO BODOVA IZ A1</w:t>
            </w:r>
          </w:p>
        </w:tc>
        <w:tc>
          <w:tcPr>
            <w:tcW w:w="623" w:type="pct"/>
            <w:vAlign w:val="center"/>
          </w:tcPr>
          <w:p w14:paraId="4F93E48F" w14:textId="77777777" w:rsidR="005143B3" w:rsidRDefault="005143B3" w:rsidP="005143B3">
            <w:pPr>
              <w:pStyle w:val="Bezproreda"/>
              <w:jc w:val="center"/>
            </w:pPr>
          </w:p>
        </w:tc>
      </w:tr>
    </w:tbl>
    <w:p w14:paraId="3C2A42F6" w14:textId="77777777" w:rsidR="00122695" w:rsidRDefault="00122695" w:rsidP="00842C7B">
      <w:pPr>
        <w:pStyle w:val="Bezproreda"/>
      </w:pPr>
    </w:p>
    <w:p w14:paraId="6CC7A322" w14:textId="77777777" w:rsidR="00842C7B" w:rsidRDefault="00842C7B" w:rsidP="00842C7B">
      <w:pPr>
        <w:pStyle w:val="Bezproreda"/>
      </w:pPr>
    </w:p>
    <w:p w14:paraId="5BA9D794" w14:textId="77777777" w:rsidR="00842C7B" w:rsidRDefault="00842C7B" w:rsidP="00842C7B">
      <w:pPr>
        <w:pStyle w:val="Bezproreda"/>
      </w:pPr>
    </w:p>
    <w:bookmarkEnd w:id="5"/>
    <w:p w14:paraId="72BF5AA7" w14:textId="77777777" w:rsidR="00842C7B" w:rsidRDefault="00842C7B" w:rsidP="00842C7B">
      <w:pPr>
        <w:pStyle w:val="Bezproreda"/>
      </w:pPr>
    </w:p>
    <w:p w14:paraId="6EAC8A4A" w14:textId="1E52A9C0" w:rsidR="00AC7249" w:rsidRDefault="00AC7249">
      <w:pPr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</w:rPr>
        <w:br w:type="page"/>
      </w:r>
    </w:p>
    <w:p w14:paraId="5A3DB514" w14:textId="5EB2781F" w:rsidR="007764B6" w:rsidRPr="000740B4" w:rsidRDefault="00A15AE6" w:rsidP="000740B4">
      <w:pPr>
        <w:pStyle w:val="Bezproreda"/>
        <w:shd w:val="clear" w:color="auto" w:fill="DEEAF6" w:themeFill="accent1" w:themeFillTint="33"/>
        <w:jc w:val="both"/>
        <w:rPr>
          <w:b/>
          <w:bCs/>
          <w:sz w:val="24"/>
          <w:szCs w:val="24"/>
        </w:rPr>
      </w:pPr>
      <w:r w:rsidRPr="000740B4">
        <w:rPr>
          <w:b/>
          <w:bCs/>
          <w:sz w:val="24"/>
          <w:szCs w:val="24"/>
        </w:rPr>
        <w:lastRenderedPageBreak/>
        <w:t xml:space="preserve">5. </w:t>
      </w:r>
      <w:r w:rsidR="00D42A7A" w:rsidRPr="000740B4">
        <w:rPr>
          <w:b/>
          <w:bCs/>
          <w:sz w:val="24"/>
          <w:szCs w:val="24"/>
        </w:rPr>
        <w:t>A2 radovi</w:t>
      </w:r>
      <w:r w:rsidR="009B3C2C" w:rsidRPr="000740B4">
        <w:rPr>
          <w:b/>
          <w:bCs/>
          <w:sz w:val="24"/>
          <w:szCs w:val="24"/>
        </w:rPr>
        <w:t xml:space="preserve"> </w:t>
      </w:r>
      <w:r w:rsidR="008E0E48" w:rsidRPr="000740B4">
        <w:rPr>
          <w:b/>
          <w:bCs/>
          <w:sz w:val="24"/>
          <w:szCs w:val="24"/>
        </w:rPr>
        <w:t xml:space="preserve">relevantni za izbor u znanstveno zvanje </w:t>
      </w:r>
      <w:r w:rsidRPr="000740B4">
        <w:rPr>
          <w:b/>
          <w:bCs/>
          <w:color w:val="FF0000"/>
          <w:sz w:val="24"/>
          <w:szCs w:val="24"/>
        </w:rPr>
        <w:t>XXXXXX</w:t>
      </w:r>
    </w:p>
    <w:p w14:paraId="0C589DB4" w14:textId="77777777" w:rsidR="006222A6" w:rsidRPr="00A15AE6" w:rsidRDefault="006222A6" w:rsidP="00A15AE6">
      <w:pPr>
        <w:pStyle w:val="Bezproreda"/>
        <w:jc w:val="both"/>
        <w:rPr>
          <w:b/>
          <w:bCs/>
        </w:rPr>
      </w:pPr>
    </w:p>
    <w:p w14:paraId="32DD5FDD" w14:textId="54503DEA" w:rsidR="007764B6" w:rsidRDefault="00A15AE6" w:rsidP="00A15AE6">
      <w:pPr>
        <w:pStyle w:val="Bezproreda"/>
        <w:jc w:val="both"/>
        <w:rPr>
          <w:b/>
          <w:bCs/>
        </w:rPr>
      </w:pPr>
      <w:r>
        <w:rPr>
          <w:b/>
          <w:bCs/>
        </w:rPr>
        <w:t xml:space="preserve">5.1. </w:t>
      </w:r>
      <w:r w:rsidR="007764B6" w:rsidRPr="00A15AE6">
        <w:rPr>
          <w:b/>
          <w:bCs/>
        </w:rPr>
        <w:t>Znanstvena knjiga koja se vrednuje kao A2 radovi</w:t>
      </w:r>
      <w:r w:rsidR="00CB7697">
        <w:rPr>
          <w:rStyle w:val="Referencafusnote"/>
          <w:b/>
          <w:bCs/>
        </w:rPr>
        <w:footnoteReference w:id="14"/>
      </w:r>
      <w:r w:rsidR="00005DC9" w:rsidRPr="00A15AE6">
        <w:rPr>
          <w:b/>
          <w:bCs/>
        </w:rPr>
        <w:t xml:space="preserve"> </w:t>
      </w:r>
    </w:p>
    <w:p w14:paraId="5B37BCC5" w14:textId="77777777" w:rsidR="004D7FA8" w:rsidRPr="00A15AE6" w:rsidRDefault="004D7FA8" w:rsidP="00A15AE6">
      <w:pPr>
        <w:pStyle w:val="Bezproreda"/>
        <w:jc w:val="both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7665"/>
      </w:tblGrid>
      <w:tr w:rsidR="003232F0" w:rsidRPr="00DB418D" w14:paraId="059B0C73" w14:textId="77777777" w:rsidTr="00A15AE6">
        <w:tc>
          <w:tcPr>
            <w:tcW w:w="771" w:type="pct"/>
            <w:shd w:val="clear" w:color="auto" w:fill="DEEAF6" w:themeFill="accent1" w:themeFillTint="33"/>
            <w:vAlign w:val="center"/>
          </w:tcPr>
          <w:p w14:paraId="71B35D73" w14:textId="77777777" w:rsidR="003232F0" w:rsidRPr="00A15AE6" w:rsidRDefault="003232F0" w:rsidP="00A15AE6">
            <w:pPr>
              <w:pStyle w:val="Bezproreda"/>
              <w:rPr>
                <w:b/>
                <w:bCs/>
              </w:rPr>
            </w:pPr>
            <w:r w:rsidRPr="00A15AE6">
              <w:rPr>
                <w:b/>
                <w:bCs/>
              </w:rPr>
              <w:t>Redni broj:</w:t>
            </w:r>
          </w:p>
        </w:tc>
        <w:tc>
          <w:tcPr>
            <w:tcW w:w="4229" w:type="pct"/>
            <w:shd w:val="clear" w:color="auto" w:fill="FFFFFF" w:themeFill="background1"/>
            <w:vAlign w:val="center"/>
          </w:tcPr>
          <w:p w14:paraId="0914FF83" w14:textId="5A43D1B8" w:rsidR="003232F0" w:rsidRPr="00DB418D" w:rsidRDefault="003232F0" w:rsidP="00A15AE6">
            <w:pPr>
              <w:pStyle w:val="Bezproreda"/>
            </w:pPr>
          </w:p>
        </w:tc>
      </w:tr>
      <w:tr w:rsidR="003232F0" w:rsidRPr="00DB418D" w14:paraId="3A25617C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83952AC" w14:textId="48C43D32" w:rsidR="003232F0" w:rsidRPr="00A15AE6" w:rsidRDefault="003232F0" w:rsidP="00A15AE6">
            <w:pPr>
              <w:pStyle w:val="Bezproreda"/>
              <w:rPr>
                <w:b/>
                <w:bCs/>
              </w:rPr>
            </w:pPr>
            <w:r w:rsidRPr="00A15AE6">
              <w:rPr>
                <w:b/>
                <w:bCs/>
              </w:rPr>
              <w:t>Autori</w:t>
            </w:r>
          </w:p>
        </w:tc>
      </w:tr>
      <w:tr w:rsidR="003232F0" w:rsidRPr="00DB418D" w14:paraId="3B2C7FF2" w14:textId="77777777" w:rsidTr="00A15AE6">
        <w:tc>
          <w:tcPr>
            <w:tcW w:w="5000" w:type="pct"/>
            <w:gridSpan w:val="2"/>
            <w:vAlign w:val="center"/>
          </w:tcPr>
          <w:p w14:paraId="47199316" w14:textId="337DDFFA" w:rsidR="003232F0" w:rsidRPr="00DB418D" w:rsidRDefault="003232F0" w:rsidP="00A15AE6">
            <w:pPr>
              <w:pStyle w:val="Bezproreda"/>
            </w:pPr>
          </w:p>
        </w:tc>
      </w:tr>
      <w:tr w:rsidR="007369CC" w:rsidRPr="00DB418D" w14:paraId="54643BEB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5352F4C" w14:textId="3B58D9F4" w:rsidR="007369CC" w:rsidRPr="00A15AE6" w:rsidRDefault="007369CC" w:rsidP="007369CC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Cjelovit</w:t>
            </w:r>
            <w:r>
              <w:rPr>
                <w:b/>
                <w:bCs/>
              </w:rPr>
              <w:t>a referenca knjige (naslov, godina izdavanja, izdavač, grad)</w:t>
            </w:r>
          </w:p>
        </w:tc>
      </w:tr>
      <w:tr w:rsidR="003232F0" w:rsidRPr="00DB418D" w14:paraId="656C4820" w14:textId="77777777" w:rsidTr="00A15AE6">
        <w:tc>
          <w:tcPr>
            <w:tcW w:w="5000" w:type="pct"/>
            <w:gridSpan w:val="2"/>
            <w:vAlign w:val="center"/>
          </w:tcPr>
          <w:p w14:paraId="245B80E3" w14:textId="6B8554C4" w:rsidR="003232F0" w:rsidRPr="00DB418D" w:rsidRDefault="003232F0" w:rsidP="00A15AE6">
            <w:pPr>
              <w:pStyle w:val="Bezproreda"/>
            </w:pPr>
          </w:p>
        </w:tc>
      </w:tr>
      <w:tr w:rsidR="003232F0" w:rsidRPr="00DB418D" w14:paraId="768F7024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08B72EEA" w14:textId="0DD7D5DF" w:rsidR="003232F0" w:rsidRPr="00A15AE6" w:rsidRDefault="003232F0" w:rsidP="00A15AE6">
            <w:pPr>
              <w:pStyle w:val="Bezproreda"/>
              <w:rPr>
                <w:b/>
                <w:bCs/>
              </w:rPr>
            </w:pPr>
            <w:r w:rsidRPr="00A15AE6">
              <w:rPr>
                <w:b/>
                <w:bCs/>
              </w:rPr>
              <w:t>Recenzenti</w:t>
            </w:r>
            <w:r w:rsidR="007369CC">
              <w:rPr>
                <w:b/>
                <w:bCs/>
              </w:rPr>
              <w:t xml:space="preserve"> knjige</w:t>
            </w:r>
          </w:p>
        </w:tc>
      </w:tr>
      <w:tr w:rsidR="003232F0" w:rsidRPr="00DB418D" w14:paraId="36782F53" w14:textId="77777777" w:rsidTr="00A15AE6">
        <w:tc>
          <w:tcPr>
            <w:tcW w:w="5000" w:type="pct"/>
            <w:gridSpan w:val="2"/>
            <w:vAlign w:val="center"/>
          </w:tcPr>
          <w:p w14:paraId="77CE0A90" w14:textId="7AF2BC21" w:rsidR="003232F0" w:rsidRDefault="003232F0" w:rsidP="00A15AE6">
            <w:pPr>
              <w:pStyle w:val="Bezproreda"/>
            </w:pPr>
          </w:p>
        </w:tc>
      </w:tr>
      <w:tr w:rsidR="003232F0" w:rsidRPr="00DB418D" w14:paraId="408DF8E2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BBC441E" w14:textId="77777777" w:rsidR="003232F0" w:rsidRPr="00A15AE6" w:rsidRDefault="003232F0" w:rsidP="00A15AE6">
            <w:pPr>
              <w:pStyle w:val="Bezproreda"/>
              <w:rPr>
                <w:b/>
                <w:bCs/>
              </w:rPr>
            </w:pPr>
            <w:r w:rsidRPr="00A15AE6">
              <w:rPr>
                <w:b/>
                <w:bCs/>
              </w:rPr>
              <w:t>ISBN/ISSN</w:t>
            </w:r>
          </w:p>
        </w:tc>
      </w:tr>
      <w:tr w:rsidR="003232F0" w:rsidRPr="00DB418D" w14:paraId="6FE3793D" w14:textId="77777777" w:rsidTr="00A15AE6">
        <w:tc>
          <w:tcPr>
            <w:tcW w:w="5000" w:type="pct"/>
            <w:gridSpan w:val="2"/>
            <w:vAlign w:val="center"/>
          </w:tcPr>
          <w:p w14:paraId="2191C29B" w14:textId="6590886C" w:rsidR="003232F0" w:rsidRPr="00DB418D" w:rsidRDefault="003232F0" w:rsidP="00A15AE6">
            <w:pPr>
              <w:pStyle w:val="Bezproreda"/>
            </w:pPr>
          </w:p>
        </w:tc>
      </w:tr>
      <w:tr w:rsidR="007369CC" w:rsidRPr="00DB418D" w14:paraId="25D629A5" w14:textId="77777777" w:rsidTr="007369CC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D0DCF4A" w14:textId="532C47D0" w:rsidR="007369CC" w:rsidRPr="00A15AE6" w:rsidRDefault="007369CC" w:rsidP="007369C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 xml:space="preserve">Ako izdavač nije sveučilište ili fakultet, obrazložiti </w:t>
            </w:r>
            <w:r w:rsidRPr="00A15AE6">
              <w:rPr>
                <w:b/>
                <w:bCs/>
              </w:rPr>
              <w:t>ugled izdavača</w:t>
            </w:r>
            <w:r>
              <w:rPr>
                <w:b/>
                <w:bCs/>
              </w:rPr>
              <w:t xml:space="preserve"> </w:t>
            </w:r>
            <w:r w:rsidRPr="00924876">
              <w:rPr>
                <w:b/>
                <w:bCs/>
                <w:sz w:val="16"/>
                <w:szCs w:val="16"/>
              </w:rPr>
              <w:t>(čl. 17. st. 8. Pravilnika)</w:t>
            </w:r>
          </w:p>
        </w:tc>
      </w:tr>
      <w:tr w:rsidR="007369CC" w:rsidRPr="00DB418D" w14:paraId="014C363C" w14:textId="77777777" w:rsidTr="007369CC">
        <w:tc>
          <w:tcPr>
            <w:tcW w:w="5000" w:type="pct"/>
            <w:gridSpan w:val="2"/>
            <w:vAlign w:val="center"/>
          </w:tcPr>
          <w:p w14:paraId="6F17DB7D" w14:textId="77777777" w:rsidR="007369CC" w:rsidRPr="00DB418D" w:rsidRDefault="007369CC" w:rsidP="00A15AE6">
            <w:pPr>
              <w:pStyle w:val="Bezproreda"/>
            </w:pPr>
          </w:p>
        </w:tc>
      </w:tr>
      <w:tr w:rsidR="003232F0" w:rsidRPr="00DB418D" w14:paraId="3F2668C1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3C95DF5" w14:textId="3ED1D05B" w:rsidR="003232F0" w:rsidRPr="00A15AE6" w:rsidRDefault="003232F0" w:rsidP="00A15AE6">
            <w:pPr>
              <w:pStyle w:val="Bezproreda"/>
              <w:rPr>
                <w:b/>
                <w:bCs/>
              </w:rPr>
            </w:pPr>
            <w:r w:rsidRPr="00A15AE6">
              <w:rPr>
                <w:b/>
                <w:bCs/>
              </w:rPr>
              <w:t>Sažetak</w:t>
            </w:r>
            <w:r w:rsidR="00A15AE6" w:rsidRPr="00A15AE6">
              <w:rPr>
                <w:b/>
                <w:bCs/>
              </w:rPr>
              <w:t xml:space="preserve"> knjige na hrvatskom jeziku</w:t>
            </w:r>
          </w:p>
        </w:tc>
      </w:tr>
      <w:tr w:rsidR="003232F0" w:rsidRPr="00DB418D" w14:paraId="35E1ABEC" w14:textId="77777777" w:rsidTr="00A15AE6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3F8D96DE" w14:textId="66679329" w:rsidR="003232F0" w:rsidRPr="00DB418D" w:rsidRDefault="003232F0" w:rsidP="00A15AE6">
            <w:pPr>
              <w:pStyle w:val="Bezproreda"/>
              <w:rPr>
                <w:iCs/>
                <w:color w:val="231F20"/>
              </w:rPr>
            </w:pPr>
          </w:p>
        </w:tc>
      </w:tr>
      <w:tr w:rsidR="003232F0" w:rsidRPr="00DB418D" w14:paraId="236CE97F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D8D5E71" w14:textId="218D9F0B" w:rsidR="003232F0" w:rsidRPr="00A15AE6" w:rsidRDefault="003232F0" w:rsidP="00A15AE6">
            <w:pPr>
              <w:pStyle w:val="Bezproreda"/>
              <w:rPr>
                <w:b/>
                <w:bCs/>
              </w:rPr>
            </w:pPr>
            <w:r w:rsidRPr="00A15AE6">
              <w:rPr>
                <w:b/>
                <w:bCs/>
              </w:rPr>
              <w:t xml:space="preserve">Znanstveni doprinos </w:t>
            </w:r>
            <w:r w:rsidR="007369CC">
              <w:rPr>
                <w:b/>
                <w:bCs/>
              </w:rPr>
              <w:t>knjige</w:t>
            </w:r>
          </w:p>
        </w:tc>
      </w:tr>
      <w:tr w:rsidR="003232F0" w:rsidRPr="00DB418D" w14:paraId="3F08A9C3" w14:textId="77777777" w:rsidTr="00A15AE6">
        <w:tc>
          <w:tcPr>
            <w:tcW w:w="5000" w:type="pct"/>
            <w:gridSpan w:val="2"/>
            <w:vAlign w:val="center"/>
          </w:tcPr>
          <w:p w14:paraId="24467BD0" w14:textId="35441333" w:rsidR="003232F0" w:rsidRPr="00DB418D" w:rsidRDefault="003232F0" w:rsidP="00A15AE6">
            <w:pPr>
              <w:pStyle w:val="Bezproreda"/>
            </w:pPr>
          </w:p>
        </w:tc>
      </w:tr>
      <w:tr w:rsidR="00A15AE6" w:rsidRPr="00DB418D" w14:paraId="31A48046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A657774" w14:textId="70438779" w:rsidR="00A15AE6" w:rsidRPr="00112876" w:rsidRDefault="00A15AE6" w:rsidP="00A15AE6">
            <w:pPr>
              <w:pStyle w:val="Bezproreda"/>
            </w:pPr>
            <w:r w:rsidRPr="00112876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3232F0" w:rsidRPr="00DB418D" w14:paraId="522D9164" w14:textId="77777777" w:rsidTr="00A15AE6">
        <w:tc>
          <w:tcPr>
            <w:tcW w:w="5000" w:type="pct"/>
            <w:gridSpan w:val="2"/>
            <w:vAlign w:val="center"/>
          </w:tcPr>
          <w:p w14:paraId="0ED9BCD3" w14:textId="6E5CF87B" w:rsidR="003232F0" w:rsidRPr="00DB418D" w:rsidRDefault="003232F0" w:rsidP="00A15AE6">
            <w:pPr>
              <w:pStyle w:val="Bezproreda"/>
            </w:pPr>
          </w:p>
        </w:tc>
      </w:tr>
      <w:tr w:rsidR="003232F0" w:rsidRPr="00DB418D" w14:paraId="6E40C05E" w14:textId="77777777" w:rsidTr="00A15AE6">
        <w:trPr>
          <w:trHeight w:val="349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92F7FA5" w14:textId="0FABACA2" w:rsidR="003232F0" w:rsidRPr="00CB7697" w:rsidRDefault="003232F0" w:rsidP="00A15AE6">
            <w:pPr>
              <w:pStyle w:val="Bezproreda"/>
              <w:rPr>
                <w:b/>
                <w:bCs/>
              </w:rPr>
            </w:pPr>
            <w:r w:rsidRPr="00CB7697">
              <w:rPr>
                <w:b/>
                <w:bCs/>
              </w:rPr>
              <w:t xml:space="preserve">Bodovi </w:t>
            </w:r>
            <w:r w:rsidRPr="00CB7697">
              <w:rPr>
                <w:rStyle w:val="Referencafusnote"/>
                <w:b/>
                <w:bCs/>
              </w:rPr>
              <w:footnoteReference w:id="15"/>
            </w:r>
            <w:r w:rsidR="00A15AE6" w:rsidRPr="00CB7697">
              <w:rPr>
                <w:b/>
                <w:bCs/>
              </w:rPr>
              <w:t xml:space="preserve"> (primjerice, 2</w:t>
            </w:r>
            <w:r w:rsidR="00CB7697" w:rsidRPr="00CB7697">
              <w:rPr>
                <w:b/>
                <w:bCs/>
              </w:rPr>
              <w:t>,</w:t>
            </w:r>
            <w:r w:rsidR="00A15AE6" w:rsidRPr="00CB7697">
              <w:rPr>
                <w:b/>
                <w:bCs/>
              </w:rPr>
              <w:t>25 bodova, 1</w:t>
            </w:r>
            <w:r w:rsidR="00CB7697" w:rsidRPr="00CB7697">
              <w:rPr>
                <w:b/>
                <w:bCs/>
              </w:rPr>
              <w:t>,</w:t>
            </w:r>
            <w:r w:rsidR="00A15AE6" w:rsidRPr="00CB7697">
              <w:rPr>
                <w:b/>
                <w:bCs/>
              </w:rPr>
              <w:t>125 bodova, itd</w:t>
            </w:r>
            <w:r w:rsidR="00F6301D">
              <w:rPr>
                <w:b/>
                <w:bCs/>
              </w:rPr>
              <w:t>.</w:t>
            </w:r>
            <w:r w:rsidR="00A15AE6" w:rsidRPr="00CB7697">
              <w:rPr>
                <w:b/>
                <w:bCs/>
              </w:rPr>
              <w:t>)</w:t>
            </w:r>
          </w:p>
        </w:tc>
      </w:tr>
      <w:tr w:rsidR="003232F0" w:rsidRPr="00DB418D" w14:paraId="1802AA10" w14:textId="77777777" w:rsidTr="00A15AE6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4520D7C6" w14:textId="6D4BED44" w:rsidR="003232F0" w:rsidRPr="00DB418D" w:rsidRDefault="003232F0" w:rsidP="00A15AE6">
            <w:pPr>
              <w:pStyle w:val="Bezproreda"/>
            </w:pPr>
          </w:p>
        </w:tc>
      </w:tr>
      <w:tr w:rsidR="00D73043" w:rsidRPr="00DB418D" w14:paraId="56AC82FE" w14:textId="77777777" w:rsidTr="00A15AE6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942E734" w14:textId="3FDD170C" w:rsidR="00D73043" w:rsidRPr="00DB418D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3232F0" w:rsidRPr="00DB418D" w14:paraId="72312448" w14:textId="77777777" w:rsidTr="00A15AE6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332A2098" w14:textId="492D8784" w:rsidR="003232F0" w:rsidRPr="00DB418D" w:rsidRDefault="003232F0" w:rsidP="00A15AE6">
            <w:pPr>
              <w:pStyle w:val="Bezproreda"/>
            </w:pPr>
          </w:p>
        </w:tc>
      </w:tr>
    </w:tbl>
    <w:p w14:paraId="54373517" w14:textId="77777777" w:rsidR="00A15AE6" w:rsidRPr="003232F0" w:rsidRDefault="00A15AE6" w:rsidP="00A15AE6">
      <w:pPr>
        <w:pStyle w:val="Bezproreda"/>
      </w:pPr>
    </w:p>
    <w:p w14:paraId="411DB1DE" w14:textId="77777777" w:rsidR="003232F0" w:rsidRDefault="003232F0" w:rsidP="00A15AE6">
      <w:pPr>
        <w:pStyle w:val="Bezproreda"/>
      </w:pPr>
    </w:p>
    <w:p w14:paraId="2B3D7501" w14:textId="77777777" w:rsidR="007764B6" w:rsidRDefault="007764B6" w:rsidP="007764B6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99AC321" w14:textId="0EFD9422" w:rsidR="007764B6" w:rsidRDefault="004D7FA8" w:rsidP="00924876">
      <w:pPr>
        <w:pStyle w:val="Bezproreda"/>
        <w:jc w:val="both"/>
        <w:rPr>
          <w:b/>
          <w:bCs/>
        </w:rPr>
      </w:pPr>
      <w:r>
        <w:rPr>
          <w:b/>
          <w:bCs/>
        </w:rPr>
        <w:lastRenderedPageBreak/>
        <w:t xml:space="preserve">5.2. </w:t>
      </w:r>
      <w:r w:rsidR="005A1342" w:rsidRPr="00924876">
        <w:rPr>
          <w:b/>
          <w:bCs/>
        </w:rPr>
        <w:t>Poglavlje u znanstvenoj knjizi</w:t>
      </w:r>
      <w:r w:rsidR="005F6841" w:rsidRPr="00924876">
        <w:rPr>
          <w:rStyle w:val="Referencafusnote"/>
          <w:b/>
          <w:bCs/>
        </w:rPr>
        <w:footnoteReference w:id="16"/>
      </w:r>
      <w:r w:rsidR="005A1342" w:rsidRPr="00924876">
        <w:rPr>
          <w:b/>
          <w:bCs/>
        </w:rPr>
        <w:t xml:space="preserve"> koje se vrednuje kao A2 rad</w:t>
      </w:r>
    </w:p>
    <w:p w14:paraId="5DEA2D85" w14:textId="77777777" w:rsidR="00924876" w:rsidRDefault="00924876" w:rsidP="00924876">
      <w:pPr>
        <w:pStyle w:val="Bezproreda"/>
        <w:jc w:val="both"/>
        <w:rPr>
          <w:b/>
          <w:bCs/>
        </w:rPr>
      </w:pPr>
    </w:p>
    <w:p w14:paraId="4157A5C4" w14:textId="77777777" w:rsidR="004D7FA8" w:rsidRPr="00924876" w:rsidRDefault="004D7FA8" w:rsidP="00924876">
      <w:pPr>
        <w:pStyle w:val="Bezproreda"/>
        <w:jc w:val="both"/>
        <w:rPr>
          <w:b/>
          <w:bCs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7665"/>
      </w:tblGrid>
      <w:tr w:rsidR="00541FA0" w:rsidRPr="00DB418D" w14:paraId="36DC54B8" w14:textId="77777777" w:rsidTr="004D7FA8">
        <w:tc>
          <w:tcPr>
            <w:tcW w:w="771" w:type="pct"/>
            <w:shd w:val="clear" w:color="auto" w:fill="DEEAF6" w:themeFill="accent1" w:themeFillTint="33"/>
            <w:vAlign w:val="center"/>
          </w:tcPr>
          <w:p w14:paraId="413CC6CB" w14:textId="77777777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bookmarkStart w:id="6" w:name="_Hlk189026209"/>
            <w:r w:rsidRPr="00924876">
              <w:rPr>
                <w:b/>
                <w:bCs/>
              </w:rPr>
              <w:t>Redni broj:</w:t>
            </w:r>
          </w:p>
        </w:tc>
        <w:tc>
          <w:tcPr>
            <w:tcW w:w="4229" w:type="pct"/>
            <w:shd w:val="clear" w:color="auto" w:fill="FFFFFF" w:themeFill="background1"/>
            <w:vAlign w:val="center"/>
          </w:tcPr>
          <w:p w14:paraId="53A332AF" w14:textId="32CBB1C4" w:rsidR="00541FA0" w:rsidRPr="00DB418D" w:rsidRDefault="00541FA0" w:rsidP="00924876">
            <w:pPr>
              <w:pStyle w:val="Bezproreda"/>
            </w:pPr>
          </w:p>
        </w:tc>
      </w:tr>
      <w:tr w:rsidR="00541FA0" w:rsidRPr="00DB418D" w14:paraId="5DB8AB18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DAAD4F6" w14:textId="0F95EFC2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r w:rsidRPr="00924876">
              <w:rPr>
                <w:b/>
                <w:bCs/>
              </w:rPr>
              <w:t>Autori</w:t>
            </w:r>
          </w:p>
        </w:tc>
      </w:tr>
      <w:tr w:rsidR="00541FA0" w:rsidRPr="00DB418D" w14:paraId="667DBBFE" w14:textId="77777777" w:rsidTr="004D7FA8">
        <w:tc>
          <w:tcPr>
            <w:tcW w:w="5000" w:type="pct"/>
            <w:gridSpan w:val="2"/>
            <w:vAlign w:val="center"/>
          </w:tcPr>
          <w:p w14:paraId="1088ADBC" w14:textId="0E076325" w:rsidR="00541FA0" w:rsidRPr="00DB418D" w:rsidRDefault="00541FA0" w:rsidP="00924876">
            <w:pPr>
              <w:pStyle w:val="Bezproreda"/>
            </w:pPr>
          </w:p>
        </w:tc>
      </w:tr>
      <w:tr w:rsidR="007369CC" w:rsidRPr="00DB418D" w14:paraId="5F8297A2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00A1F00B" w14:textId="6789E2C8" w:rsidR="007369CC" w:rsidRPr="00924876" w:rsidRDefault="007369CC" w:rsidP="007369CC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Naziv djela (poglavlja) pristupnika</w:t>
            </w:r>
            <w:r>
              <w:rPr>
                <w:b/>
                <w:bCs/>
              </w:rPr>
              <w:t>, stranice djela u publikaciji</w:t>
            </w:r>
          </w:p>
        </w:tc>
      </w:tr>
      <w:tr w:rsidR="00541FA0" w:rsidRPr="00DB418D" w14:paraId="0B140AAE" w14:textId="77777777" w:rsidTr="004D7FA8">
        <w:tc>
          <w:tcPr>
            <w:tcW w:w="5000" w:type="pct"/>
            <w:gridSpan w:val="2"/>
            <w:vAlign w:val="center"/>
          </w:tcPr>
          <w:p w14:paraId="30000030" w14:textId="7FFA56D5" w:rsidR="00541FA0" w:rsidRPr="00DB418D" w:rsidRDefault="00541FA0" w:rsidP="00924876">
            <w:pPr>
              <w:pStyle w:val="Bezproreda"/>
            </w:pPr>
          </w:p>
        </w:tc>
      </w:tr>
      <w:tr w:rsidR="007369CC" w:rsidRPr="00DB418D" w14:paraId="2FAA837F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AEA7581" w14:textId="4B1C48D9" w:rsidR="007369CC" w:rsidRPr="00924876" w:rsidRDefault="007369CC" w:rsidP="007369CC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Cjelovit</w:t>
            </w:r>
            <w:r>
              <w:rPr>
                <w:b/>
                <w:bCs/>
              </w:rPr>
              <w:t xml:space="preserve">a referenca </w:t>
            </w:r>
            <w:r w:rsidRPr="005F0075">
              <w:rPr>
                <w:b/>
                <w:bCs/>
              </w:rPr>
              <w:t>znanstvene knjige/monografije</w:t>
            </w:r>
            <w:r>
              <w:rPr>
                <w:b/>
                <w:bCs/>
              </w:rPr>
              <w:t xml:space="preserve"> (naslov, urednik/ici, godina izdavanja, izdavač, grad)</w:t>
            </w:r>
          </w:p>
        </w:tc>
      </w:tr>
      <w:tr w:rsidR="00C85104" w:rsidRPr="00DB418D" w14:paraId="3B9459B6" w14:textId="77777777" w:rsidTr="004D7FA8">
        <w:tc>
          <w:tcPr>
            <w:tcW w:w="5000" w:type="pct"/>
            <w:gridSpan w:val="2"/>
            <w:vAlign w:val="center"/>
          </w:tcPr>
          <w:p w14:paraId="3B836A5E" w14:textId="41E218F3" w:rsidR="00C85104" w:rsidRDefault="00C85104" w:rsidP="00924876">
            <w:pPr>
              <w:pStyle w:val="Bezproreda"/>
            </w:pPr>
          </w:p>
        </w:tc>
      </w:tr>
      <w:tr w:rsidR="00541FA0" w:rsidRPr="00DB418D" w14:paraId="281D87E9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F089A8B" w14:textId="3F9CF7B1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r w:rsidRPr="00924876">
              <w:rPr>
                <w:b/>
                <w:bCs/>
              </w:rPr>
              <w:t>Recenzenti</w:t>
            </w:r>
            <w:r w:rsidR="007369CC">
              <w:rPr>
                <w:b/>
                <w:bCs/>
              </w:rPr>
              <w:t xml:space="preserve"> knjige</w:t>
            </w:r>
          </w:p>
        </w:tc>
      </w:tr>
      <w:tr w:rsidR="00541FA0" w:rsidRPr="00DB418D" w14:paraId="14F6160B" w14:textId="77777777" w:rsidTr="004D7FA8">
        <w:tc>
          <w:tcPr>
            <w:tcW w:w="5000" w:type="pct"/>
            <w:gridSpan w:val="2"/>
            <w:vAlign w:val="center"/>
          </w:tcPr>
          <w:p w14:paraId="0FF3BF14" w14:textId="41769B7D" w:rsidR="00541FA0" w:rsidRDefault="00541FA0" w:rsidP="00924876">
            <w:pPr>
              <w:pStyle w:val="Bezproreda"/>
            </w:pPr>
          </w:p>
        </w:tc>
      </w:tr>
      <w:tr w:rsidR="00541FA0" w:rsidRPr="00DB418D" w14:paraId="20F48C9E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FB86B2E" w14:textId="77777777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r w:rsidRPr="00924876">
              <w:rPr>
                <w:b/>
                <w:bCs/>
              </w:rPr>
              <w:t>ISBN/ISSN</w:t>
            </w:r>
          </w:p>
        </w:tc>
      </w:tr>
      <w:tr w:rsidR="00541FA0" w:rsidRPr="00DB418D" w14:paraId="413EDE4B" w14:textId="77777777" w:rsidTr="004D7FA8">
        <w:tc>
          <w:tcPr>
            <w:tcW w:w="5000" w:type="pct"/>
            <w:gridSpan w:val="2"/>
            <w:vAlign w:val="center"/>
          </w:tcPr>
          <w:p w14:paraId="60C3591F" w14:textId="230CD1C6" w:rsidR="00541FA0" w:rsidRPr="00DB418D" w:rsidRDefault="00541FA0" w:rsidP="00924876">
            <w:pPr>
              <w:pStyle w:val="Bezproreda"/>
            </w:pPr>
          </w:p>
        </w:tc>
      </w:tr>
      <w:tr w:rsidR="007369CC" w:rsidRPr="00DB418D" w14:paraId="7C144BAE" w14:textId="77777777" w:rsidTr="007369CC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98E886B" w14:textId="378FA27E" w:rsidR="007369CC" w:rsidRPr="00CB45E8" w:rsidRDefault="007369CC" w:rsidP="007369CC">
            <w:pPr>
              <w:pStyle w:val="Bezproreda"/>
            </w:pPr>
            <w:r>
              <w:rPr>
                <w:b/>
                <w:bCs/>
              </w:rPr>
              <w:t xml:space="preserve">Ako izdavač nije sveučilište ili fakultet, obrazložiti </w:t>
            </w:r>
            <w:r w:rsidRPr="00A15AE6">
              <w:rPr>
                <w:b/>
                <w:bCs/>
              </w:rPr>
              <w:t>ugled izdavača</w:t>
            </w:r>
            <w:r>
              <w:rPr>
                <w:b/>
                <w:bCs/>
              </w:rPr>
              <w:t xml:space="preserve"> </w:t>
            </w:r>
            <w:r w:rsidRPr="00924876">
              <w:rPr>
                <w:b/>
                <w:bCs/>
                <w:sz w:val="16"/>
                <w:szCs w:val="16"/>
              </w:rPr>
              <w:t>(čl. 17. st. 8. Pravilnika)</w:t>
            </w:r>
          </w:p>
        </w:tc>
      </w:tr>
      <w:tr w:rsidR="007369CC" w:rsidRPr="00DB418D" w14:paraId="63D5D3A9" w14:textId="77777777" w:rsidTr="007369CC">
        <w:tc>
          <w:tcPr>
            <w:tcW w:w="5000" w:type="pct"/>
            <w:gridSpan w:val="2"/>
            <w:vAlign w:val="center"/>
          </w:tcPr>
          <w:p w14:paraId="2248F46E" w14:textId="77777777" w:rsidR="007369CC" w:rsidRPr="00DB418D" w:rsidRDefault="007369CC" w:rsidP="00924876">
            <w:pPr>
              <w:pStyle w:val="Bezproreda"/>
            </w:pPr>
          </w:p>
        </w:tc>
      </w:tr>
      <w:tr w:rsidR="00541FA0" w:rsidRPr="00DB418D" w14:paraId="51347D7C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D25E0F9" w14:textId="5B115929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r w:rsidRPr="00924876">
              <w:rPr>
                <w:b/>
                <w:bCs/>
              </w:rPr>
              <w:t>Sažetak</w:t>
            </w:r>
            <w:r w:rsidR="00924876" w:rsidRPr="00924876">
              <w:rPr>
                <w:b/>
                <w:bCs/>
              </w:rPr>
              <w:t xml:space="preserve"> </w:t>
            </w:r>
            <w:r w:rsidR="007369CC">
              <w:rPr>
                <w:b/>
                <w:bCs/>
              </w:rPr>
              <w:t xml:space="preserve">rada </w:t>
            </w:r>
            <w:r w:rsidR="00924876" w:rsidRPr="00924876">
              <w:rPr>
                <w:b/>
                <w:bCs/>
              </w:rPr>
              <w:t>na hrvatskom jeziku</w:t>
            </w:r>
          </w:p>
        </w:tc>
      </w:tr>
      <w:tr w:rsidR="00541FA0" w:rsidRPr="00DB418D" w14:paraId="63DA833E" w14:textId="77777777" w:rsidTr="004D7FA8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5BECD65" w14:textId="2FDAC29B" w:rsidR="00541FA0" w:rsidRPr="00DB418D" w:rsidRDefault="00541FA0" w:rsidP="00924876">
            <w:pPr>
              <w:pStyle w:val="Bezproreda"/>
              <w:rPr>
                <w:iCs/>
                <w:color w:val="231F20"/>
              </w:rPr>
            </w:pPr>
          </w:p>
        </w:tc>
      </w:tr>
      <w:tr w:rsidR="00541FA0" w:rsidRPr="00DB418D" w14:paraId="31EDEEA6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0E9BC69" w14:textId="352A1B5B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r w:rsidRPr="00924876">
              <w:rPr>
                <w:b/>
                <w:bCs/>
              </w:rPr>
              <w:t xml:space="preserve">Znanstveni doprinos </w:t>
            </w:r>
            <w:r w:rsidR="00C776D6">
              <w:rPr>
                <w:b/>
                <w:bCs/>
              </w:rPr>
              <w:t xml:space="preserve">rada </w:t>
            </w:r>
            <w:r w:rsidR="000740B4">
              <w:rPr>
                <w:b/>
                <w:bCs/>
              </w:rPr>
              <w:t>uz obrazloženje kategorizacije rada (znanstveni, pregledni</w:t>
            </w:r>
            <w:r w:rsidR="00C776D6">
              <w:rPr>
                <w:b/>
                <w:bCs/>
              </w:rPr>
              <w:t>, prethodno priopćenje</w:t>
            </w:r>
            <w:r w:rsidR="000740B4">
              <w:rPr>
                <w:b/>
                <w:bCs/>
              </w:rPr>
              <w:t>)</w:t>
            </w:r>
          </w:p>
        </w:tc>
      </w:tr>
      <w:tr w:rsidR="00541FA0" w:rsidRPr="00DB418D" w14:paraId="7CF1EF40" w14:textId="77777777" w:rsidTr="004D7FA8">
        <w:tc>
          <w:tcPr>
            <w:tcW w:w="5000" w:type="pct"/>
            <w:gridSpan w:val="2"/>
            <w:vAlign w:val="center"/>
          </w:tcPr>
          <w:p w14:paraId="0FE91C5E" w14:textId="79A39164" w:rsidR="00541FA0" w:rsidRPr="00DB418D" w:rsidRDefault="00541FA0" w:rsidP="00924876">
            <w:pPr>
              <w:pStyle w:val="Bezproreda"/>
            </w:pPr>
          </w:p>
        </w:tc>
      </w:tr>
      <w:tr w:rsidR="00924876" w:rsidRPr="00DB418D" w14:paraId="57245EDE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87477CA" w14:textId="47C34437" w:rsidR="00924876" w:rsidRPr="006645FC" w:rsidRDefault="00924876" w:rsidP="00924876">
            <w:pPr>
              <w:pStyle w:val="Bezproreda"/>
            </w:pPr>
            <w:r w:rsidRPr="006645FC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541FA0" w:rsidRPr="00DB418D" w14:paraId="3A901DD9" w14:textId="77777777" w:rsidTr="004D7FA8">
        <w:tc>
          <w:tcPr>
            <w:tcW w:w="5000" w:type="pct"/>
            <w:gridSpan w:val="2"/>
            <w:vAlign w:val="center"/>
          </w:tcPr>
          <w:p w14:paraId="2958465D" w14:textId="26F8ED96" w:rsidR="00541FA0" w:rsidRPr="00DB418D" w:rsidRDefault="00541FA0" w:rsidP="00924876">
            <w:pPr>
              <w:pStyle w:val="Bezproreda"/>
            </w:pPr>
          </w:p>
        </w:tc>
      </w:tr>
      <w:tr w:rsidR="00541FA0" w:rsidRPr="00DB418D" w14:paraId="3BE30F1C" w14:textId="77777777" w:rsidTr="004D7FA8">
        <w:trPr>
          <w:trHeight w:val="349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5D5F349" w14:textId="0CE52352" w:rsidR="00541FA0" w:rsidRPr="00924876" w:rsidRDefault="00541FA0" w:rsidP="00924876">
            <w:pPr>
              <w:pStyle w:val="Bezproreda"/>
              <w:rPr>
                <w:b/>
                <w:bCs/>
              </w:rPr>
            </w:pPr>
            <w:r w:rsidRPr="00924876">
              <w:rPr>
                <w:b/>
                <w:bCs/>
              </w:rPr>
              <w:t xml:space="preserve">Bodovi </w:t>
            </w:r>
            <w:r w:rsidRPr="00924876">
              <w:rPr>
                <w:rStyle w:val="Referencafusnote"/>
                <w:b/>
                <w:bCs/>
              </w:rPr>
              <w:footnoteReference w:id="17"/>
            </w:r>
            <w:r w:rsidR="00924876" w:rsidRPr="00924876">
              <w:rPr>
                <w:b/>
                <w:bCs/>
              </w:rPr>
              <w:t xml:space="preserve"> (primjerice, </w:t>
            </w:r>
            <w:r w:rsidR="00924876" w:rsidRPr="00C55CBA">
              <w:rPr>
                <w:b/>
                <w:bCs/>
              </w:rPr>
              <w:t>0</w:t>
            </w:r>
            <w:r w:rsidR="00C55CBA" w:rsidRPr="00C55CBA">
              <w:rPr>
                <w:b/>
                <w:bCs/>
              </w:rPr>
              <w:t>,</w:t>
            </w:r>
            <w:r w:rsidR="00924876" w:rsidRPr="00C55CBA">
              <w:rPr>
                <w:b/>
                <w:bCs/>
              </w:rPr>
              <w:t>75 bodova, 0</w:t>
            </w:r>
            <w:r w:rsidR="00C55CBA" w:rsidRPr="00C55CBA">
              <w:rPr>
                <w:b/>
                <w:bCs/>
              </w:rPr>
              <w:t>,</w:t>
            </w:r>
            <w:r w:rsidR="00924876" w:rsidRPr="00C55CBA">
              <w:rPr>
                <w:b/>
                <w:bCs/>
              </w:rPr>
              <w:t>375 bodova</w:t>
            </w:r>
            <w:r w:rsidR="00924876" w:rsidRPr="00924876">
              <w:rPr>
                <w:b/>
                <w:bCs/>
              </w:rPr>
              <w:t>, itd.)</w:t>
            </w:r>
          </w:p>
        </w:tc>
      </w:tr>
      <w:tr w:rsidR="00541FA0" w:rsidRPr="00DB418D" w14:paraId="5251B163" w14:textId="77777777" w:rsidTr="004D7FA8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10C78BFA" w14:textId="23D37634" w:rsidR="00541FA0" w:rsidRPr="00DB418D" w:rsidRDefault="00541FA0" w:rsidP="00924876">
            <w:pPr>
              <w:pStyle w:val="Bezproreda"/>
            </w:pPr>
          </w:p>
        </w:tc>
      </w:tr>
      <w:tr w:rsidR="00D73043" w:rsidRPr="00DB418D" w14:paraId="135841BE" w14:textId="77777777" w:rsidTr="004D7FA8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30F0C51" w14:textId="4F9EC673" w:rsidR="00D73043" w:rsidRPr="00DB418D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541FA0" w:rsidRPr="00DB418D" w14:paraId="6B77F598" w14:textId="77777777" w:rsidTr="004D7FA8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3BDEBFFC" w14:textId="4F7932D2" w:rsidR="00541FA0" w:rsidRPr="00DB418D" w:rsidRDefault="00541FA0" w:rsidP="00924876">
            <w:pPr>
              <w:pStyle w:val="Bezproreda"/>
            </w:pPr>
          </w:p>
        </w:tc>
      </w:tr>
      <w:bookmarkEnd w:id="6"/>
    </w:tbl>
    <w:p w14:paraId="7415BA42" w14:textId="77777777" w:rsidR="00541FA0" w:rsidRDefault="00541FA0" w:rsidP="00924876">
      <w:pPr>
        <w:pStyle w:val="Bezproreda"/>
      </w:pPr>
    </w:p>
    <w:p w14:paraId="3DA32190" w14:textId="77777777" w:rsidR="00924876" w:rsidRDefault="00924876" w:rsidP="00924876">
      <w:pPr>
        <w:pStyle w:val="Bezproreda"/>
      </w:pPr>
    </w:p>
    <w:p w14:paraId="07F87638" w14:textId="77777777" w:rsidR="00924876" w:rsidRDefault="00924876" w:rsidP="00924876">
      <w:pPr>
        <w:pStyle w:val="Bezproreda"/>
      </w:pPr>
    </w:p>
    <w:p w14:paraId="73957681" w14:textId="0ECADD1B" w:rsidR="00AC7249" w:rsidRDefault="00AC7249">
      <w:r>
        <w:br w:type="page"/>
      </w:r>
    </w:p>
    <w:p w14:paraId="47F02AD3" w14:textId="248FE81D" w:rsidR="00005DC9" w:rsidRPr="004D7FA8" w:rsidRDefault="004D7FA8" w:rsidP="004D7FA8">
      <w:pPr>
        <w:pStyle w:val="Bezproreda"/>
        <w:rPr>
          <w:b/>
          <w:bCs/>
        </w:rPr>
      </w:pPr>
      <w:r w:rsidRPr="004D7FA8">
        <w:rPr>
          <w:b/>
          <w:bCs/>
        </w:rPr>
        <w:lastRenderedPageBreak/>
        <w:t xml:space="preserve">5.3. </w:t>
      </w:r>
      <w:r w:rsidR="005A1342" w:rsidRPr="004D7FA8">
        <w:rPr>
          <w:b/>
          <w:bCs/>
        </w:rPr>
        <w:t xml:space="preserve">A2 </w:t>
      </w:r>
      <w:r w:rsidR="0056021C">
        <w:rPr>
          <w:b/>
          <w:bCs/>
        </w:rPr>
        <w:t xml:space="preserve">znanstveni </w:t>
      </w:r>
      <w:r w:rsidR="005A1342" w:rsidRPr="004D7FA8">
        <w:rPr>
          <w:b/>
          <w:bCs/>
        </w:rPr>
        <w:t>rad objavljen u časopisima</w:t>
      </w:r>
    </w:p>
    <w:p w14:paraId="63A7B326" w14:textId="77777777" w:rsidR="007764B6" w:rsidRDefault="007764B6" w:rsidP="004D7FA8">
      <w:pPr>
        <w:pStyle w:val="Bezproreda"/>
      </w:pPr>
    </w:p>
    <w:p w14:paraId="4F6B20F3" w14:textId="77777777" w:rsidR="004D7FA8" w:rsidRDefault="004D7FA8" w:rsidP="004D7FA8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8"/>
        <w:gridCol w:w="2497"/>
        <w:gridCol w:w="5167"/>
      </w:tblGrid>
      <w:tr w:rsidR="00E052CB" w:rsidRPr="003B030C" w14:paraId="2CC99C31" w14:textId="77777777" w:rsidTr="00244C0E">
        <w:tc>
          <w:tcPr>
            <w:tcW w:w="771" w:type="pct"/>
            <w:shd w:val="clear" w:color="auto" w:fill="DEEAF6" w:themeFill="accent1" w:themeFillTint="33"/>
            <w:vAlign w:val="center"/>
          </w:tcPr>
          <w:p w14:paraId="3390921F" w14:textId="77777777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Redni broj:</w:t>
            </w:r>
          </w:p>
        </w:tc>
        <w:tc>
          <w:tcPr>
            <w:tcW w:w="4229" w:type="pct"/>
            <w:gridSpan w:val="2"/>
            <w:shd w:val="clear" w:color="auto" w:fill="FFFFFF" w:themeFill="background1"/>
            <w:vAlign w:val="center"/>
          </w:tcPr>
          <w:p w14:paraId="4C427685" w14:textId="4D9AF232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551686D2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D79CF67" w14:textId="1CD9AF70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Autori</w:t>
            </w:r>
          </w:p>
        </w:tc>
      </w:tr>
      <w:tr w:rsidR="00E052CB" w:rsidRPr="003B030C" w14:paraId="7A3F2946" w14:textId="77777777" w:rsidTr="004D7FA8">
        <w:tc>
          <w:tcPr>
            <w:tcW w:w="5000" w:type="pct"/>
            <w:gridSpan w:val="3"/>
            <w:vAlign w:val="center"/>
          </w:tcPr>
          <w:p w14:paraId="5C3F0F69" w14:textId="2DC12446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2384EDB0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41F657A" w14:textId="6170B1B0" w:rsidR="00E052CB" w:rsidRPr="00244C0E" w:rsidRDefault="00FE3141" w:rsidP="004D7FA8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Izvorni</w:t>
            </w:r>
            <w:r w:rsidR="004D7FA8" w:rsidRPr="00244C0E">
              <w:rPr>
                <w:b/>
                <w:bCs/>
              </w:rPr>
              <w:t xml:space="preserve"> n</w:t>
            </w:r>
            <w:r w:rsidR="00E052CB" w:rsidRPr="00244C0E">
              <w:rPr>
                <w:b/>
                <w:bCs/>
              </w:rPr>
              <w:t>aziv rada</w:t>
            </w:r>
          </w:p>
        </w:tc>
      </w:tr>
      <w:tr w:rsidR="00E052CB" w:rsidRPr="003B030C" w14:paraId="1EF90A5D" w14:textId="77777777" w:rsidTr="004D7FA8">
        <w:tc>
          <w:tcPr>
            <w:tcW w:w="5000" w:type="pct"/>
            <w:gridSpan w:val="3"/>
            <w:vAlign w:val="center"/>
          </w:tcPr>
          <w:p w14:paraId="3D9F2FC9" w14:textId="38DE6A83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0CC402CC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30F4B2E" w14:textId="77777777" w:rsidR="00E052CB" w:rsidRPr="00244C0E" w:rsidRDefault="006222A6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 xml:space="preserve">Publikacija, </w:t>
            </w:r>
            <w:r w:rsidR="00E052CB" w:rsidRPr="00244C0E">
              <w:rPr>
                <w:b/>
                <w:bCs/>
              </w:rPr>
              <w:t>godina, volumen, stranica</w:t>
            </w:r>
            <w:r w:rsidR="00191ADF" w:rsidRPr="00244C0E">
              <w:rPr>
                <w:b/>
                <w:bCs/>
              </w:rPr>
              <w:t xml:space="preserve"> (od – do)</w:t>
            </w:r>
          </w:p>
        </w:tc>
      </w:tr>
      <w:tr w:rsidR="00E052CB" w:rsidRPr="003B030C" w14:paraId="225BADEE" w14:textId="77777777" w:rsidTr="004D7FA8">
        <w:tc>
          <w:tcPr>
            <w:tcW w:w="5000" w:type="pct"/>
            <w:gridSpan w:val="3"/>
            <w:vAlign w:val="center"/>
          </w:tcPr>
          <w:p w14:paraId="56AC12D7" w14:textId="101AD54E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0BCD87FF" w14:textId="77777777" w:rsidTr="00244C0E">
        <w:tc>
          <w:tcPr>
            <w:tcW w:w="2149" w:type="pct"/>
            <w:gridSpan w:val="2"/>
            <w:shd w:val="clear" w:color="auto" w:fill="DEEAF6" w:themeFill="accent1" w:themeFillTint="33"/>
            <w:vAlign w:val="center"/>
          </w:tcPr>
          <w:p w14:paraId="322C458D" w14:textId="77777777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ISBN/ISSN</w:t>
            </w:r>
          </w:p>
        </w:tc>
        <w:tc>
          <w:tcPr>
            <w:tcW w:w="2851" w:type="pct"/>
            <w:shd w:val="clear" w:color="auto" w:fill="DEEAF6" w:themeFill="accent1" w:themeFillTint="33"/>
            <w:vAlign w:val="center"/>
          </w:tcPr>
          <w:p w14:paraId="6774EDA4" w14:textId="1427BCA0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Vrsta rada (</w:t>
            </w:r>
            <w:r w:rsidR="0004471E">
              <w:rPr>
                <w:b/>
                <w:bCs/>
              </w:rPr>
              <w:t xml:space="preserve">podebljati i </w:t>
            </w:r>
            <w:r w:rsidRPr="00244C0E">
              <w:rPr>
                <w:b/>
                <w:bCs/>
              </w:rPr>
              <w:t xml:space="preserve">podcrtati) </w:t>
            </w:r>
          </w:p>
        </w:tc>
      </w:tr>
      <w:tr w:rsidR="00E052CB" w:rsidRPr="003B030C" w14:paraId="35A807F3" w14:textId="77777777" w:rsidTr="004D7FA8">
        <w:tc>
          <w:tcPr>
            <w:tcW w:w="2149" w:type="pct"/>
            <w:gridSpan w:val="2"/>
            <w:vAlign w:val="center"/>
          </w:tcPr>
          <w:p w14:paraId="66E6E5D3" w14:textId="5E687B8E" w:rsidR="00E052CB" w:rsidRPr="003B030C" w:rsidRDefault="00E052CB" w:rsidP="004D7FA8">
            <w:pPr>
              <w:pStyle w:val="Bezproreda"/>
            </w:pPr>
          </w:p>
        </w:tc>
        <w:tc>
          <w:tcPr>
            <w:tcW w:w="2851" w:type="pct"/>
            <w:vAlign w:val="center"/>
          </w:tcPr>
          <w:p w14:paraId="430BC597" w14:textId="77777777" w:rsidR="00E052CB" w:rsidRPr="003B030C" w:rsidRDefault="00E052CB" w:rsidP="004D7FA8">
            <w:pPr>
              <w:pStyle w:val="Bezproreda"/>
            </w:pPr>
            <w:r w:rsidRPr="00FE4D0B">
              <w:t>Izvorni</w:t>
            </w:r>
            <w:r w:rsidRPr="003B030C">
              <w:t xml:space="preserve">   Pregledni   Prethodno priopćenje</w:t>
            </w:r>
          </w:p>
        </w:tc>
      </w:tr>
      <w:tr w:rsidR="00E052CB" w:rsidRPr="003B030C" w14:paraId="3175771A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A45C3CE" w14:textId="588BA571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Rad kvalificiran kao A2 temeljem</w:t>
            </w:r>
            <w:r w:rsidR="004D7FA8" w:rsidRPr="00244C0E">
              <w:rPr>
                <w:b/>
                <w:bCs/>
              </w:rPr>
              <w:t xml:space="preserve"> </w:t>
            </w:r>
            <w:r w:rsidR="004D7FA8" w:rsidRPr="00244C0E">
              <w:rPr>
                <w:b/>
                <w:bCs/>
                <w:sz w:val="18"/>
                <w:szCs w:val="18"/>
              </w:rPr>
              <w:t>(članak 17. stavak 5. Pravilnika)</w:t>
            </w:r>
          </w:p>
        </w:tc>
      </w:tr>
      <w:tr w:rsidR="00E052CB" w:rsidRPr="003B030C" w14:paraId="54295BE8" w14:textId="77777777" w:rsidTr="00244C0E">
        <w:tc>
          <w:tcPr>
            <w:tcW w:w="2149" w:type="pct"/>
            <w:gridSpan w:val="2"/>
            <w:shd w:val="clear" w:color="auto" w:fill="DEEAF6" w:themeFill="accent1" w:themeFillTint="33"/>
            <w:vAlign w:val="center"/>
          </w:tcPr>
          <w:p w14:paraId="0266DBF1" w14:textId="15133CE4" w:rsidR="00E052CB" w:rsidRPr="003B030C" w:rsidRDefault="004D7FA8" w:rsidP="004D7FA8">
            <w:pPr>
              <w:pStyle w:val="Bezproreda"/>
            </w:pPr>
            <w:r>
              <w:t>indeksiranosti publikacije u sljedećim bazama</w:t>
            </w:r>
            <w:r w:rsidR="00E052CB" w:rsidRPr="003B030C">
              <w:t xml:space="preserve"> </w:t>
            </w:r>
            <w:r w:rsidR="00E052CB">
              <w:t>(podcrtati i zadebljati odgovarajuću citatnu bazu)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3F106892" w14:textId="54791379" w:rsidR="00E052CB" w:rsidRPr="004D7FA8" w:rsidRDefault="005F6841" w:rsidP="004D7FA8">
            <w:pPr>
              <w:pStyle w:val="Bezproreda"/>
            </w:pPr>
            <w:r w:rsidRPr="004D7FA8">
              <w:t xml:space="preserve">Econlit, </w:t>
            </w:r>
            <w:r w:rsidR="00E052CB" w:rsidRPr="004D7FA8">
              <w:t>PsycInfo, ProQuest Social Science Premium Collection, SocIndex, Academic Search Complete,</w:t>
            </w:r>
          </w:p>
          <w:p w14:paraId="73886F79" w14:textId="5193C9F5" w:rsidR="00E052CB" w:rsidRPr="004D7FA8" w:rsidRDefault="00E052CB" w:rsidP="004D7FA8">
            <w:pPr>
              <w:pStyle w:val="Bezproreda"/>
            </w:pPr>
            <w:r w:rsidRPr="004D7FA8">
              <w:t>Education Research Complete, Inspec, Westlaw, LexisNexis, LISA – Library and Information Science Abstracts</w:t>
            </w:r>
            <w:r w:rsidR="005F6841" w:rsidRPr="004D7FA8">
              <w:t>, ERIH PLUS</w:t>
            </w:r>
          </w:p>
        </w:tc>
      </w:tr>
      <w:tr w:rsidR="004D7FA8" w:rsidRPr="003B030C" w14:paraId="11CC29A8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1B7C34C" w14:textId="25C0E07F" w:rsidR="004D7FA8" w:rsidRPr="00244C0E" w:rsidRDefault="004D7FA8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Sažetak na hrvatskom jeziku</w:t>
            </w:r>
          </w:p>
        </w:tc>
      </w:tr>
      <w:tr w:rsidR="00E052CB" w:rsidRPr="003B030C" w14:paraId="62CD9139" w14:textId="77777777" w:rsidTr="004D7FA8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6066CCD9" w14:textId="1D4409DF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27D95B03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349233C" w14:textId="77777777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Znanstveni doprinos rada</w:t>
            </w:r>
          </w:p>
        </w:tc>
      </w:tr>
      <w:tr w:rsidR="00E052CB" w:rsidRPr="003B030C" w14:paraId="0D0DFA32" w14:textId="77777777" w:rsidTr="004D7FA8">
        <w:tc>
          <w:tcPr>
            <w:tcW w:w="5000" w:type="pct"/>
            <w:gridSpan w:val="3"/>
            <w:vAlign w:val="center"/>
          </w:tcPr>
          <w:p w14:paraId="58854DFE" w14:textId="0B0E864C" w:rsidR="00E052CB" w:rsidRPr="003B030C" w:rsidRDefault="00E052CB" w:rsidP="004D7FA8">
            <w:pPr>
              <w:pStyle w:val="Bezproreda"/>
            </w:pPr>
          </w:p>
        </w:tc>
      </w:tr>
      <w:tr w:rsidR="004D7FA8" w:rsidRPr="003B030C" w14:paraId="06C2ADF9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C43F95F" w14:textId="627C0B92" w:rsidR="004D7FA8" w:rsidRPr="006645FC" w:rsidRDefault="004D7FA8" w:rsidP="004D7FA8">
            <w:pPr>
              <w:pStyle w:val="Bezproreda"/>
            </w:pPr>
            <w:r w:rsidRPr="006645FC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E052CB" w:rsidRPr="003B030C" w14:paraId="02B161E6" w14:textId="77777777" w:rsidTr="004D7FA8">
        <w:tc>
          <w:tcPr>
            <w:tcW w:w="5000" w:type="pct"/>
            <w:gridSpan w:val="3"/>
            <w:vAlign w:val="center"/>
          </w:tcPr>
          <w:p w14:paraId="7598D1B1" w14:textId="4284511D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6D0A45DA" w14:textId="77777777" w:rsidTr="00244C0E">
        <w:trPr>
          <w:trHeight w:val="349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A056BED" w14:textId="42767ED3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 xml:space="preserve">Bodovi </w:t>
            </w:r>
            <w:r w:rsidRPr="00244C0E">
              <w:rPr>
                <w:rStyle w:val="Referencafusnote"/>
                <w:b/>
                <w:bCs/>
              </w:rPr>
              <w:footnoteReference w:id="18"/>
            </w:r>
            <w:r w:rsidR="004D7FA8" w:rsidRPr="00244C0E">
              <w:rPr>
                <w:b/>
                <w:bCs/>
              </w:rPr>
              <w:t xml:space="preserve"> (</w:t>
            </w:r>
            <w:r w:rsidR="004D7FA8" w:rsidRPr="0056021C">
              <w:rPr>
                <w:b/>
                <w:bCs/>
              </w:rPr>
              <w:t>primjerice, 0</w:t>
            </w:r>
            <w:r w:rsidR="0056021C" w:rsidRPr="0056021C">
              <w:rPr>
                <w:b/>
                <w:bCs/>
              </w:rPr>
              <w:t>,</w:t>
            </w:r>
            <w:r w:rsidR="004D7FA8" w:rsidRPr="0056021C">
              <w:rPr>
                <w:b/>
                <w:bCs/>
              </w:rPr>
              <w:t>75 bodova, 0</w:t>
            </w:r>
            <w:r w:rsidR="0056021C" w:rsidRPr="0056021C">
              <w:rPr>
                <w:b/>
                <w:bCs/>
              </w:rPr>
              <w:t>,</w:t>
            </w:r>
            <w:r w:rsidR="004D7FA8" w:rsidRPr="0056021C">
              <w:rPr>
                <w:b/>
                <w:bCs/>
                <w:shd w:val="clear" w:color="auto" w:fill="DEEAF6" w:themeFill="accent1" w:themeFillTint="33"/>
              </w:rPr>
              <w:t>375</w:t>
            </w:r>
            <w:r w:rsidR="004D7FA8" w:rsidRPr="0056021C">
              <w:rPr>
                <w:b/>
                <w:bCs/>
              </w:rPr>
              <w:t xml:space="preserve"> bodova</w:t>
            </w:r>
            <w:r w:rsidR="004D7FA8" w:rsidRPr="00244C0E">
              <w:rPr>
                <w:b/>
                <w:bCs/>
              </w:rPr>
              <w:t>, itd</w:t>
            </w:r>
            <w:r w:rsidR="00363FD6">
              <w:rPr>
                <w:b/>
                <w:bCs/>
              </w:rPr>
              <w:t>.</w:t>
            </w:r>
            <w:r w:rsidR="004D7FA8" w:rsidRPr="00244C0E">
              <w:rPr>
                <w:b/>
                <w:bCs/>
              </w:rPr>
              <w:t>)</w:t>
            </w:r>
          </w:p>
        </w:tc>
      </w:tr>
      <w:tr w:rsidR="00E052CB" w:rsidRPr="003B030C" w14:paraId="6F194698" w14:textId="77777777" w:rsidTr="004D7FA8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E26BC79" w14:textId="3D181889" w:rsidR="00E052CB" w:rsidRPr="003B030C" w:rsidRDefault="00E052CB" w:rsidP="004D7FA8">
            <w:pPr>
              <w:pStyle w:val="Bezproreda"/>
            </w:pPr>
          </w:p>
        </w:tc>
      </w:tr>
      <w:tr w:rsidR="00E052CB" w:rsidRPr="003B030C" w14:paraId="637CE9F1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7B630DA" w14:textId="10DD4834" w:rsidR="00E052CB" w:rsidRPr="00244C0E" w:rsidRDefault="00E052CB" w:rsidP="004D7FA8">
            <w:pPr>
              <w:pStyle w:val="Bezproreda"/>
              <w:rPr>
                <w:b/>
                <w:bCs/>
              </w:rPr>
            </w:pPr>
            <w:r w:rsidRPr="00244C0E">
              <w:rPr>
                <w:b/>
                <w:bCs/>
              </w:rPr>
              <w:t>Pristupnik urednik ili član uredništva publikacije u trenutku objave rada (</w:t>
            </w:r>
            <w:r w:rsidR="0004471E">
              <w:rPr>
                <w:b/>
                <w:bCs/>
              </w:rPr>
              <w:t xml:space="preserve">podebljati i </w:t>
            </w:r>
            <w:r w:rsidRPr="00244C0E">
              <w:rPr>
                <w:b/>
                <w:bCs/>
              </w:rPr>
              <w:t>podcrtati)</w:t>
            </w:r>
          </w:p>
        </w:tc>
      </w:tr>
      <w:tr w:rsidR="00E052CB" w:rsidRPr="003B030C" w14:paraId="71DA5E1F" w14:textId="77777777" w:rsidTr="004D7FA8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4A27BF15" w14:textId="50791B6A" w:rsidR="00E052CB" w:rsidRPr="003B030C" w:rsidRDefault="004D7FA8" w:rsidP="004D7FA8">
            <w:pPr>
              <w:pStyle w:val="Bezproreda"/>
            </w:pPr>
            <w:r>
              <w:t>DA           NE</w:t>
            </w:r>
          </w:p>
        </w:tc>
      </w:tr>
      <w:tr w:rsidR="00D73043" w:rsidRPr="003B030C" w14:paraId="4892776F" w14:textId="77777777" w:rsidTr="00244C0E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159AEC4" w14:textId="23B29EC6" w:rsidR="00D73043" w:rsidRPr="003B030C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E052CB" w:rsidRPr="003B030C" w14:paraId="3BCC2F44" w14:textId="77777777" w:rsidTr="004D7FA8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5FCBC2F" w14:textId="746D30CE" w:rsidR="00E052CB" w:rsidRPr="003B030C" w:rsidRDefault="00E052CB" w:rsidP="004D7FA8">
            <w:pPr>
              <w:pStyle w:val="Bezproreda"/>
            </w:pPr>
          </w:p>
        </w:tc>
      </w:tr>
    </w:tbl>
    <w:p w14:paraId="233E1587" w14:textId="1BF6430D" w:rsidR="00E052CB" w:rsidRPr="00244C0E" w:rsidRDefault="00E052CB" w:rsidP="00244C0E">
      <w:pPr>
        <w:pStyle w:val="Bezproreda"/>
      </w:pPr>
    </w:p>
    <w:p w14:paraId="6109AF17" w14:textId="77777777" w:rsidR="00244C0E" w:rsidRPr="00244C0E" w:rsidRDefault="00244C0E" w:rsidP="00244C0E">
      <w:pPr>
        <w:pStyle w:val="Bezproreda"/>
      </w:pPr>
    </w:p>
    <w:p w14:paraId="4C3A2644" w14:textId="77777777" w:rsidR="005A1342" w:rsidRPr="00244C0E" w:rsidRDefault="005A1342" w:rsidP="00244C0E">
      <w:pPr>
        <w:pStyle w:val="Bezproreda"/>
      </w:pPr>
    </w:p>
    <w:p w14:paraId="6DDADC5C" w14:textId="77777777" w:rsidR="005A1342" w:rsidRDefault="005A134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0044B794" w14:textId="27197760" w:rsidR="00005DC9" w:rsidRPr="00ED34D6" w:rsidRDefault="00ED34D6" w:rsidP="00ED34D6">
      <w:pPr>
        <w:pStyle w:val="Bezproreda"/>
        <w:rPr>
          <w:b/>
          <w:bCs/>
        </w:rPr>
      </w:pPr>
      <w:r w:rsidRPr="00ED34D6">
        <w:rPr>
          <w:b/>
          <w:bCs/>
        </w:rPr>
        <w:lastRenderedPageBreak/>
        <w:t xml:space="preserve">5.4. </w:t>
      </w:r>
      <w:r w:rsidR="005A1342" w:rsidRPr="00ED34D6">
        <w:rPr>
          <w:b/>
          <w:bCs/>
        </w:rPr>
        <w:t xml:space="preserve">A2 </w:t>
      </w:r>
      <w:r w:rsidR="0062076A">
        <w:rPr>
          <w:b/>
          <w:bCs/>
        </w:rPr>
        <w:t xml:space="preserve">znanstveni </w:t>
      </w:r>
      <w:r w:rsidR="005A1342" w:rsidRPr="00ED34D6">
        <w:rPr>
          <w:b/>
          <w:bCs/>
        </w:rPr>
        <w:t xml:space="preserve">rad objavljen u </w:t>
      </w:r>
      <w:r w:rsidR="007D1743" w:rsidRPr="00ED34D6">
        <w:rPr>
          <w:b/>
          <w:bCs/>
        </w:rPr>
        <w:t>zbornicima radova</w:t>
      </w:r>
    </w:p>
    <w:p w14:paraId="67434982" w14:textId="77777777" w:rsidR="007764B6" w:rsidRDefault="007764B6" w:rsidP="00ED34D6">
      <w:pPr>
        <w:pStyle w:val="Bezproreda"/>
      </w:pPr>
    </w:p>
    <w:p w14:paraId="08CEB172" w14:textId="77777777" w:rsidR="00ED34D6" w:rsidRDefault="00ED34D6" w:rsidP="00ED34D6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8"/>
        <w:gridCol w:w="2497"/>
        <w:gridCol w:w="5167"/>
      </w:tblGrid>
      <w:tr w:rsidR="00FF357A" w:rsidRPr="00FF357A" w14:paraId="334A0D4A" w14:textId="77777777" w:rsidTr="005814C6">
        <w:tc>
          <w:tcPr>
            <w:tcW w:w="771" w:type="pct"/>
            <w:shd w:val="clear" w:color="auto" w:fill="DEEAF6" w:themeFill="accent1" w:themeFillTint="33"/>
            <w:vAlign w:val="center"/>
          </w:tcPr>
          <w:p w14:paraId="1B67E888" w14:textId="77777777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Redni broj:</w:t>
            </w:r>
          </w:p>
        </w:tc>
        <w:tc>
          <w:tcPr>
            <w:tcW w:w="4229" w:type="pct"/>
            <w:gridSpan w:val="2"/>
            <w:shd w:val="clear" w:color="auto" w:fill="FFFFFF" w:themeFill="background1"/>
            <w:vAlign w:val="center"/>
          </w:tcPr>
          <w:p w14:paraId="7C506545" w14:textId="16F1B3F2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23FE7278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AECA839" w14:textId="294CB57C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Autori</w:t>
            </w:r>
          </w:p>
        </w:tc>
      </w:tr>
      <w:tr w:rsidR="00FF357A" w:rsidRPr="00FF357A" w14:paraId="2EE9D029" w14:textId="77777777" w:rsidTr="005814C6">
        <w:tc>
          <w:tcPr>
            <w:tcW w:w="5000" w:type="pct"/>
            <w:gridSpan w:val="3"/>
            <w:vAlign w:val="center"/>
          </w:tcPr>
          <w:p w14:paraId="737A1E50" w14:textId="3D4CD601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63D9B725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AE37A5A" w14:textId="56B23675" w:rsidR="00EE0652" w:rsidRPr="00FF357A" w:rsidRDefault="00FE3141" w:rsidP="00ED34D6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Izvorni</w:t>
            </w:r>
            <w:r w:rsidR="00ED34D6" w:rsidRPr="00FF357A">
              <w:rPr>
                <w:b/>
                <w:bCs/>
              </w:rPr>
              <w:t xml:space="preserve"> n</w:t>
            </w:r>
            <w:r w:rsidR="00EE0652" w:rsidRPr="00FF357A">
              <w:rPr>
                <w:b/>
                <w:bCs/>
              </w:rPr>
              <w:t>aziv rada</w:t>
            </w:r>
          </w:p>
        </w:tc>
      </w:tr>
      <w:tr w:rsidR="00FF357A" w:rsidRPr="00FF357A" w14:paraId="5800AE1E" w14:textId="77777777" w:rsidTr="005814C6">
        <w:tc>
          <w:tcPr>
            <w:tcW w:w="5000" w:type="pct"/>
            <w:gridSpan w:val="3"/>
            <w:vAlign w:val="center"/>
          </w:tcPr>
          <w:p w14:paraId="3253E839" w14:textId="6AE1F0DE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71FA127F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D24A5D1" w14:textId="77777777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Publikacija, (urednik-ci), godina, volumen, stranica (od - do)</w:t>
            </w:r>
          </w:p>
        </w:tc>
      </w:tr>
      <w:tr w:rsidR="00FF357A" w:rsidRPr="00FF357A" w14:paraId="40FF2BD2" w14:textId="77777777" w:rsidTr="005814C6">
        <w:tc>
          <w:tcPr>
            <w:tcW w:w="5000" w:type="pct"/>
            <w:gridSpan w:val="3"/>
            <w:vAlign w:val="center"/>
          </w:tcPr>
          <w:p w14:paraId="21A48E98" w14:textId="3641E821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24D3087B" w14:textId="77777777" w:rsidTr="005814C6">
        <w:tc>
          <w:tcPr>
            <w:tcW w:w="2149" w:type="pct"/>
            <w:gridSpan w:val="2"/>
            <w:shd w:val="clear" w:color="auto" w:fill="DEEAF6" w:themeFill="accent1" w:themeFillTint="33"/>
            <w:vAlign w:val="center"/>
          </w:tcPr>
          <w:p w14:paraId="1840DF86" w14:textId="77777777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ISBN/ISSN</w:t>
            </w:r>
          </w:p>
        </w:tc>
        <w:tc>
          <w:tcPr>
            <w:tcW w:w="2851" w:type="pct"/>
            <w:shd w:val="clear" w:color="auto" w:fill="DEEAF6" w:themeFill="accent1" w:themeFillTint="33"/>
            <w:vAlign w:val="center"/>
          </w:tcPr>
          <w:p w14:paraId="0BCBCF0E" w14:textId="537BEF69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Vrsta rada (</w:t>
            </w:r>
            <w:r w:rsidR="0004471E">
              <w:rPr>
                <w:b/>
                <w:bCs/>
              </w:rPr>
              <w:t xml:space="preserve">podebljati i </w:t>
            </w:r>
            <w:r w:rsidRPr="00FF357A">
              <w:rPr>
                <w:b/>
                <w:bCs/>
              </w:rPr>
              <w:t xml:space="preserve">podcrtati) </w:t>
            </w:r>
          </w:p>
        </w:tc>
      </w:tr>
      <w:tr w:rsidR="00FF357A" w:rsidRPr="00FF357A" w14:paraId="521E018B" w14:textId="77777777" w:rsidTr="005814C6">
        <w:tc>
          <w:tcPr>
            <w:tcW w:w="2149" w:type="pct"/>
            <w:gridSpan w:val="2"/>
            <w:vAlign w:val="center"/>
          </w:tcPr>
          <w:p w14:paraId="4EF91998" w14:textId="3E931B70" w:rsidR="00EE0652" w:rsidRPr="00FF357A" w:rsidRDefault="00EE0652" w:rsidP="00ED34D6">
            <w:pPr>
              <w:pStyle w:val="Bezproreda"/>
            </w:pPr>
          </w:p>
        </w:tc>
        <w:tc>
          <w:tcPr>
            <w:tcW w:w="2851" w:type="pct"/>
            <w:vAlign w:val="center"/>
          </w:tcPr>
          <w:p w14:paraId="4557BDED" w14:textId="77777777" w:rsidR="00EE0652" w:rsidRPr="00FF357A" w:rsidRDefault="00EE0652" w:rsidP="00ED34D6">
            <w:pPr>
              <w:pStyle w:val="Bezproreda"/>
            </w:pPr>
            <w:r w:rsidRPr="00FF357A">
              <w:t>Izvorni   Pregledni   Prethodno priopćenje</w:t>
            </w:r>
          </w:p>
        </w:tc>
      </w:tr>
      <w:tr w:rsidR="00FF357A" w:rsidRPr="00FF357A" w14:paraId="53C9672F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42E002B" w14:textId="5182B8AF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Rad kvalificiran kao A2 temeljem narednih kriterija</w:t>
            </w:r>
            <w:r w:rsidR="00B87452" w:rsidRPr="00FF357A">
              <w:rPr>
                <w:b/>
                <w:bCs/>
              </w:rPr>
              <w:t xml:space="preserve"> </w:t>
            </w:r>
            <w:r w:rsidR="00B87452" w:rsidRPr="00FF357A">
              <w:rPr>
                <w:b/>
                <w:bCs/>
                <w:sz w:val="18"/>
                <w:szCs w:val="18"/>
              </w:rPr>
              <w:t>(čl. 17. st. 7. Pravilnika)</w:t>
            </w:r>
            <w:r w:rsidRPr="00FF357A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F357A" w:rsidRPr="00FF357A" w14:paraId="53418A6F" w14:textId="77777777" w:rsidTr="005814C6">
        <w:trPr>
          <w:trHeight w:val="516"/>
        </w:trPr>
        <w:tc>
          <w:tcPr>
            <w:tcW w:w="2149" w:type="pct"/>
            <w:gridSpan w:val="2"/>
            <w:shd w:val="clear" w:color="auto" w:fill="DEEAF6" w:themeFill="accent1" w:themeFillTint="33"/>
            <w:vAlign w:val="center"/>
          </w:tcPr>
          <w:p w14:paraId="70884FB0" w14:textId="06ED8F19" w:rsidR="00EE0652" w:rsidRPr="00FF357A" w:rsidRDefault="00EE0652" w:rsidP="00ED34D6">
            <w:pPr>
              <w:pStyle w:val="Bezproreda"/>
            </w:pPr>
            <w:r w:rsidRPr="00FF357A">
              <w:t>Rad objavljen u zborniku radova (</w:t>
            </w:r>
            <w:r w:rsidR="007369CC">
              <w:t xml:space="preserve">podebljati i </w:t>
            </w:r>
            <w:r w:rsidRPr="00FF357A">
              <w:t>podcrtati odgovarajuće)</w:t>
            </w:r>
          </w:p>
        </w:tc>
        <w:tc>
          <w:tcPr>
            <w:tcW w:w="2851" w:type="pct"/>
            <w:vAlign w:val="center"/>
          </w:tcPr>
          <w:p w14:paraId="3865F612" w14:textId="46C88AE3" w:rsidR="00EE0652" w:rsidRPr="00FF357A" w:rsidRDefault="00EE0652" w:rsidP="00FF357A">
            <w:pPr>
              <w:pStyle w:val="Bezproreda"/>
              <w:numPr>
                <w:ilvl w:val="0"/>
                <w:numId w:val="31"/>
              </w:numPr>
            </w:pPr>
            <w:r w:rsidRPr="00FF357A">
              <w:t>međunarodn</w:t>
            </w:r>
            <w:r w:rsidR="007369CC">
              <w:t xml:space="preserve">i znanstveni skup </w:t>
            </w:r>
            <w:r w:rsidRPr="00FF357A">
              <w:t>održan u inozemstvu</w:t>
            </w:r>
            <w:r w:rsidR="006222A6" w:rsidRPr="00FF357A">
              <w:rPr>
                <w:rStyle w:val="Referencafusnote"/>
              </w:rPr>
              <w:footnoteReference w:id="19"/>
            </w:r>
          </w:p>
          <w:p w14:paraId="3A9DD001" w14:textId="456BF6A8" w:rsidR="00EE0652" w:rsidRPr="00FF357A" w:rsidRDefault="00EE0652" w:rsidP="00FF357A">
            <w:pPr>
              <w:pStyle w:val="Bezproreda"/>
              <w:numPr>
                <w:ilvl w:val="0"/>
                <w:numId w:val="31"/>
              </w:numPr>
            </w:pPr>
            <w:r w:rsidRPr="00FF357A">
              <w:t>međunarodn</w:t>
            </w:r>
            <w:r w:rsidR="007369CC">
              <w:t xml:space="preserve">i znanstveni skup </w:t>
            </w:r>
            <w:r w:rsidRPr="00FF357A">
              <w:t>održan u RH</w:t>
            </w:r>
            <w:r w:rsidR="00FF357A" w:rsidRPr="00FF357A">
              <w:t>, ali ima međunarodni programski odbor</w:t>
            </w:r>
          </w:p>
        </w:tc>
      </w:tr>
      <w:tr w:rsidR="00FF357A" w:rsidRPr="00FF357A" w14:paraId="0B635020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4689686" w14:textId="5731BD1F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Sažetak</w:t>
            </w:r>
            <w:r w:rsidR="00FF357A" w:rsidRPr="00FF357A">
              <w:rPr>
                <w:b/>
                <w:bCs/>
              </w:rPr>
              <w:t xml:space="preserve"> rada na hrvatskom jeziku</w:t>
            </w:r>
          </w:p>
        </w:tc>
      </w:tr>
      <w:tr w:rsidR="00FF357A" w:rsidRPr="00FF357A" w14:paraId="7BFF2DBC" w14:textId="77777777" w:rsidTr="005814C6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7C058D00" w14:textId="33942E2A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6830513F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78A8581" w14:textId="77777777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Znanstveni doprinos rada</w:t>
            </w:r>
          </w:p>
        </w:tc>
      </w:tr>
      <w:tr w:rsidR="00FF357A" w:rsidRPr="00FF357A" w14:paraId="2AF440FE" w14:textId="77777777" w:rsidTr="005814C6">
        <w:tc>
          <w:tcPr>
            <w:tcW w:w="5000" w:type="pct"/>
            <w:gridSpan w:val="3"/>
            <w:vAlign w:val="center"/>
          </w:tcPr>
          <w:p w14:paraId="20A9BE3F" w14:textId="5061407C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564463DF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76E1C66" w14:textId="606EF314" w:rsidR="00FF357A" w:rsidRPr="006645FC" w:rsidRDefault="00FF357A" w:rsidP="00FF357A">
            <w:pPr>
              <w:pStyle w:val="Bezproreda"/>
            </w:pPr>
            <w:r w:rsidRPr="006645FC">
              <w:rPr>
                <w:b/>
                <w:bCs/>
              </w:rPr>
              <w:t xml:space="preserve">Doprinos </w:t>
            </w:r>
            <w:r w:rsidRPr="006645FC">
              <w:rPr>
                <w:b/>
                <w:bCs/>
                <w:shd w:val="clear" w:color="auto" w:fill="DEEAF6" w:themeFill="accent1" w:themeFillTint="33"/>
              </w:rPr>
              <w:t>pristupnika</w:t>
            </w:r>
            <w:r w:rsidRPr="006645FC">
              <w:rPr>
                <w:b/>
                <w:bCs/>
              </w:rPr>
              <w:t xml:space="preserve"> (samo ako je rezultat koautorstva; čl. 2. st. 2 Etičkog kodeksa Odbora za etiku u znanosti i visokom obrazovanju, 2006)</w:t>
            </w:r>
          </w:p>
        </w:tc>
      </w:tr>
      <w:tr w:rsidR="00FF357A" w:rsidRPr="00FF357A" w14:paraId="729740EE" w14:textId="77777777" w:rsidTr="005814C6">
        <w:tc>
          <w:tcPr>
            <w:tcW w:w="5000" w:type="pct"/>
            <w:gridSpan w:val="3"/>
            <w:vAlign w:val="center"/>
          </w:tcPr>
          <w:p w14:paraId="18B854BB" w14:textId="1B70262D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142EBA41" w14:textId="77777777" w:rsidTr="005814C6">
        <w:trPr>
          <w:trHeight w:val="349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FA2D0BD" w14:textId="71FE68D9" w:rsidR="00EE0652" w:rsidRPr="0062076A" w:rsidRDefault="00EE0652" w:rsidP="00ED34D6">
            <w:pPr>
              <w:pStyle w:val="Bezproreda"/>
              <w:rPr>
                <w:b/>
                <w:bCs/>
              </w:rPr>
            </w:pPr>
            <w:r w:rsidRPr="0062076A">
              <w:rPr>
                <w:b/>
                <w:bCs/>
              </w:rPr>
              <w:t xml:space="preserve">Bodovi </w:t>
            </w:r>
            <w:r w:rsidRPr="0062076A">
              <w:rPr>
                <w:rStyle w:val="Referencafusnote"/>
                <w:b/>
                <w:bCs/>
              </w:rPr>
              <w:footnoteReference w:id="20"/>
            </w:r>
            <w:r w:rsidR="00FF357A" w:rsidRPr="0062076A">
              <w:rPr>
                <w:b/>
                <w:bCs/>
              </w:rPr>
              <w:t xml:space="preserve"> (primjerice, 0</w:t>
            </w:r>
            <w:r w:rsidR="0062076A" w:rsidRPr="0062076A">
              <w:rPr>
                <w:b/>
                <w:bCs/>
              </w:rPr>
              <w:t>,</w:t>
            </w:r>
            <w:r w:rsidR="00FF357A" w:rsidRPr="0062076A">
              <w:rPr>
                <w:b/>
                <w:bCs/>
              </w:rPr>
              <w:t>75 bodova, 0</w:t>
            </w:r>
            <w:r w:rsidR="0062076A" w:rsidRPr="0062076A">
              <w:rPr>
                <w:b/>
                <w:bCs/>
              </w:rPr>
              <w:t>,</w:t>
            </w:r>
            <w:r w:rsidR="00FF357A" w:rsidRPr="0062076A">
              <w:rPr>
                <w:b/>
                <w:bCs/>
              </w:rPr>
              <w:t>375 bodova, itd.)</w:t>
            </w:r>
          </w:p>
        </w:tc>
      </w:tr>
      <w:tr w:rsidR="00FF357A" w:rsidRPr="00FF357A" w14:paraId="66F0A4A7" w14:textId="77777777" w:rsidTr="005814C6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FAC100D" w14:textId="0212107E" w:rsidR="00EE0652" w:rsidRPr="00FF357A" w:rsidRDefault="00EE0652" w:rsidP="00ED34D6">
            <w:pPr>
              <w:pStyle w:val="Bezproreda"/>
            </w:pPr>
          </w:p>
        </w:tc>
      </w:tr>
      <w:tr w:rsidR="00FF357A" w:rsidRPr="00FF357A" w14:paraId="717A7620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8E98405" w14:textId="549C6C34" w:rsidR="00EE0652" w:rsidRPr="00FF357A" w:rsidRDefault="00EE0652" w:rsidP="00ED34D6">
            <w:pPr>
              <w:pStyle w:val="Bezproreda"/>
              <w:rPr>
                <w:b/>
                <w:bCs/>
              </w:rPr>
            </w:pPr>
            <w:r w:rsidRPr="00FF357A">
              <w:rPr>
                <w:b/>
                <w:bCs/>
              </w:rPr>
              <w:t>Pristupnik urednik ili član uredništva publikacije u trenutku objave rada (</w:t>
            </w:r>
            <w:r w:rsidR="0004471E">
              <w:rPr>
                <w:b/>
                <w:bCs/>
              </w:rPr>
              <w:t xml:space="preserve">podebljati i </w:t>
            </w:r>
            <w:r w:rsidRPr="00FF357A">
              <w:rPr>
                <w:b/>
                <w:bCs/>
              </w:rPr>
              <w:t>podcrtati)</w:t>
            </w:r>
          </w:p>
        </w:tc>
      </w:tr>
      <w:tr w:rsidR="00FF357A" w:rsidRPr="00FF357A" w14:paraId="1F9CEC1D" w14:textId="77777777" w:rsidTr="005814C6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0212A051" w14:textId="18F05E45" w:rsidR="00EE0652" w:rsidRPr="00FF357A" w:rsidRDefault="00FF357A" w:rsidP="00ED34D6">
            <w:pPr>
              <w:pStyle w:val="Bezproreda"/>
            </w:pPr>
            <w:r w:rsidRPr="00FF357A">
              <w:t>DA            NE</w:t>
            </w:r>
          </w:p>
        </w:tc>
      </w:tr>
      <w:tr w:rsidR="00D73043" w:rsidRPr="00FF357A" w14:paraId="3C1879FE" w14:textId="77777777" w:rsidTr="005814C6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21AE037" w14:textId="5857D2E6" w:rsidR="00D73043" w:rsidRPr="00FF357A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FF357A" w:rsidRPr="00FF357A" w14:paraId="1328A997" w14:textId="77777777" w:rsidTr="005814C6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120CE137" w14:textId="1034E2E7" w:rsidR="00EE0652" w:rsidRPr="00FF357A" w:rsidRDefault="00EE0652" w:rsidP="00ED34D6">
            <w:pPr>
              <w:pStyle w:val="Bezproreda"/>
            </w:pPr>
          </w:p>
        </w:tc>
      </w:tr>
    </w:tbl>
    <w:p w14:paraId="19FEB896" w14:textId="77777777" w:rsidR="00EE0652" w:rsidRDefault="00EE0652" w:rsidP="0061304E">
      <w:pPr>
        <w:pStyle w:val="Bezproreda"/>
      </w:pPr>
    </w:p>
    <w:p w14:paraId="2D662F88" w14:textId="77777777" w:rsidR="0061304E" w:rsidRDefault="0061304E" w:rsidP="0061304E">
      <w:pPr>
        <w:pStyle w:val="Bezproreda"/>
      </w:pPr>
    </w:p>
    <w:p w14:paraId="0AECE32B" w14:textId="77777777" w:rsidR="0061304E" w:rsidRDefault="0061304E" w:rsidP="0061304E">
      <w:pPr>
        <w:pStyle w:val="Bezproreda"/>
      </w:pPr>
    </w:p>
    <w:p w14:paraId="1BED4A35" w14:textId="77777777" w:rsidR="0061304E" w:rsidRDefault="0061304E" w:rsidP="0061304E">
      <w:pPr>
        <w:pStyle w:val="Bezproreda"/>
      </w:pPr>
    </w:p>
    <w:p w14:paraId="5BFC04D8" w14:textId="53E2E8DF" w:rsidR="00E005D9" w:rsidRDefault="00E005D9" w:rsidP="004F31B9">
      <w:pPr>
        <w:tabs>
          <w:tab w:val="left" w:pos="3621"/>
        </w:tabs>
      </w:pPr>
      <w:r w:rsidRPr="004F31B9">
        <w:br w:type="page"/>
      </w:r>
    </w:p>
    <w:p w14:paraId="6E52AEB4" w14:textId="7934B5A4" w:rsidR="00E005D9" w:rsidRPr="005814C6" w:rsidRDefault="005814C6" w:rsidP="005814C6">
      <w:pPr>
        <w:pStyle w:val="Bezproreda"/>
        <w:rPr>
          <w:b/>
          <w:bCs/>
        </w:rPr>
      </w:pPr>
      <w:r w:rsidRPr="005814C6">
        <w:rPr>
          <w:b/>
          <w:bCs/>
        </w:rPr>
        <w:lastRenderedPageBreak/>
        <w:t xml:space="preserve">5.5. </w:t>
      </w:r>
      <w:r w:rsidR="00E005D9" w:rsidRPr="005814C6">
        <w:rPr>
          <w:b/>
          <w:bCs/>
        </w:rPr>
        <w:t>Pregled bodova ostvarenih u kategoriji A2 radova</w:t>
      </w:r>
    </w:p>
    <w:p w14:paraId="31D7AAE6" w14:textId="77777777" w:rsidR="00E7468F" w:rsidRPr="00E7468F" w:rsidRDefault="00E7468F" w:rsidP="005814C6">
      <w:pPr>
        <w:pStyle w:val="Bezproreda"/>
        <w:rPr>
          <w:b/>
          <w:bCs/>
        </w:rPr>
      </w:pPr>
    </w:p>
    <w:p w14:paraId="6EE2ADE5" w14:textId="77777777" w:rsidR="005814C6" w:rsidRDefault="005814C6" w:rsidP="005814C6">
      <w:pPr>
        <w:pStyle w:val="Bezproreda"/>
        <w:rPr>
          <w:b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6565"/>
        <w:gridCol w:w="1314"/>
        <w:gridCol w:w="1183"/>
      </w:tblGrid>
      <w:tr w:rsidR="00E7468F" w:rsidRPr="00F1437E" w14:paraId="31C7AB9C" w14:textId="77777777" w:rsidTr="00E7468F">
        <w:trPr>
          <w:trHeight w:val="340"/>
        </w:trPr>
        <w:tc>
          <w:tcPr>
            <w:tcW w:w="3622" w:type="pct"/>
            <w:noWrap/>
          </w:tcPr>
          <w:p w14:paraId="3F3163A7" w14:textId="77777777" w:rsidR="00E7468F" w:rsidRPr="00F1437E" w:rsidRDefault="00E7468F" w:rsidP="00E7468F">
            <w:pPr>
              <w:pStyle w:val="Bezproreda"/>
            </w:pPr>
          </w:p>
        </w:tc>
        <w:tc>
          <w:tcPr>
            <w:tcW w:w="725" w:type="pct"/>
            <w:noWrap/>
            <w:vAlign w:val="center"/>
            <w:hideMark/>
          </w:tcPr>
          <w:p w14:paraId="5AF5E951" w14:textId="77777777" w:rsidR="00E7468F" w:rsidRPr="005143B3" w:rsidRDefault="00E7468F" w:rsidP="00E7468F">
            <w:pPr>
              <w:pStyle w:val="Bezproreda"/>
              <w:jc w:val="center"/>
              <w:rPr>
                <w:b/>
                <w:bCs/>
              </w:rPr>
            </w:pPr>
            <w:r w:rsidRPr="005143B3">
              <w:rPr>
                <w:b/>
                <w:bCs/>
              </w:rPr>
              <w:t>Upisati broj</w:t>
            </w:r>
          </w:p>
          <w:p w14:paraId="64C8E571" w14:textId="2704C230" w:rsidR="00E7468F" w:rsidRPr="00F1437E" w:rsidRDefault="00E7468F" w:rsidP="00E7468F">
            <w:pPr>
              <w:pStyle w:val="Bezproreda"/>
              <w:jc w:val="center"/>
            </w:pPr>
            <w:r w:rsidRPr="005143B3">
              <w:rPr>
                <w:b/>
                <w:bCs/>
              </w:rPr>
              <w:t>radova/djela</w:t>
            </w:r>
          </w:p>
        </w:tc>
        <w:tc>
          <w:tcPr>
            <w:tcW w:w="653" w:type="pct"/>
            <w:noWrap/>
            <w:vAlign w:val="center"/>
            <w:hideMark/>
          </w:tcPr>
          <w:p w14:paraId="4BE429E6" w14:textId="77777777" w:rsidR="00E7468F" w:rsidRPr="005143B3" w:rsidRDefault="00E7468F" w:rsidP="00E7468F">
            <w:pPr>
              <w:pStyle w:val="Bezproreda"/>
              <w:jc w:val="center"/>
              <w:rPr>
                <w:b/>
                <w:bCs/>
              </w:rPr>
            </w:pPr>
            <w:r w:rsidRPr="005143B3">
              <w:rPr>
                <w:b/>
                <w:bCs/>
              </w:rPr>
              <w:t>Upisati broj</w:t>
            </w:r>
          </w:p>
          <w:p w14:paraId="0A170FD9" w14:textId="0B284695" w:rsidR="00E7468F" w:rsidRPr="00F1437E" w:rsidRDefault="00E7468F" w:rsidP="00E7468F">
            <w:pPr>
              <w:pStyle w:val="Bezproreda"/>
              <w:jc w:val="center"/>
            </w:pPr>
            <w:r w:rsidRPr="005143B3">
              <w:rPr>
                <w:b/>
                <w:bCs/>
              </w:rPr>
              <w:t>bodova</w:t>
            </w:r>
          </w:p>
        </w:tc>
      </w:tr>
      <w:tr w:rsidR="00F1437E" w:rsidRPr="00F1437E" w14:paraId="2E2750AC" w14:textId="77777777" w:rsidTr="00992A50">
        <w:trPr>
          <w:trHeight w:val="227"/>
        </w:trPr>
        <w:tc>
          <w:tcPr>
            <w:tcW w:w="3622" w:type="pct"/>
            <w:shd w:val="clear" w:color="auto" w:fill="DEEAF6" w:themeFill="accent1" w:themeFillTint="33"/>
            <w:noWrap/>
            <w:vAlign w:val="center"/>
          </w:tcPr>
          <w:p w14:paraId="540F46DA" w14:textId="77777777" w:rsidR="00F1437E" w:rsidRPr="00E7468F" w:rsidRDefault="00F1437E" w:rsidP="00E7468F">
            <w:pPr>
              <w:pStyle w:val="Bezproreda"/>
              <w:rPr>
                <w:b/>
                <w:bCs/>
              </w:rPr>
            </w:pPr>
            <w:r w:rsidRPr="00E7468F">
              <w:rPr>
                <w:b/>
                <w:bCs/>
              </w:rPr>
              <w:t xml:space="preserve">Znanstvene </w:t>
            </w:r>
            <w:r w:rsidR="006222A6" w:rsidRPr="00E7468F">
              <w:rPr>
                <w:b/>
                <w:bCs/>
              </w:rPr>
              <w:t>knjige</w:t>
            </w:r>
            <w:r w:rsidRPr="00E7468F">
              <w:rPr>
                <w:b/>
                <w:bCs/>
              </w:rPr>
              <w:t xml:space="preserve"> (</w:t>
            </w:r>
            <w:r w:rsidR="006222A6" w:rsidRPr="00E7468F">
              <w:rPr>
                <w:b/>
                <w:bCs/>
              </w:rPr>
              <w:t>monografije</w:t>
            </w:r>
            <w:r w:rsidRPr="00E7468F">
              <w:rPr>
                <w:b/>
                <w:bCs/>
              </w:rPr>
              <w:t>) koje se vrednuju kao 3 A2 rada</w:t>
            </w:r>
          </w:p>
        </w:tc>
        <w:tc>
          <w:tcPr>
            <w:tcW w:w="725" w:type="pct"/>
            <w:shd w:val="clear" w:color="auto" w:fill="DEEAF6" w:themeFill="accent1" w:themeFillTint="33"/>
            <w:noWrap/>
            <w:vAlign w:val="center"/>
          </w:tcPr>
          <w:p w14:paraId="691E0876" w14:textId="77777777" w:rsidR="00F1437E" w:rsidRPr="00E7468F" w:rsidRDefault="00F1437E" w:rsidP="00E7468F">
            <w:pPr>
              <w:pStyle w:val="Bezproreda"/>
              <w:jc w:val="center"/>
              <w:rPr>
                <w:b/>
                <w:bCs/>
              </w:rPr>
            </w:pPr>
          </w:p>
        </w:tc>
        <w:tc>
          <w:tcPr>
            <w:tcW w:w="653" w:type="pct"/>
            <w:shd w:val="clear" w:color="auto" w:fill="DEEAF6" w:themeFill="accent1" w:themeFillTint="33"/>
            <w:noWrap/>
            <w:vAlign w:val="center"/>
          </w:tcPr>
          <w:p w14:paraId="40378CF4" w14:textId="77777777" w:rsidR="00F1437E" w:rsidRPr="00E7468F" w:rsidRDefault="00F1437E" w:rsidP="00E7468F">
            <w:pPr>
              <w:pStyle w:val="Bezproreda"/>
              <w:jc w:val="center"/>
              <w:rPr>
                <w:b/>
                <w:bCs/>
              </w:rPr>
            </w:pPr>
          </w:p>
        </w:tc>
      </w:tr>
      <w:tr w:rsidR="00F1437E" w:rsidRPr="00F1437E" w14:paraId="3612C04D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354E9CC5" w14:textId="77777777" w:rsidR="00F1437E" w:rsidRPr="00F1437E" w:rsidRDefault="00F1437E" w:rsidP="00E7468F">
            <w:pPr>
              <w:pStyle w:val="Bezproreda"/>
            </w:pPr>
            <w:r w:rsidRPr="00F1437E">
              <w:t xml:space="preserve">do 3 </w:t>
            </w:r>
            <w:r w:rsidRPr="006F121F">
              <w:t>koautora</w:t>
            </w:r>
          </w:p>
        </w:tc>
        <w:tc>
          <w:tcPr>
            <w:tcW w:w="725" w:type="pct"/>
            <w:noWrap/>
            <w:vAlign w:val="center"/>
          </w:tcPr>
          <w:p w14:paraId="23E0F395" w14:textId="34AA348B" w:rsidR="00F1437E" w:rsidRPr="00F1437E" w:rsidRDefault="00F1437E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07ED4F95" w14:textId="74565282" w:rsidR="00F1437E" w:rsidRPr="00F1437E" w:rsidRDefault="00F1437E" w:rsidP="00E7468F">
            <w:pPr>
              <w:pStyle w:val="Bezproreda"/>
              <w:jc w:val="center"/>
            </w:pPr>
          </w:p>
        </w:tc>
      </w:tr>
      <w:tr w:rsidR="00F1437E" w:rsidRPr="00F1437E" w14:paraId="6F52F448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08681428" w14:textId="77777777" w:rsidR="00F1437E" w:rsidRPr="00F1437E" w:rsidRDefault="00F1437E" w:rsidP="00E7468F">
            <w:pPr>
              <w:pStyle w:val="Bezproreda"/>
            </w:pPr>
            <w:r w:rsidRPr="00F1437E">
              <w:t>4-5 koautora</w:t>
            </w:r>
          </w:p>
        </w:tc>
        <w:tc>
          <w:tcPr>
            <w:tcW w:w="725" w:type="pct"/>
            <w:noWrap/>
            <w:vAlign w:val="center"/>
          </w:tcPr>
          <w:p w14:paraId="1BD9EF44" w14:textId="31269AC4" w:rsidR="00F1437E" w:rsidRPr="00F1437E" w:rsidRDefault="00F1437E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2BCC80A" w14:textId="7950F07B" w:rsidR="00F1437E" w:rsidRPr="00F1437E" w:rsidRDefault="00F1437E" w:rsidP="00E7468F">
            <w:pPr>
              <w:pStyle w:val="Bezproreda"/>
              <w:jc w:val="center"/>
            </w:pPr>
          </w:p>
        </w:tc>
      </w:tr>
      <w:tr w:rsidR="00F1437E" w:rsidRPr="00F1437E" w14:paraId="7A48F451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5C726764" w14:textId="77777777" w:rsidR="00F1437E" w:rsidRPr="00F1437E" w:rsidRDefault="00F1437E" w:rsidP="00E7468F">
            <w:pPr>
              <w:pStyle w:val="Bezproreda"/>
            </w:pPr>
            <w:r w:rsidRPr="00F1437E">
              <w:t>6 koautora i više</w:t>
            </w:r>
          </w:p>
        </w:tc>
        <w:tc>
          <w:tcPr>
            <w:tcW w:w="725" w:type="pct"/>
            <w:noWrap/>
            <w:vAlign w:val="center"/>
          </w:tcPr>
          <w:p w14:paraId="2BF53D46" w14:textId="6414B86E" w:rsidR="00F1437E" w:rsidRPr="00F1437E" w:rsidRDefault="00F1437E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7A3C6704" w14:textId="26AD5EA5" w:rsidR="00F1437E" w:rsidRPr="00F1437E" w:rsidRDefault="00F1437E" w:rsidP="00E7468F">
            <w:pPr>
              <w:pStyle w:val="Bezproreda"/>
              <w:jc w:val="center"/>
            </w:pPr>
          </w:p>
        </w:tc>
      </w:tr>
      <w:tr w:rsidR="00E7468F" w:rsidRPr="00F1437E" w14:paraId="4C6C0782" w14:textId="77777777" w:rsidTr="00992A50">
        <w:trPr>
          <w:trHeight w:val="227"/>
        </w:trPr>
        <w:tc>
          <w:tcPr>
            <w:tcW w:w="3622" w:type="pct"/>
            <w:shd w:val="clear" w:color="auto" w:fill="DEEAF6" w:themeFill="accent1" w:themeFillTint="33"/>
            <w:noWrap/>
            <w:vAlign w:val="center"/>
          </w:tcPr>
          <w:p w14:paraId="5BD1CEF8" w14:textId="39BC97E1" w:rsidR="00E7468F" w:rsidRPr="00F1437E" w:rsidRDefault="00E7468F" w:rsidP="00E7468F">
            <w:pPr>
              <w:pStyle w:val="Bezproreda"/>
            </w:pPr>
            <w:r w:rsidRPr="005143B3">
              <w:rPr>
                <w:b/>
                <w:bCs/>
              </w:rPr>
              <w:t>Poglavlja u znanstvenim knjigama koje se vrednuju kao 1 A</w:t>
            </w:r>
            <w:r>
              <w:rPr>
                <w:b/>
                <w:bCs/>
              </w:rPr>
              <w:t>2</w:t>
            </w:r>
            <w:r w:rsidRPr="005143B3">
              <w:rPr>
                <w:b/>
                <w:bCs/>
              </w:rPr>
              <w:t xml:space="preserve"> rad</w:t>
            </w:r>
          </w:p>
        </w:tc>
        <w:tc>
          <w:tcPr>
            <w:tcW w:w="725" w:type="pct"/>
            <w:shd w:val="clear" w:color="auto" w:fill="DEEAF6" w:themeFill="accent1" w:themeFillTint="33"/>
            <w:noWrap/>
            <w:vAlign w:val="center"/>
          </w:tcPr>
          <w:p w14:paraId="1AFDF090" w14:textId="77777777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shd w:val="clear" w:color="auto" w:fill="DEEAF6" w:themeFill="accent1" w:themeFillTint="33"/>
            <w:noWrap/>
            <w:vAlign w:val="center"/>
          </w:tcPr>
          <w:p w14:paraId="1B029071" w14:textId="77777777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6F552F3B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6768D280" w14:textId="77777777" w:rsidR="00E7468F" w:rsidRPr="00F1437E" w:rsidRDefault="00E7468F" w:rsidP="00E7468F">
            <w:pPr>
              <w:pStyle w:val="Bezproreda"/>
            </w:pPr>
            <w:r w:rsidRPr="00F1437E">
              <w:t>do 3 koautora</w:t>
            </w:r>
          </w:p>
        </w:tc>
        <w:tc>
          <w:tcPr>
            <w:tcW w:w="725" w:type="pct"/>
            <w:noWrap/>
            <w:vAlign w:val="center"/>
          </w:tcPr>
          <w:p w14:paraId="3B607542" w14:textId="0E199C1D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7E7F2902" w14:textId="7A7C5018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53AD44D0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3201CDDD" w14:textId="77777777" w:rsidR="00E7468F" w:rsidRPr="00F1437E" w:rsidRDefault="00E7468F" w:rsidP="00E7468F">
            <w:pPr>
              <w:pStyle w:val="Bezproreda"/>
            </w:pPr>
            <w:r w:rsidRPr="00F1437E">
              <w:t>4-5 koautora</w:t>
            </w:r>
          </w:p>
        </w:tc>
        <w:tc>
          <w:tcPr>
            <w:tcW w:w="725" w:type="pct"/>
            <w:noWrap/>
            <w:vAlign w:val="center"/>
          </w:tcPr>
          <w:p w14:paraId="0A4372A0" w14:textId="6E7DC095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589127B6" w14:textId="46F98C07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5B921775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3935B548" w14:textId="77777777" w:rsidR="00E7468F" w:rsidRPr="00F1437E" w:rsidRDefault="00E7468F" w:rsidP="00E7468F">
            <w:pPr>
              <w:pStyle w:val="Bezproreda"/>
            </w:pPr>
            <w:r w:rsidRPr="00F1437E">
              <w:t>6 koautora i više</w:t>
            </w:r>
          </w:p>
        </w:tc>
        <w:tc>
          <w:tcPr>
            <w:tcW w:w="725" w:type="pct"/>
            <w:noWrap/>
            <w:vAlign w:val="center"/>
          </w:tcPr>
          <w:p w14:paraId="5C785D34" w14:textId="4981D4B5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09C69C3" w14:textId="32DC53A6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31B10516" w14:textId="77777777" w:rsidTr="00992A50">
        <w:trPr>
          <w:trHeight w:val="227"/>
        </w:trPr>
        <w:tc>
          <w:tcPr>
            <w:tcW w:w="3622" w:type="pct"/>
            <w:shd w:val="clear" w:color="auto" w:fill="DEEAF6" w:themeFill="accent1" w:themeFillTint="33"/>
            <w:noWrap/>
            <w:vAlign w:val="center"/>
          </w:tcPr>
          <w:p w14:paraId="0E9AD77F" w14:textId="77777777" w:rsidR="00E7468F" w:rsidRPr="00E7468F" w:rsidRDefault="00E7468F" w:rsidP="00E7468F">
            <w:pPr>
              <w:pStyle w:val="Bezproreda"/>
              <w:rPr>
                <w:b/>
                <w:bCs/>
              </w:rPr>
            </w:pPr>
            <w:r w:rsidRPr="00E7468F">
              <w:rPr>
                <w:b/>
                <w:bCs/>
              </w:rPr>
              <w:t>A2 radovi objavljeni u časopisima</w:t>
            </w:r>
          </w:p>
        </w:tc>
        <w:tc>
          <w:tcPr>
            <w:tcW w:w="725" w:type="pct"/>
            <w:shd w:val="clear" w:color="auto" w:fill="DEEAF6" w:themeFill="accent1" w:themeFillTint="33"/>
            <w:noWrap/>
            <w:vAlign w:val="center"/>
          </w:tcPr>
          <w:p w14:paraId="6549DD81" w14:textId="77777777" w:rsidR="00E7468F" w:rsidRPr="00E7468F" w:rsidRDefault="00E7468F" w:rsidP="00E7468F">
            <w:pPr>
              <w:pStyle w:val="Bezproreda"/>
              <w:jc w:val="center"/>
              <w:rPr>
                <w:b/>
                <w:bCs/>
              </w:rPr>
            </w:pPr>
          </w:p>
        </w:tc>
        <w:tc>
          <w:tcPr>
            <w:tcW w:w="653" w:type="pct"/>
            <w:shd w:val="clear" w:color="auto" w:fill="DEEAF6" w:themeFill="accent1" w:themeFillTint="33"/>
            <w:noWrap/>
            <w:vAlign w:val="center"/>
          </w:tcPr>
          <w:p w14:paraId="5DC38ACF" w14:textId="77777777" w:rsidR="00E7468F" w:rsidRPr="00E7468F" w:rsidRDefault="00E7468F" w:rsidP="00E7468F">
            <w:pPr>
              <w:pStyle w:val="Bezproreda"/>
              <w:jc w:val="center"/>
              <w:rPr>
                <w:b/>
                <w:bCs/>
              </w:rPr>
            </w:pPr>
          </w:p>
        </w:tc>
      </w:tr>
      <w:tr w:rsidR="00E7468F" w:rsidRPr="00F1437E" w14:paraId="65717BA8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6F1CE752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samostalno </w:t>
            </w:r>
          </w:p>
        </w:tc>
        <w:tc>
          <w:tcPr>
            <w:tcW w:w="725" w:type="pct"/>
            <w:noWrap/>
            <w:vAlign w:val="center"/>
          </w:tcPr>
          <w:p w14:paraId="42E315D2" w14:textId="229E853D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CC8FBD2" w14:textId="2B742AE6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05B597B5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4DA1CA1A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2 i 3 koautora</w:t>
            </w:r>
          </w:p>
        </w:tc>
        <w:tc>
          <w:tcPr>
            <w:tcW w:w="725" w:type="pct"/>
            <w:noWrap/>
            <w:vAlign w:val="center"/>
          </w:tcPr>
          <w:p w14:paraId="52D31AC4" w14:textId="73A56A03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07B6AA72" w14:textId="0B205D3B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705C4AEF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2289A863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4 i 5 koautora</w:t>
            </w:r>
          </w:p>
        </w:tc>
        <w:tc>
          <w:tcPr>
            <w:tcW w:w="725" w:type="pct"/>
            <w:noWrap/>
            <w:vAlign w:val="center"/>
          </w:tcPr>
          <w:p w14:paraId="160DA932" w14:textId="09BD33FC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2520A4BA" w14:textId="6D58FBB5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4BFF6722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1FB3AB16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6 koautora</w:t>
            </w:r>
          </w:p>
        </w:tc>
        <w:tc>
          <w:tcPr>
            <w:tcW w:w="725" w:type="pct"/>
            <w:noWrap/>
            <w:vAlign w:val="center"/>
          </w:tcPr>
          <w:p w14:paraId="4AB732FF" w14:textId="33C94C3A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712C4FD4" w14:textId="02CDFF57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74507C7C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20246B94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7 koautora</w:t>
            </w:r>
          </w:p>
        </w:tc>
        <w:tc>
          <w:tcPr>
            <w:tcW w:w="725" w:type="pct"/>
            <w:noWrap/>
            <w:vAlign w:val="center"/>
          </w:tcPr>
          <w:p w14:paraId="303FD9A5" w14:textId="1465AB9E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C8D505B" w14:textId="74FFCCEE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61360C8D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4EC4A18C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8 koautora</w:t>
            </w:r>
          </w:p>
        </w:tc>
        <w:tc>
          <w:tcPr>
            <w:tcW w:w="725" w:type="pct"/>
            <w:noWrap/>
            <w:vAlign w:val="center"/>
          </w:tcPr>
          <w:p w14:paraId="6876657A" w14:textId="62254148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211FEF8F" w14:textId="5CDB3FA3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052A7B61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718C61A0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9 koautora</w:t>
            </w:r>
          </w:p>
        </w:tc>
        <w:tc>
          <w:tcPr>
            <w:tcW w:w="725" w:type="pct"/>
            <w:noWrap/>
            <w:vAlign w:val="center"/>
          </w:tcPr>
          <w:p w14:paraId="318A2040" w14:textId="215C1134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B040B19" w14:textId="709864B3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3159C2C9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49CBDBAE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10 koautora</w:t>
            </w:r>
          </w:p>
        </w:tc>
        <w:tc>
          <w:tcPr>
            <w:tcW w:w="725" w:type="pct"/>
            <w:noWrap/>
            <w:vAlign w:val="center"/>
          </w:tcPr>
          <w:p w14:paraId="2CB778D4" w14:textId="2AF5CF79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5A335F5" w14:textId="61483A6A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40CD6EE0" w14:textId="77777777" w:rsidTr="00992A50">
        <w:trPr>
          <w:trHeight w:val="227"/>
        </w:trPr>
        <w:tc>
          <w:tcPr>
            <w:tcW w:w="3622" w:type="pct"/>
            <w:shd w:val="clear" w:color="auto" w:fill="DEEAF6" w:themeFill="accent1" w:themeFillTint="33"/>
            <w:noWrap/>
            <w:vAlign w:val="center"/>
          </w:tcPr>
          <w:p w14:paraId="5B925722" w14:textId="77777777" w:rsidR="00E7468F" w:rsidRPr="00E7468F" w:rsidRDefault="00E7468F" w:rsidP="00E7468F">
            <w:pPr>
              <w:pStyle w:val="Bezproreda"/>
              <w:rPr>
                <w:b/>
                <w:bCs/>
              </w:rPr>
            </w:pPr>
            <w:r w:rsidRPr="00E7468F">
              <w:rPr>
                <w:b/>
                <w:bCs/>
              </w:rPr>
              <w:t xml:space="preserve">A2 radovi objavljeni u zbornicima </w:t>
            </w:r>
          </w:p>
        </w:tc>
        <w:tc>
          <w:tcPr>
            <w:tcW w:w="725" w:type="pct"/>
            <w:shd w:val="clear" w:color="auto" w:fill="DEEAF6" w:themeFill="accent1" w:themeFillTint="33"/>
            <w:noWrap/>
            <w:vAlign w:val="center"/>
          </w:tcPr>
          <w:p w14:paraId="1825A372" w14:textId="77777777" w:rsidR="00E7468F" w:rsidRPr="00E7468F" w:rsidRDefault="00E7468F" w:rsidP="00E7468F">
            <w:pPr>
              <w:pStyle w:val="Bezproreda"/>
              <w:jc w:val="center"/>
              <w:rPr>
                <w:b/>
                <w:bCs/>
              </w:rPr>
            </w:pPr>
          </w:p>
        </w:tc>
        <w:tc>
          <w:tcPr>
            <w:tcW w:w="653" w:type="pct"/>
            <w:shd w:val="clear" w:color="auto" w:fill="DEEAF6" w:themeFill="accent1" w:themeFillTint="33"/>
            <w:noWrap/>
            <w:vAlign w:val="center"/>
          </w:tcPr>
          <w:p w14:paraId="76FC1C0F" w14:textId="77777777" w:rsidR="00E7468F" w:rsidRPr="00E7468F" w:rsidRDefault="00E7468F" w:rsidP="00E7468F">
            <w:pPr>
              <w:pStyle w:val="Bezproreda"/>
              <w:jc w:val="center"/>
              <w:rPr>
                <w:b/>
                <w:bCs/>
              </w:rPr>
            </w:pPr>
          </w:p>
        </w:tc>
      </w:tr>
      <w:tr w:rsidR="00E7468F" w:rsidRPr="00F1437E" w14:paraId="42563063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242351EE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samostalno </w:t>
            </w:r>
          </w:p>
        </w:tc>
        <w:tc>
          <w:tcPr>
            <w:tcW w:w="725" w:type="pct"/>
            <w:noWrap/>
            <w:vAlign w:val="center"/>
          </w:tcPr>
          <w:p w14:paraId="7A0AE708" w14:textId="37AC804A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0F4E1A5E" w14:textId="30B555E2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5C7D0AD8" w14:textId="77777777" w:rsidTr="00992A50">
        <w:trPr>
          <w:trHeight w:val="227"/>
        </w:trPr>
        <w:tc>
          <w:tcPr>
            <w:tcW w:w="3622" w:type="pct"/>
            <w:noWrap/>
            <w:vAlign w:val="center"/>
          </w:tcPr>
          <w:p w14:paraId="7F8B0E31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2 i 3 koautora</w:t>
            </w:r>
          </w:p>
        </w:tc>
        <w:tc>
          <w:tcPr>
            <w:tcW w:w="725" w:type="pct"/>
            <w:noWrap/>
            <w:vAlign w:val="center"/>
          </w:tcPr>
          <w:p w14:paraId="14AC71E7" w14:textId="7D21CB3D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369A6763" w14:textId="09BEF09F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052CE149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4415DE0E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4 i 5 koautora</w:t>
            </w:r>
          </w:p>
        </w:tc>
        <w:tc>
          <w:tcPr>
            <w:tcW w:w="725" w:type="pct"/>
            <w:noWrap/>
            <w:vAlign w:val="center"/>
          </w:tcPr>
          <w:p w14:paraId="15F493E8" w14:textId="199CA21A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62DAF66F" w14:textId="5864444A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25A93D0B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25CB62A5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6 koautora</w:t>
            </w:r>
          </w:p>
        </w:tc>
        <w:tc>
          <w:tcPr>
            <w:tcW w:w="725" w:type="pct"/>
            <w:noWrap/>
            <w:vAlign w:val="center"/>
          </w:tcPr>
          <w:p w14:paraId="06942578" w14:textId="3A53F67E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7C6E11AE" w14:textId="3CFC68F9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06FF500B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68979A26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7 koautora</w:t>
            </w:r>
          </w:p>
        </w:tc>
        <w:tc>
          <w:tcPr>
            <w:tcW w:w="725" w:type="pct"/>
            <w:noWrap/>
            <w:vAlign w:val="center"/>
          </w:tcPr>
          <w:p w14:paraId="1B0184C4" w14:textId="16E214D6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244F0854" w14:textId="57F96D47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747AAC08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0BAE5B17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8 koautora</w:t>
            </w:r>
          </w:p>
        </w:tc>
        <w:tc>
          <w:tcPr>
            <w:tcW w:w="725" w:type="pct"/>
            <w:noWrap/>
            <w:vAlign w:val="center"/>
          </w:tcPr>
          <w:p w14:paraId="3AE93176" w14:textId="337B9C9E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1F1B46DF" w14:textId="50E670A0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61CFE3FC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212692A3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9 koautora</w:t>
            </w:r>
          </w:p>
        </w:tc>
        <w:tc>
          <w:tcPr>
            <w:tcW w:w="725" w:type="pct"/>
            <w:noWrap/>
            <w:vAlign w:val="center"/>
          </w:tcPr>
          <w:p w14:paraId="5FD44810" w14:textId="360B8236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6DDD6746" w14:textId="5AFCF9E4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1F429048" w14:textId="77777777" w:rsidTr="00992A50">
        <w:trPr>
          <w:trHeight w:val="227"/>
        </w:trPr>
        <w:tc>
          <w:tcPr>
            <w:tcW w:w="3622" w:type="pct"/>
            <w:noWrap/>
            <w:vAlign w:val="center"/>
            <w:hideMark/>
          </w:tcPr>
          <w:p w14:paraId="7F6A289D" w14:textId="77777777" w:rsidR="00E7468F" w:rsidRPr="00F1437E" w:rsidRDefault="00E7468F" w:rsidP="00E7468F">
            <w:pPr>
              <w:pStyle w:val="Bezproreda"/>
            </w:pPr>
            <w:r>
              <w:t>A2</w:t>
            </w:r>
            <w:r w:rsidRPr="00F1437E">
              <w:t xml:space="preserve"> radovi – 10 koautora</w:t>
            </w:r>
          </w:p>
        </w:tc>
        <w:tc>
          <w:tcPr>
            <w:tcW w:w="725" w:type="pct"/>
            <w:noWrap/>
            <w:vAlign w:val="center"/>
          </w:tcPr>
          <w:p w14:paraId="26A508B8" w14:textId="0E726E18" w:rsidR="00E7468F" w:rsidRPr="00F1437E" w:rsidRDefault="00E7468F" w:rsidP="00E7468F">
            <w:pPr>
              <w:pStyle w:val="Bezproreda"/>
              <w:jc w:val="center"/>
            </w:pPr>
          </w:p>
        </w:tc>
        <w:tc>
          <w:tcPr>
            <w:tcW w:w="653" w:type="pct"/>
            <w:noWrap/>
            <w:vAlign w:val="center"/>
          </w:tcPr>
          <w:p w14:paraId="244C5416" w14:textId="264DB701" w:rsidR="00E7468F" w:rsidRPr="00F1437E" w:rsidRDefault="00E7468F" w:rsidP="00E7468F">
            <w:pPr>
              <w:pStyle w:val="Bezproreda"/>
              <w:jc w:val="center"/>
            </w:pPr>
          </w:p>
        </w:tc>
      </w:tr>
      <w:tr w:rsidR="00E7468F" w:rsidRPr="00F1437E" w14:paraId="19111F9F" w14:textId="77777777" w:rsidTr="00992A50">
        <w:trPr>
          <w:trHeight w:val="227"/>
        </w:trPr>
        <w:tc>
          <w:tcPr>
            <w:tcW w:w="4347" w:type="pct"/>
            <w:gridSpan w:val="2"/>
            <w:shd w:val="clear" w:color="auto" w:fill="DEEAF6" w:themeFill="accent1" w:themeFillTint="33"/>
            <w:noWrap/>
            <w:vAlign w:val="center"/>
            <w:hideMark/>
          </w:tcPr>
          <w:p w14:paraId="59DDD275" w14:textId="486AC3B3" w:rsidR="00E7468F" w:rsidRPr="00E7468F" w:rsidRDefault="00E7468F" w:rsidP="00E7468F">
            <w:pPr>
              <w:pStyle w:val="Bezproreda"/>
              <w:jc w:val="right"/>
              <w:rPr>
                <w:b/>
                <w:bCs/>
              </w:rPr>
            </w:pPr>
            <w:r w:rsidRPr="00E7468F">
              <w:rPr>
                <w:b/>
                <w:bCs/>
              </w:rPr>
              <w:t>UKUPNO BODOVA IZ A2</w:t>
            </w:r>
          </w:p>
        </w:tc>
        <w:tc>
          <w:tcPr>
            <w:tcW w:w="653" w:type="pct"/>
            <w:vAlign w:val="center"/>
          </w:tcPr>
          <w:p w14:paraId="13AE1966" w14:textId="4E0CBDE5" w:rsidR="00E7468F" w:rsidRPr="00E7468F" w:rsidRDefault="00E7468F" w:rsidP="00E7468F">
            <w:pPr>
              <w:pStyle w:val="Bezproreda"/>
              <w:jc w:val="center"/>
              <w:rPr>
                <w:b/>
                <w:bCs/>
              </w:rPr>
            </w:pPr>
          </w:p>
        </w:tc>
      </w:tr>
    </w:tbl>
    <w:p w14:paraId="40F6C7C4" w14:textId="77777777" w:rsidR="00F1437E" w:rsidRDefault="00F1437E" w:rsidP="00E005D9">
      <w:pPr>
        <w:rPr>
          <w:b/>
        </w:rPr>
      </w:pPr>
    </w:p>
    <w:p w14:paraId="565A7C19" w14:textId="55453D96" w:rsidR="00B935AC" w:rsidRDefault="00B935AC">
      <w:pPr>
        <w:rPr>
          <w:b/>
        </w:rPr>
      </w:pPr>
      <w:r>
        <w:rPr>
          <w:b/>
        </w:rPr>
        <w:br w:type="page"/>
      </w:r>
    </w:p>
    <w:p w14:paraId="0D124CF3" w14:textId="4DC020E0" w:rsidR="00D42A7A" w:rsidRPr="0004471E" w:rsidRDefault="00C56770" w:rsidP="0004471E">
      <w:pPr>
        <w:pStyle w:val="Bezproreda"/>
        <w:shd w:val="clear" w:color="auto" w:fill="DEEAF6" w:themeFill="accent1" w:themeFillTint="33"/>
        <w:jc w:val="both"/>
        <w:rPr>
          <w:b/>
          <w:bCs/>
          <w:sz w:val="24"/>
          <w:szCs w:val="24"/>
        </w:rPr>
      </w:pPr>
      <w:r w:rsidRPr="0004471E">
        <w:rPr>
          <w:b/>
          <w:bCs/>
          <w:sz w:val="24"/>
          <w:szCs w:val="24"/>
        </w:rPr>
        <w:lastRenderedPageBreak/>
        <w:t xml:space="preserve">6. </w:t>
      </w:r>
      <w:r w:rsidR="00D42A7A" w:rsidRPr="0004471E">
        <w:rPr>
          <w:b/>
          <w:bCs/>
          <w:sz w:val="24"/>
          <w:szCs w:val="24"/>
        </w:rPr>
        <w:t>A3 radovi</w:t>
      </w:r>
      <w:r w:rsidR="009B3C2C" w:rsidRPr="0004471E">
        <w:rPr>
          <w:b/>
          <w:bCs/>
          <w:sz w:val="24"/>
          <w:szCs w:val="24"/>
        </w:rPr>
        <w:t xml:space="preserve"> </w:t>
      </w:r>
      <w:r w:rsidR="008E0E48" w:rsidRPr="0004471E">
        <w:rPr>
          <w:b/>
          <w:bCs/>
          <w:sz w:val="24"/>
          <w:szCs w:val="24"/>
        </w:rPr>
        <w:t xml:space="preserve">relevantni za izbor u znanstveno zvanje </w:t>
      </w:r>
      <w:r w:rsidRPr="0004471E">
        <w:rPr>
          <w:b/>
          <w:bCs/>
          <w:color w:val="FF0000"/>
          <w:sz w:val="24"/>
          <w:szCs w:val="24"/>
        </w:rPr>
        <w:t>XXXXXXXX</w:t>
      </w:r>
    </w:p>
    <w:p w14:paraId="121ECD76" w14:textId="77777777" w:rsidR="00D42A7A" w:rsidRPr="00C56770" w:rsidRDefault="00D42A7A" w:rsidP="00C56770">
      <w:pPr>
        <w:pStyle w:val="Bezproreda"/>
        <w:jc w:val="both"/>
        <w:rPr>
          <w:b/>
          <w:bCs/>
        </w:rPr>
      </w:pPr>
    </w:p>
    <w:p w14:paraId="656DABA7" w14:textId="271AA2E0" w:rsidR="005A1342" w:rsidRDefault="00C56770" w:rsidP="00C56770">
      <w:pPr>
        <w:pStyle w:val="Bezproreda"/>
        <w:jc w:val="both"/>
        <w:rPr>
          <w:b/>
          <w:bCs/>
        </w:rPr>
      </w:pPr>
      <w:r>
        <w:rPr>
          <w:b/>
          <w:bCs/>
        </w:rPr>
        <w:t xml:space="preserve">6.1. </w:t>
      </w:r>
      <w:r w:rsidR="005A1342" w:rsidRPr="00C56770">
        <w:rPr>
          <w:b/>
          <w:bCs/>
        </w:rPr>
        <w:t>Znanstvena knjiga koja se vrednuje kao A3 rad</w:t>
      </w:r>
    </w:p>
    <w:p w14:paraId="3194B418" w14:textId="77777777" w:rsidR="00C56770" w:rsidRDefault="00C56770" w:rsidP="00C56770">
      <w:pPr>
        <w:pStyle w:val="Bezproreda"/>
        <w:jc w:val="both"/>
        <w:rPr>
          <w:b/>
          <w:bCs/>
        </w:rPr>
      </w:pPr>
    </w:p>
    <w:p w14:paraId="5F20D1FF" w14:textId="77777777" w:rsidR="00C56770" w:rsidRDefault="00C56770" w:rsidP="00C56770">
      <w:pPr>
        <w:pStyle w:val="Bezproreda"/>
        <w:jc w:val="both"/>
        <w:rPr>
          <w:b/>
          <w:bCs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7665"/>
      </w:tblGrid>
      <w:tr w:rsidR="00D16DC8" w:rsidRPr="00DB418D" w14:paraId="57746513" w14:textId="77777777" w:rsidTr="00D82012">
        <w:tc>
          <w:tcPr>
            <w:tcW w:w="771" w:type="pct"/>
            <w:shd w:val="clear" w:color="auto" w:fill="DEEAF6" w:themeFill="accent1" w:themeFillTint="33"/>
            <w:vAlign w:val="center"/>
          </w:tcPr>
          <w:p w14:paraId="3B5F09B3" w14:textId="77777777" w:rsidR="00D16DC8" w:rsidRPr="00C56770" w:rsidRDefault="00D16DC8" w:rsidP="00C56770">
            <w:pPr>
              <w:pStyle w:val="Bezproreda"/>
              <w:rPr>
                <w:b/>
                <w:bCs/>
              </w:rPr>
            </w:pPr>
            <w:r w:rsidRPr="00C56770">
              <w:rPr>
                <w:b/>
                <w:bCs/>
              </w:rPr>
              <w:t>Redni broj:</w:t>
            </w:r>
          </w:p>
        </w:tc>
        <w:tc>
          <w:tcPr>
            <w:tcW w:w="4229" w:type="pct"/>
            <w:shd w:val="clear" w:color="auto" w:fill="FFFFFF" w:themeFill="background1"/>
            <w:vAlign w:val="center"/>
          </w:tcPr>
          <w:p w14:paraId="4803DE4F" w14:textId="1B56457C" w:rsidR="00D16DC8" w:rsidRPr="00DB418D" w:rsidRDefault="00D16DC8" w:rsidP="00C56770">
            <w:pPr>
              <w:pStyle w:val="Bezproreda"/>
            </w:pPr>
          </w:p>
        </w:tc>
      </w:tr>
      <w:tr w:rsidR="00D16DC8" w:rsidRPr="00DB418D" w14:paraId="3862A004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75664B8" w14:textId="08BDD7D3" w:rsidR="00D16DC8" w:rsidRPr="00C56770" w:rsidRDefault="00D16DC8" w:rsidP="00C56770">
            <w:pPr>
              <w:pStyle w:val="Bezproreda"/>
              <w:rPr>
                <w:b/>
                <w:bCs/>
              </w:rPr>
            </w:pPr>
            <w:r w:rsidRPr="00C56770">
              <w:rPr>
                <w:b/>
                <w:bCs/>
              </w:rPr>
              <w:t>Autor</w:t>
            </w:r>
          </w:p>
        </w:tc>
      </w:tr>
      <w:tr w:rsidR="00D16DC8" w:rsidRPr="00DB418D" w14:paraId="6143B0F2" w14:textId="77777777" w:rsidTr="00D82012">
        <w:tc>
          <w:tcPr>
            <w:tcW w:w="5000" w:type="pct"/>
            <w:gridSpan w:val="2"/>
            <w:vAlign w:val="center"/>
          </w:tcPr>
          <w:p w14:paraId="3AA183A2" w14:textId="711B6A71" w:rsidR="00D16DC8" w:rsidRPr="00DB418D" w:rsidRDefault="00D16DC8" w:rsidP="00C56770">
            <w:pPr>
              <w:pStyle w:val="Bezproreda"/>
            </w:pPr>
          </w:p>
        </w:tc>
      </w:tr>
      <w:tr w:rsidR="00A9092B" w:rsidRPr="00DB418D" w14:paraId="6FEB39AF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CE81E9C" w14:textId="5A2AE765" w:rsidR="00A9092B" w:rsidRPr="00C56770" w:rsidRDefault="00A9092B" w:rsidP="00A9092B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Cjelovit</w:t>
            </w:r>
            <w:r>
              <w:rPr>
                <w:b/>
                <w:bCs/>
              </w:rPr>
              <w:t>a referenca knjige (naslov, godina izdavanja, izdavač, grad)</w:t>
            </w:r>
          </w:p>
        </w:tc>
      </w:tr>
      <w:tr w:rsidR="00A9092B" w:rsidRPr="00DB418D" w14:paraId="599CA5F0" w14:textId="77777777" w:rsidTr="00D82012">
        <w:tc>
          <w:tcPr>
            <w:tcW w:w="5000" w:type="pct"/>
            <w:gridSpan w:val="2"/>
            <w:vAlign w:val="center"/>
          </w:tcPr>
          <w:p w14:paraId="2E10E7E2" w14:textId="43CF60D8" w:rsidR="00A9092B" w:rsidRDefault="00A9092B" w:rsidP="00A9092B">
            <w:pPr>
              <w:pStyle w:val="Bezproreda"/>
            </w:pPr>
          </w:p>
        </w:tc>
      </w:tr>
      <w:tr w:rsidR="00A9092B" w:rsidRPr="00DB418D" w14:paraId="57EBF4B9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996C40C" w14:textId="4F921396" w:rsidR="00A9092B" w:rsidRPr="00C56770" w:rsidRDefault="00A9092B" w:rsidP="00A9092B">
            <w:pPr>
              <w:pStyle w:val="Bezproreda"/>
              <w:rPr>
                <w:b/>
                <w:bCs/>
                <w:color w:val="00B050"/>
              </w:rPr>
            </w:pPr>
            <w:r>
              <w:rPr>
                <w:b/>
                <w:bCs/>
              </w:rPr>
              <w:t>Recenzenti knjige</w:t>
            </w:r>
          </w:p>
        </w:tc>
      </w:tr>
      <w:tr w:rsidR="00A9092B" w:rsidRPr="00DB418D" w14:paraId="4685F336" w14:textId="77777777" w:rsidTr="00D82012">
        <w:tc>
          <w:tcPr>
            <w:tcW w:w="5000" w:type="pct"/>
            <w:gridSpan w:val="2"/>
            <w:vAlign w:val="center"/>
          </w:tcPr>
          <w:p w14:paraId="12183A6C" w14:textId="4E536487" w:rsidR="00A9092B" w:rsidRPr="00DB418D" w:rsidRDefault="00A9092B" w:rsidP="00A9092B">
            <w:pPr>
              <w:pStyle w:val="Bezproreda"/>
            </w:pPr>
          </w:p>
        </w:tc>
      </w:tr>
      <w:tr w:rsidR="00A9092B" w:rsidRPr="00DB418D" w14:paraId="1EF5C7F6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BD03E61" w14:textId="77777777" w:rsidR="00A9092B" w:rsidRPr="00C56770" w:rsidRDefault="00A9092B" w:rsidP="00A9092B">
            <w:pPr>
              <w:pStyle w:val="Bezproreda"/>
              <w:rPr>
                <w:b/>
                <w:bCs/>
              </w:rPr>
            </w:pPr>
            <w:r w:rsidRPr="00C56770">
              <w:rPr>
                <w:b/>
                <w:bCs/>
              </w:rPr>
              <w:t>ISBN/ISSN</w:t>
            </w:r>
          </w:p>
        </w:tc>
      </w:tr>
      <w:tr w:rsidR="00A9092B" w:rsidRPr="00DB418D" w14:paraId="16557DE8" w14:textId="77777777" w:rsidTr="00D82012">
        <w:tc>
          <w:tcPr>
            <w:tcW w:w="5000" w:type="pct"/>
            <w:gridSpan w:val="2"/>
            <w:vAlign w:val="center"/>
          </w:tcPr>
          <w:p w14:paraId="5604EF19" w14:textId="30551974" w:rsidR="00A9092B" w:rsidRPr="00DB418D" w:rsidRDefault="00A9092B" w:rsidP="00A9092B">
            <w:pPr>
              <w:pStyle w:val="Bezproreda"/>
            </w:pPr>
          </w:p>
        </w:tc>
      </w:tr>
      <w:tr w:rsidR="00A9092B" w:rsidRPr="00DB418D" w14:paraId="46EA775D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6BF8E808" w14:textId="02C270D8" w:rsidR="00A9092B" w:rsidRPr="00C56770" w:rsidRDefault="00A9092B" w:rsidP="00A9092B">
            <w:pPr>
              <w:pStyle w:val="Bezproreda"/>
              <w:rPr>
                <w:b/>
                <w:bCs/>
              </w:rPr>
            </w:pPr>
            <w:r w:rsidRPr="00C56770">
              <w:rPr>
                <w:b/>
                <w:bCs/>
              </w:rPr>
              <w:t>Sažetak knjige na hrvatskom jeziku</w:t>
            </w:r>
          </w:p>
        </w:tc>
      </w:tr>
      <w:tr w:rsidR="00A9092B" w:rsidRPr="00DB418D" w14:paraId="7CF91331" w14:textId="77777777" w:rsidTr="00D8201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BF1F963" w14:textId="5F8DE6D7" w:rsidR="00A9092B" w:rsidRPr="00DB418D" w:rsidRDefault="00A9092B" w:rsidP="00A9092B">
            <w:pPr>
              <w:pStyle w:val="Bezproreda"/>
              <w:rPr>
                <w:iCs/>
                <w:color w:val="231F20"/>
              </w:rPr>
            </w:pPr>
          </w:p>
        </w:tc>
      </w:tr>
      <w:tr w:rsidR="00A9092B" w:rsidRPr="00DB418D" w14:paraId="26AD5463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A6242E5" w14:textId="77777777" w:rsidR="00A9092B" w:rsidRPr="00C56770" w:rsidRDefault="00A9092B" w:rsidP="00A9092B">
            <w:pPr>
              <w:pStyle w:val="Bezproreda"/>
              <w:rPr>
                <w:b/>
                <w:bCs/>
              </w:rPr>
            </w:pPr>
            <w:r w:rsidRPr="00C56770">
              <w:rPr>
                <w:b/>
                <w:bCs/>
              </w:rPr>
              <w:t xml:space="preserve">Znanstveni doprinos </w:t>
            </w:r>
          </w:p>
        </w:tc>
      </w:tr>
      <w:tr w:rsidR="00A9092B" w:rsidRPr="00DB418D" w14:paraId="0EEDD2EE" w14:textId="77777777" w:rsidTr="00D82012">
        <w:tc>
          <w:tcPr>
            <w:tcW w:w="5000" w:type="pct"/>
            <w:gridSpan w:val="2"/>
            <w:vAlign w:val="center"/>
          </w:tcPr>
          <w:p w14:paraId="628B23EB" w14:textId="1156E2CF" w:rsidR="00A9092B" w:rsidRPr="00DB418D" w:rsidRDefault="00A9092B" w:rsidP="00A9092B">
            <w:pPr>
              <w:pStyle w:val="Bezproreda"/>
            </w:pPr>
          </w:p>
        </w:tc>
      </w:tr>
      <w:tr w:rsidR="00A9092B" w:rsidRPr="00DB418D" w14:paraId="22F5C3A4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4C19ECB" w14:textId="2BCF1DD6" w:rsidR="00A9092B" w:rsidRPr="00DB418D" w:rsidRDefault="00A9092B" w:rsidP="00A9092B">
            <w:pPr>
              <w:pStyle w:val="Bezproreda"/>
            </w:pPr>
            <w:r w:rsidRPr="00E53652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A9092B" w:rsidRPr="00DB418D" w14:paraId="619ACA8C" w14:textId="77777777" w:rsidTr="00D82012">
        <w:tc>
          <w:tcPr>
            <w:tcW w:w="5000" w:type="pct"/>
            <w:gridSpan w:val="2"/>
            <w:vAlign w:val="center"/>
          </w:tcPr>
          <w:p w14:paraId="495F21A6" w14:textId="4D47D419" w:rsidR="00A9092B" w:rsidRPr="00DB418D" w:rsidRDefault="00A9092B" w:rsidP="00A9092B">
            <w:pPr>
              <w:pStyle w:val="Bezproreda"/>
            </w:pPr>
          </w:p>
        </w:tc>
      </w:tr>
      <w:tr w:rsidR="00A9092B" w:rsidRPr="00DB418D" w14:paraId="205CCB9C" w14:textId="77777777" w:rsidTr="00D82012">
        <w:trPr>
          <w:trHeight w:val="349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0A59569F" w14:textId="32063BB5" w:rsidR="00A9092B" w:rsidRPr="00C56770" w:rsidRDefault="00A9092B" w:rsidP="00A9092B">
            <w:pPr>
              <w:pStyle w:val="Bezproreda"/>
              <w:rPr>
                <w:b/>
                <w:bCs/>
              </w:rPr>
            </w:pPr>
            <w:r w:rsidRPr="00C56770">
              <w:rPr>
                <w:b/>
                <w:bCs/>
              </w:rPr>
              <w:t xml:space="preserve">Bodovi </w:t>
            </w:r>
            <w:r w:rsidRPr="00C56770">
              <w:rPr>
                <w:rStyle w:val="Referencafusnote"/>
                <w:b/>
                <w:bCs/>
              </w:rPr>
              <w:footnoteReference w:id="21"/>
            </w:r>
            <w:r w:rsidRPr="00C56770">
              <w:rPr>
                <w:b/>
                <w:bCs/>
              </w:rPr>
              <w:t xml:space="preserve"> (</w:t>
            </w:r>
            <w:r w:rsidRPr="0062076A">
              <w:rPr>
                <w:b/>
                <w:bCs/>
              </w:rPr>
              <w:t>primjerice, 1,5 bod, 0,75 bodova i</w:t>
            </w:r>
            <w:r w:rsidRPr="00C56770">
              <w:rPr>
                <w:b/>
                <w:bCs/>
              </w:rPr>
              <w:t xml:space="preserve"> sl.)</w:t>
            </w:r>
          </w:p>
        </w:tc>
      </w:tr>
      <w:tr w:rsidR="00A9092B" w:rsidRPr="00DB418D" w14:paraId="332D9B7A" w14:textId="77777777" w:rsidTr="00D82012">
        <w:tc>
          <w:tcPr>
            <w:tcW w:w="5000" w:type="pct"/>
            <w:gridSpan w:val="2"/>
            <w:shd w:val="clear" w:color="auto" w:fill="auto"/>
            <w:vAlign w:val="center"/>
          </w:tcPr>
          <w:p w14:paraId="22FBDBD7" w14:textId="39F3C887" w:rsidR="00A9092B" w:rsidRPr="00D16DC8" w:rsidRDefault="00A9092B" w:rsidP="00A9092B">
            <w:pPr>
              <w:pStyle w:val="Bezproreda"/>
            </w:pPr>
          </w:p>
        </w:tc>
      </w:tr>
      <w:tr w:rsidR="00D73043" w:rsidRPr="00DB418D" w14:paraId="10F462DE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77B25F06" w14:textId="15E4DBAA" w:rsidR="00D73043" w:rsidRPr="00DB418D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A9092B" w:rsidRPr="00DB418D" w14:paraId="27B8A855" w14:textId="77777777" w:rsidTr="00D8201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0A819187" w14:textId="1840BDD3" w:rsidR="00A9092B" w:rsidRPr="00DB418D" w:rsidRDefault="00A9092B" w:rsidP="00A9092B">
            <w:pPr>
              <w:pStyle w:val="Bezproreda"/>
            </w:pPr>
          </w:p>
        </w:tc>
      </w:tr>
    </w:tbl>
    <w:p w14:paraId="721E98DF" w14:textId="77777777" w:rsidR="00D16DC8" w:rsidRPr="00C56770" w:rsidRDefault="00D16DC8" w:rsidP="00C56770">
      <w:pPr>
        <w:pStyle w:val="Bezproreda"/>
      </w:pPr>
    </w:p>
    <w:p w14:paraId="1ADB949B" w14:textId="77777777" w:rsidR="00D16DC8" w:rsidRPr="00C56770" w:rsidRDefault="00D16DC8" w:rsidP="00C56770">
      <w:pPr>
        <w:pStyle w:val="Bezproreda"/>
      </w:pPr>
    </w:p>
    <w:p w14:paraId="4E05B10B" w14:textId="77777777" w:rsidR="00A831AC" w:rsidRPr="00C56770" w:rsidRDefault="00A831AC" w:rsidP="00C56770">
      <w:pPr>
        <w:pStyle w:val="Bezproreda"/>
      </w:pPr>
    </w:p>
    <w:p w14:paraId="4B65BF33" w14:textId="77777777" w:rsidR="00A831AC" w:rsidRDefault="00A831AC">
      <w:r>
        <w:br w:type="page"/>
      </w:r>
    </w:p>
    <w:p w14:paraId="4C9716CC" w14:textId="2F3D3346" w:rsidR="00A831AC" w:rsidRPr="000C752E" w:rsidRDefault="005436C2" w:rsidP="005436C2">
      <w:pPr>
        <w:pStyle w:val="Bezproreda"/>
        <w:rPr>
          <w:b/>
          <w:bCs/>
        </w:rPr>
      </w:pPr>
      <w:r w:rsidRPr="000C752E">
        <w:rPr>
          <w:b/>
          <w:bCs/>
        </w:rPr>
        <w:lastRenderedPageBreak/>
        <w:t xml:space="preserve">6.2. </w:t>
      </w:r>
      <w:r w:rsidR="005A1342" w:rsidRPr="000C752E">
        <w:rPr>
          <w:b/>
          <w:bCs/>
        </w:rPr>
        <w:t>Poglavlje u znanstvenoj knjizi</w:t>
      </w:r>
      <w:r w:rsidR="001679FE" w:rsidRPr="000C752E">
        <w:rPr>
          <w:rStyle w:val="Referencafusnote"/>
          <w:b/>
          <w:bCs/>
        </w:rPr>
        <w:footnoteReference w:id="22"/>
      </w:r>
      <w:r w:rsidR="005A1342" w:rsidRPr="000C752E">
        <w:rPr>
          <w:b/>
          <w:bCs/>
        </w:rPr>
        <w:t xml:space="preserve"> koje se vrednuje kao A3 rad</w:t>
      </w:r>
    </w:p>
    <w:p w14:paraId="388C78A4" w14:textId="77777777" w:rsidR="005436C2" w:rsidRDefault="005436C2" w:rsidP="005436C2">
      <w:pPr>
        <w:pStyle w:val="Bezproreda"/>
      </w:pPr>
    </w:p>
    <w:p w14:paraId="0434DEAF" w14:textId="77777777" w:rsidR="005436C2" w:rsidRDefault="005436C2" w:rsidP="005436C2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7"/>
        <w:gridCol w:w="7665"/>
      </w:tblGrid>
      <w:tr w:rsidR="00B751A7" w:rsidRPr="005436C2" w14:paraId="03C82E27" w14:textId="77777777" w:rsidTr="00D82012">
        <w:tc>
          <w:tcPr>
            <w:tcW w:w="771" w:type="pct"/>
            <w:shd w:val="clear" w:color="auto" w:fill="DEEAF6" w:themeFill="accent1" w:themeFillTint="33"/>
            <w:vAlign w:val="center"/>
          </w:tcPr>
          <w:p w14:paraId="5B5266E0" w14:textId="77777777" w:rsidR="00B751A7" w:rsidRPr="000C752E" w:rsidRDefault="00B751A7" w:rsidP="005436C2">
            <w:pPr>
              <w:pStyle w:val="Bezproreda"/>
              <w:rPr>
                <w:b/>
                <w:bCs/>
              </w:rPr>
            </w:pPr>
            <w:r w:rsidRPr="000C752E">
              <w:rPr>
                <w:b/>
                <w:bCs/>
              </w:rPr>
              <w:t>Redni broj:</w:t>
            </w:r>
          </w:p>
        </w:tc>
        <w:tc>
          <w:tcPr>
            <w:tcW w:w="4229" w:type="pct"/>
            <w:shd w:val="clear" w:color="auto" w:fill="FFFFFF" w:themeFill="background1"/>
            <w:vAlign w:val="center"/>
          </w:tcPr>
          <w:p w14:paraId="03418641" w14:textId="6952753E" w:rsidR="00B751A7" w:rsidRPr="005436C2" w:rsidRDefault="00B751A7" w:rsidP="005436C2">
            <w:pPr>
              <w:pStyle w:val="Bezproreda"/>
            </w:pPr>
          </w:p>
        </w:tc>
      </w:tr>
      <w:tr w:rsidR="00B751A7" w:rsidRPr="005436C2" w14:paraId="475B2BF3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19F4D09" w14:textId="797DF44E" w:rsidR="00B751A7" w:rsidRPr="000C752E" w:rsidRDefault="00B751A7" w:rsidP="005436C2">
            <w:pPr>
              <w:pStyle w:val="Bezproreda"/>
              <w:rPr>
                <w:b/>
                <w:bCs/>
              </w:rPr>
            </w:pPr>
            <w:r w:rsidRPr="000C752E">
              <w:rPr>
                <w:b/>
                <w:bCs/>
              </w:rPr>
              <w:t>Autori</w:t>
            </w:r>
          </w:p>
        </w:tc>
      </w:tr>
      <w:tr w:rsidR="00B751A7" w:rsidRPr="005436C2" w14:paraId="368995DD" w14:textId="77777777" w:rsidTr="00D82012">
        <w:tc>
          <w:tcPr>
            <w:tcW w:w="5000" w:type="pct"/>
            <w:gridSpan w:val="2"/>
            <w:vAlign w:val="center"/>
          </w:tcPr>
          <w:p w14:paraId="0FB1E422" w14:textId="71F987D1" w:rsidR="00B751A7" w:rsidRPr="005436C2" w:rsidRDefault="00B751A7" w:rsidP="005436C2">
            <w:pPr>
              <w:pStyle w:val="Bezproreda"/>
            </w:pPr>
          </w:p>
        </w:tc>
      </w:tr>
      <w:tr w:rsidR="00B4362B" w:rsidRPr="005436C2" w14:paraId="5B798ADE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7470AE3" w14:textId="396686B5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Naziv djela (poglavlja) pristupnika</w:t>
            </w:r>
            <w:r>
              <w:rPr>
                <w:b/>
                <w:bCs/>
              </w:rPr>
              <w:t>, stranice djela u publikaciji</w:t>
            </w:r>
          </w:p>
        </w:tc>
      </w:tr>
      <w:tr w:rsidR="00B4362B" w:rsidRPr="005436C2" w14:paraId="58EE32B3" w14:textId="77777777" w:rsidTr="00D82012">
        <w:tc>
          <w:tcPr>
            <w:tcW w:w="5000" w:type="pct"/>
            <w:gridSpan w:val="2"/>
            <w:vAlign w:val="center"/>
          </w:tcPr>
          <w:p w14:paraId="60D14FC5" w14:textId="4398266D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587C0F68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51BD9B7" w14:textId="7597F481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 w:rsidRPr="005F0075">
              <w:rPr>
                <w:b/>
                <w:bCs/>
              </w:rPr>
              <w:t>Cjelovit</w:t>
            </w:r>
            <w:r>
              <w:rPr>
                <w:b/>
                <w:bCs/>
              </w:rPr>
              <w:t xml:space="preserve">a referenca </w:t>
            </w:r>
            <w:r w:rsidRPr="005F0075">
              <w:rPr>
                <w:b/>
                <w:bCs/>
              </w:rPr>
              <w:t>znanstvene knjige/monografije</w:t>
            </w:r>
            <w:r>
              <w:rPr>
                <w:b/>
                <w:bCs/>
              </w:rPr>
              <w:t xml:space="preserve"> (naslov, urednik/ici, godina izdavanja, izdavač, grad)</w:t>
            </w:r>
          </w:p>
        </w:tc>
      </w:tr>
      <w:tr w:rsidR="00B4362B" w:rsidRPr="005436C2" w14:paraId="6DE3C5A4" w14:textId="77777777" w:rsidTr="00D82012">
        <w:tc>
          <w:tcPr>
            <w:tcW w:w="5000" w:type="pct"/>
            <w:gridSpan w:val="2"/>
            <w:vAlign w:val="center"/>
          </w:tcPr>
          <w:p w14:paraId="2A67DF06" w14:textId="3F06EE00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71FED70C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562203F6" w14:textId="3873C725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Recenzenti knjige</w:t>
            </w:r>
          </w:p>
        </w:tc>
      </w:tr>
      <w:tr w:rsidR="00B4362B" w:rsidRPr="005436C2" w14:paraId="2C216496" w14:textId="77777777" w:rsidTr="00D82012">
        <w:tc>
          <w:tcPr>
            <w:tcW w:w="5000" w:type="pct"/>
            <w:gridSpan w:val="2"/>
            <w:vAlign w:val="center"/>
          </w:tcPr>
          <w:p w14:paraId="588CC9AA" w14:textId="03503147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1D954083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81CA291" w14:textId="77777777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 w:rsidRPr="000C752E">
              <w:rPr>
                <w:b/>
                <w:bCs/>
              </w:rPr>
              <w:t>ISBN/ISSN</w:t>
            </w:r>
          </w:p>
        </w:tc>
      </w:tr>
      <w:tr w:rsidR="00B4362B" w:rsidRPr="005436C2" w14:paraId="6E59CDA5" w14:textId="77777777" w:rsidTr="00D82012">
        <w:tc>
          <w:tcPr>
            <w:tcW w:w="5000" w:type="pct"/>
            <w:gridSpan w:val="2"/>
            <w:vAlign w:val="center"/>
          </w:tcPr>
          <w:p w14:paraId="01D89F09" w14:textId="0824837F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10DF7B19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3A84B9FA" w14:textId="12C43638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 w:rsidRPr="000C752E">
              <w:rPr>
                <w:b/>
                <w:bCs/>
              </w:rPr>
              <w:t>Sažetak rada na hrvatskom jeziku</w:t>
            </w:r>
          </w:p>
        </w:tc>
      </w:tr>
      <w:tr w:rsidR="00B4362B" w:rsidRPr="005436C2" w14:paraId="6450F0FB" w14:textId="77777777" w:rsidTr="00D8201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6882284D" w14:textId="7437594A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10A0CDA5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1039B350" w14:textId="77777777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 w:rsidRPr="000C752E">
              <w:rPr>
                <w:b/>
                <w:bCs/>
              </w:rPr>
              <w:t xml:space="preserve">Znanstveni doprinos </w:t>
            </w:r>
          </w:p>
        </w:tc>
      </w:tr>
      <w:tr w:rsidR="00B4362B" w:rsidRPr="005436C2" w14:paraId="409F8FF9" w14:textId="77777777" w:rsidTr="00D82012">
        <w:tc>
          <w:tcPr>
            <w:tcW w:w="5000" w:type="pct"/>
            <w:gridSpan w:val="2"/>
            <w:vAlign w:val="center"/>
          </w:tcPr>
          <w:p w14:paraId="03FDF4A8" w14:textId="59F42839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26FADA38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4630D1D" w14:textId="10C16CD0" w:rsidR="00B4362B" w:rsidRPr="005436C2" w:rsidRDefault="00B4362B" w:rsidP="00B4362B">
            <w:pPr>
              <w:pStyle w:val="Bezproreda"/>
            </w:pPr>
            <w:r w:rsidRPr="00E53652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B4362B" w:rsidRPr="005436C2" w14:paraId="0840824A" w14:textId="77777777" w:rsidTr="00D82012">
        <w:tc>
          <w:tcPr>
            <w:tcW w:w="5000" w:type="pct"/>
            <w:gridSpan w:val="2"/>
            <w:vAlign w:val="center"/>
          </w:tcPr>
          <w:p w14:paraId="0092512B" w14:textId="5AE6296B" w:rsidR="00B4362B" w:rsidRPr="005436C2" w:rsidRDefault="00B4362B" w:rsidP="00B4362B">
            <w:pPr>
              <w:pStyle w:val="Bezproreda"/>
            </w:pPr>
          </w:p>
        </w:tc>
      </w:tr>
      <w:tr w:rsidR="00B4362B" w:rsidRPr="005436C2" w14:paraId="16017C14" w14:textId="77777777" w:rsidTr="00D82012">
        <w:trPr>
          <w:trHeight w:val="349"/>
        </w:trPr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DD3160B" w14:textId="6B4B9C7D" w:rsidR="00B4362B" w:rsidRPr="000C752E" w:rsidRDefault="00B4362B" w:rsidP="00B4362B">
            <w:pPr>
              <w:pStyle w:val="Bezproreda"/>
              <w:rPr>
                <w:b/>
                <w:bCs/>
              </w:rPr>
            </w:pPr>
            <w:r w:rsidRPr="000C752E">
              <w:rPr>
                <w:b/>
                <w:bCs/>
              </w:rPr>
              <w:t>Bodovi</w:t>
            </w:r>
            <w:r>
              <w:rPr>
                <w:rStyle w:val="Referencafusnote"/>
                <w:b/>
                <w:bCs/>
              </w:rPr>
              <w:footnoteReference w:id="23"/>
            </w:r>
            <w:r w:rsidRPr="000C752E">
              <w:rPr>
                <w:b/>
                <w:bCs/>
              </w:rPr>
              <w:t xml:space="preserve"> (</w:t>
            </w:r>
            <w:r w:rsidRPr="00A20227">
              <w:rPr>
                <w:b/>
                <w:bCs/>
              </w:rPr>
              <w:t>primjerice, 0,5</w:t>
            </w:r>
            <w:r w:rsidR="00E86FEB">
              <w:rPr>
                <w:b/>
                <w:bCs/>
              </w:rPr>
              <w:t xml:space="preserve"> boda</w:t>
            </w:r>
            <w:r w:rsidRPr="00A20227">
              <w:rPr>
                <w:b/>
                <w:bCs/>
              </w:rPr>
              <w:t xml:space="preserve">, 0,25 </w:t>
            </w:r>
            <w:r w:rsidR="00E86FEB">
              <w:rPr>
                <w:b/>
                <w:bCs/>
              </w:rPr>
              <w:t xml:space="preserve">boda </w:t>
            </w:r>
            <w:r w:rsidRPr="00A20227">
              <w:rPr>
                <w:b/>
                <w:bCs/>
              </w:rPr>
              <w:t>i slično)</w:t>
            </w:r>
          </w:p>
        </w:tc>
      </w:tr>
      <w:tr w:rsidR="00B4362B" w:rsidRPr="005436C2" w14:paraId="281A9F78" w14:textId="77777777" w:rsidTr="00D82012">
        <w:tc>
          <w:tcPr>
            <w:tcW w:w="5000" w:type="pct"/>
            <w:gridSpan w:val="2"/>
            <w:shd w:val="clear" w:color="auto" w:fill="auto"/>
            <w:vAlign w:val="center"/>
          </w:tcPr>
          <w:p w14:paraId="5201BF74" w14:textId="4ACFD665" w:rsidR="00B4362B" w:rsidRPr="005436C2" w:rsidRDefault="00B4362B" w:rsidP="00B4362B">
            <w:pPr>
              <w:pStyle w:val="Bezproreda"/>
            </w:pPr>
          </w:p>
        </w:tc>
      </w:tr>
      <w:tr w:rsidR="00D73043" w:rsidRPr="005436C2" w14:paraId="4B27EF4D" w14:textId="77777777" w:rsidTr="00D82012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206483FB" w14:textId="0D975E37" w:rsidR="00D73043" w:rsidRPr="005436C2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B4362B" w:rsidRPr="005436C2" w14:paraId="62566669" w14:textId="77777777" w:rsidTr="00D82012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61442E0" w14:textId="30F337DF" w:rsidR="00B4362B" w:rsidRPr="005436C2" w:rsidRDefault="00B4362B" w:rsidP="00B4362B">
            <w:pPr>
              <w:pStyle w:val="Bezproreda"/>
            </w:pPr>
          </w:p>
        </w:tc>
      </w:tr>
    </w:tbl>
    <w:p w14:paraId="27A3BE96" w14:textId="77777777" w:rsidR="00B751A7" w:rsidRDefault="00B751A7" w:rsidP="00A831AC"/>
    <w:p w14:paraId="79E9A3CF" w14:textId="77777777" w:rsidR="007D1743" w:rsidRDefault="007D174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133E2627" w14:textId="77777777" w:rsidR="00A831AC" w:rsidRDefault="00A831AC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24A53A6" w14:textId="4EF5F944" w:rsidR="00BE0B36" w:rsidRPr="00D82012" w:rsidRDefault="00D82012" w:rsidP="00D82012">
      <w:pPr>
        <w:pStyle w:val="Bezproreda"/>
        <w:rPr>
          <w:b/>
          <w:bCs/>
        </w:rPr>
      </w:pPr>
      <w:r w:rsidRPr="00D82012">
        <w:rPr>
          <w:b/>
          <w:bCs/>
        </w:rPr>
        <w:lastRenderedPageBreak/>
        <w:t xml:space="preserve">6.3. </w:t>
      </w:r>
      <w:r w:rsidR="005A1342" w:rsidRPr="00D82012">
        <w:rPr>
          <w:b/>
          <w:bCs/>
        </w:rPr>
        <w:t xml:space="preserve">A3 </w:t>
      </w:r>
      <w:r w:rsidR="00A20227">
        <w:rPr>
          <w:b/>
          <w:bCs/>
        </w:rPr>
        <w:t xml:space="preserve">znanstveni </w:t>
      </w:r>
      <w:r w:rsidR="005A1342" w:rsidRPr="00D82012">
        <w:rPr>
          <w:b/>
          <w:bCs/>
        </w:rPr>
        <w:t>rad objavljen u časopisima</w:t>
      </w:r>
    </w:p>
    <w:p w14:paraId="09B85F17" w14:textId="77777777" w:rsidR="00D82012" w:rsidRDefault="00D82012" w:rsidP="00D82012">
      <w:pPr>
        <w:pStyle w:val="Bezproreda"/>
      </w:pPr>
    </w:p>
    <w:p w14:paraId="0877EAF7" w14:textId="77777777" w:rsidR="009A1EE5" w:rsidRDefault="009A1EE5" w:rsidP="00D82012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8"/>
        <w:gridCol w:w="3204"/>
        <w:gridCol w:w="4460"/>
      </w:tblGrid>
      <w:tr w:rsidR="009976C2" w:rsidRPr="00B51186" w14:paraId="25F593E3" w14:textId="77777777" w:rsidTr="00D82012">
        <w:tc>
          <w:tcPr>
            <w:tcW w:w="771" w:type="pct"/>
            <w:shd w:val="clear" w:color="auto" w:fill="DEEAF6" w:themeFill="accent1" w:themeFillTint="33"/>
            <w:vAlign w:val="center"/>
          </w:tcPr>
          <w:p w14:paraId="7B7DA92B" w14:textId="77777777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Redni broj:</w:t>
            </w:r>
          </w:p>
        </w:tc>
        <w:tc>
          <w:tcPr>
            <w:tcW w:w="4229" w:type="pct"/>
            <w:gridSpan w:val="2"/>
            <w:shd w:val="clear" w:color="auto" w:fill="FFFFFF" w:themeFill="background1"/>
            <w:vAlign w:val="center"/>
          </w:tcPr>
          <w:p w14:paraId="1ECFD39B" w14:textId="64324603" w:rsidR="009976C2" w:rsidRPr="00B51186" w:rsidRDefault="009976C2" w:rsidP="00D82012">
            <w:pPr>
              <w:pStyle w:val="Bezproreda"/>
            </w:pPr>
          </w:p>
        </w:tc>
      </w:tr>
      <w:tr w:rsidR="009976C2" w:rsidRPr="00B51186" w14:paraId="3628CD01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937363E" w14:textId="6FBE1CBA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Autori</w:t>
            </w:r>
          </w:p>
        </w:tc>
      </w:tr>
      <w:tr w:rsidR="009976C2" w:rsidRPr="00B51186" w14:paraId="72C58D5D" w14:textId="77777777" w:rsidTr="00D82012">
        <w:tc>
          <w:tcPr>
            <w:tcW w:w="5000" w:type="pct"/>
            <w:gridSpan w:val="3"/>
            <w:vAlign w:val="center"/>
          </w:tcPr>
          <w:p w14:paraId="564D6917" w14:textId="1C994B0C" w:rsidR="009976C2" w:rsidRPr="00B51186" w:rsidRDefault="009976C2" w:rsidP="00D82012">
            <w:pPr>
              <w:pStyle w:val="Bezproreda"/>
            </w:pPr>
          </w:p>
        </w:tc>
      </w:tr>
      <w:tr w:rsidR="009976C2" w:rsidRPr="00B51186" w14:paraId="1D25DE2C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FCD2C36" w14:textId="5113A107" w:rsidR="009976C2" w:rsidRPr="00D82012" w:rsidRDefault="0027588D" w:rsidP="00D82012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Izvorni</w:t>
            </w:r>
            <w:r w:rsidR="00D82012" w:rsidRPr="00D82012">
              <w:rPr>
                <w:b/>
                <w:bCs/>
              </w:rPr>
              <w:t xml:space="preserve"> n</w:t>
            </w:r>
            <w:r w:rsidR="009976C2" w:rsidRPr="00D82012">
              <w:rPr>
                <w:b/>
                <w:bCs/>
              </w:rPr>
              <w:t>aziv rada</w:t>
            </w:r>
          </w:p>
        </w:tc>
      </w:tr>
      <w:tr w:rsidR="009976C2" w:rsidRPr="00B51186" w14:paraId="4C19FD0B" w14:textId="77777777" w:rsidTr="00D82012">
        <w:tc>
          <w:tcPr>
            <w:tcW w:w="5000" w:type="pct"/>
            <w:gridSpan w:val="3"/>
            <w:vAlign w:val="center"/>
          </w:tcPr>
          <w:p w14:paraId="50C90D8F" w14:textId="7447421D" w:rsidR="009976C2" w:rsidRPr="00B51186" w:rsidRDefault="009976C2" w:rsidP="00D82012">
            <w:pPr>
              <w:pStyle w:val="Bezproreda"/>
            </w:pPr>
          </w:p>
        </w:tc>
      </w:tr>
      <w:tr w:rsidR="009976C2" w:rsidRPr="00B51186" w14:paraId="47C99EF1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C0D5D86" w14:textId="77777777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Publikaci</w:t>
            </w:r>
            <w:r w:rsidR="004D18A1" w:rsidRPr="00D82012">
              <w:rPr>
                <w:b/>
                <w:bCs/>
              </w:rPr>
              <w:t xml:space="preserve">ja, </w:t>
            </w:r>
            <w:r w:rsidRPr="00D82012">
              <w:rPr>
                <w:b/>
                <w:bCs/>
              </w:rPr>
              <w:t>godina, volumen, stranica (od – do)</w:t>
            </w:r>
          </w:p>
        </w:tc>
      </w:tr>
      <w:tr w:rsidR="009976C2" w:rsidRPr="00B51186" w14:paraId="5AB62929" w14:textId="77777777" w:rsidTr="00D82012">
        <w:tc>
          <w:tcPr>
            <w:tcW w:w="5000" w:type="pct"/>
            <w:gridSpan w:val="3"/>
            <w:vAlign w:val="center"/>
          </w:tcPr>
          <w:p w14:paraId="1CE36569" w14:textId="6A4389F9" w:rsidR="009976C2" w:rsidRPr="00B51186" w:rsidRDefault="009976C2" w:rsidP="00D82012">
            <w:pPr>
              <w:pStyle w:val="Bezproreda"/>
            </w:pPr>
          </w:p>
        </w:tc>
      </w:tr>
      <w:tr w:rsidR="009976C2" w:rsidRPr="00B51186" w14:paraId="3440CDD2" w14:textId="77777777" w:rsidTr="00D82012">
        <w:tc>
          <w:tcPr>
            <w:tcW w:w="2539" w:type="pct"/>
            <w:gridSpan w:val="2"/>
            <w:shd w:val="clear" w:color="auto" w:fill="DEEAF6" w:themeFill="accent1" w:themeFillTint="33"/>
            <w:vAlign w:val="center"/>
          </w:tcPr>
          <w:p w14:paraId="1955F6B1" w14:textId="77777777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ISBN/ISSN</w:t>
            </w:r>
          </w:p>
        </w:tc>
        <w:tc>
          <w:tcPr>
            <w:tcW w:w="2461" w:type="pct"/>
            <w:shd w:val="clear" w:color="auto" w:fill="DEEAF6" w:themeFill="accent1" w:themeFillTint="33"/>
            <w:vAlign w:val="center"/>
          </w:tcPr>
          <w:p w14:paraId="11E5B441" w14:textId="0FEFF7A9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Vrsta rada (</w:t>
            </w:r>
            <w:r w:rsidR="0004471E">
              <w:rPr>
                <w:b/>
                <w:bCs/>
              </w:rPr>
              <w:t xml:space="preserve">podebljati i </w:t>
            </w:r>
            <w:r w:rsidRPr="00D82012">
              <w:rPr>
                <w:b/>
                <w:bCs/>
              </w:rPr>
              <w:t xml:space="preserve">podcrtati) </w:t>
            </w:r>
          </w:p>
        </w:tc>
      </w:tr>
      <w:tr w:rsidR="009976C2" w:rsidRPr="00B51186" w14:paraId="77F5F961" w14:textId="77777777" w:rsidTr="00D82012">
        <w:tc>
          <w:tcPr>
            <w:tcW w:w="2539" w:type="pct"/>
            <w:gridSpan w:val="2"/>
            <w:vAlign w:val="center"/>
          </w:tcPr>
          <w:p w14:paraId="3524D193" w14:textId="2876DC0D" w:rsidR="009976C2" w:rsidRPr="00B51186" w:rsidRDefault="009976C2" w:rsidP="00D82012">
            <w:pPr>
              <w:pStyle w:val="Bezproreda"/>
            </w:pPr>
          </w:p>
        </w:tc>
        <w:tc>
          <w:tcPr>
            <w:tcW w:w="2461" w:type="pct"/>
            <w:vAlign w:val="center"/>
          </w:tcPr>
          <w:p w14:paraId="6088B789" w14:textId="6C321642" w:rsidR="009976C2" w:rsidRPr="00B51186" w:rsidRDefault="009976C2" w:rsidP="00D82012">
            <w:pPr>
              <w:pStyle w:val="Bezproreda"/>
            </w:pPr>
            <w:r w:rsidRPr="00FE4D0B">
              <w:t>Izvorni</w:t>
            </w:r>
            <w:r w:rsidR="00D82012">
              <w:t xml:space="preserve"> </w:t>
            </w:r>
            <w:r w:rsidRPr="009701EA">
              <w:t xml:space="preserve">  Pregledni   Prethodno priopćenje</w:t>
            </w:r>
          </w:p>
        </w:tc>
      </w:tr>
      <w:tr w:rsidR="009976C2" w:rsidRPr="00B51186" w14:paraId="17C0C587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26CECAF" w14:textId="005176FA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Sažetak</w:t>
            </w:r>
            <w:r w:rsidR="00D82012">
              <w:rPr>
                <w:b/>
                <w:bCs/>
              </w:rPr>
              <w:t xml:space="preserve"> rada na hrvatskom jeziku</w:t>
            </w:r>
          </w:p>
        </w:tc>
      </w:tr>
      <w:tr w:rsidR="009976C2" w:rsidRPr="00B51186" w14:paraId="4B200F88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9667840" w14:textId="2D05F497" w:rsidR="009976C2" w:rsidRPr="005F1449" w:rsidRDefault="009976C2" w:rsidP="00D82012">
            <w:pPr>
              <w:pStyle w:val="Bezproreda"/>
            </w:pPr>
          </w:p>
        </w:tc>
      </w:tr>
      <w:tr w:rsidR="009976C2" w:rsidRPr="00B51186" w14:paraId="3F823D88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800BDE8" w14:textId="77777777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Znanstveni doprinos rada</w:t>
            </w:r>
          </w:p>
        </w:tc>
      </w:tr>
      <w:tr w:rsidR="009976C2" w:rsidRPr="00B51186" w14:paraId="698C5535" w14:textId="77777777" w:rsidTr="00D82012">
        <w:tc>
          <w:tcPr>
            <w:tcW w:w="5000" w:type="pct"/>
            <w:gridSpan w:val="3"/>
            <w:vAlign w:val="center"/>
          </w:tcPr>
          <w:p w14:paraId="027F527E" w14:textId="2139049F" w:rsidR="009976C2" w:rsidRPr="00B51186" w:rsidRDefault="009976C2" w:rsidP="00D82012">
            <w:pPr>
              <w:pStyle w:val="Bezproreda"/>
            </w:pPr>
          </w:p>
        </w:tc>
      </w:tr>
      <w:tr w:rsidR="00D82012" w:rsidRPr="00B51186" w14:paraId="6F423FC6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7ADBD41" w14:textId="49F94B24" w:rsidR="00D82012" w:rsidRPr="00D82012" w:rsidRDefault="00D82012" w:rsidP="00D82012">
            <w:pPr>
              <w:pStyle w:val="Bezproreda"/>
              <w:rPr>
                <w:b/>
                <w:bCs/>
              </w:rPr>
            </w:pPr>
            <w:r w:rsidRPr="00E53652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9976C2" w:rsidRPr="00B51186" w14:paraId="14811304" w14:textId="77777777" w:rsidTr="00D82012">
        <w:tc>
          <w:tcPr>
            <w:tcW w:w="5000" w:type="pct"/>
            <w:gridSpan w:val="3"/>
            <w:vAlign w:val="center"/>
          </w:tcPr>
          <w:p w14:paraId="5B9594FA" w14:textId="0C86CDE6" w:rsidR="009976C2" w:rsidRPr="00731F33" w:rsidRDefault="009976C2" w:rsidP="00D82012">
            <w:pPr>
              <w:pStyle w:val="Bezproreda"/>
            </w:pPr>
          </w:p>
        </w:tc>
      </w:tr>
      <w:tr w:rsidR="009976C2" w:rsidRPr="00B51186" w14:paraId="787870F8" w14:textId="77777777" w:rsidTr="00D82012">
        <w:trPr>
          <w:trHeight w:val="349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6C32BEA" w14:textId="62723A14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 xml:space="preserve">Bodovi </w:t>
            </w:r>
            <w:r w:rsidRPr="00D82012">
              <w:rPr>
                <w:rStyle w:val="Referencafusnote"/>
                <w:b/>
                <w:bCs/>
              </w:rPr>
              <w:footnoteReference w:id="24"/>
            </w:r>
            <w:r w:rsidR="00D82012">
              <w:rPr>
                <w:b/>
                <w:bCs/>
              </w:rPr>
              <w:t xml:space="preserve"> (</w:t>
            </w:r>
            <w:r w:rsidR="00D82012" w:rsidRPr="00A20227">
              <w:rPr>
                <w:b/>
                <w:bCs/>
              </w:rPr>
              <w:t>primjerice, 0</w:t>
            </w:r>
            <w:r w:rsidR="00A20227" w:rsidRPr="00A20227">
              <w:rPr>
                <w:b/>
                <w:bCs/>
              </w:rPr>
              <w:t>,</w:t>
            </w:r>
            <w:r w:rsidR="00D82012" w:rsidRPr="00A20227">
              <w:rPr>
                <w:b/>
                <w:bCs/>
              </w:rPr>
              <w:t>5 bodova, 0</w:t>
            </w:r>
            <w:r w:rsidR="00A20227" w:rsidRPr="00A20227">
              <w:rPr>
                <w:b/>
                <w:bCs/>
              </w:rPr>
              <w:t>,</w:t>
            </w:r>
            <w:r w:rsidR="00D82012" w:rsidRPr="00A20227">
              <w:rPr>
                <w:b/>
                <w:bCs/>
              </w:rPr>
              <w:t>25 bodova)</w:t>
            </w:r>
          </w:p>
        </w:tc>
      </w:tr>
      <w:tr w:rsidR="009976C2" w:rsidRPr="00B51186" w14:paraId="7CD3A9B3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F92C671" w14:textId="2A95A0D9" w:rsidR="009976C2" w:rsidRPr="00B51186" w:rsidRDefault="009976C2" w:rsidP="00D82012">
            <w:pPr>
              <w:pStyle w:val="Bezproreda"/>
            </w:pPr>
          </w:p>
        </w:tc>
      </w:tr>
      <w:tr w:rsidR="009976C2" w:rsidRPr="00B51186" w14:paraId="3DC8AD48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F223142" w14:textId="03FCD009" w:rsidR="009976C2" w:rsidRPr="00D82012" w:rsidRDefault="009976C2" w:rsidP="00D82012">
            <w:pPr>
              <w:pStyle w:val="Bezproreda"/>
              <w:rPr>
                <w:b/>
                <w:bCs/>
              </w:rPr>
            </w:pPr>
            <w:r w:rsidRPr="00D82012">
              <w:rPr>
                <w:b/>
                <w:bCs/>
              </w:rPr>
              <w:t>Pristupnik urednik ili član uredništva publikacije u trenutku objave rada (</w:t>
            </w:r>
            <w:r w:rsidR="0004471E">
              <w:rPr>
                <w:b/>
                <w:bCs/>
              </w:rPr>
              <w:t xml:space="preserve">podebljati i </w:t>
            </w:r>
            <w:r w:rsidRPr="00D82012">
              <w:rPr>
                <w:b/>
                <w:bCs/>
              </w:rPr>
              <w:t>podcrtati)</w:t>
            </w:r>
          </w:p>
        </w:tc>
      </w:tr>
      <w:tr w:rsidR="009976C2" w:rsidRPr="00B51186" w14:paraId="343B1DAD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6AC8A1B" w14:textId="4890A9B6" w:rsidR="009976C2" w:rsidRPr="00D42A7A" w:rsidRDefault="00D82012" w:rsidP="00D82012">
            <w:pPr>
              <w:pStyle w:val="Bezproreda"/>
            </w:pPr>
            <w:r>
              <w:t>DA              NE</w:t>
            </w:r>
          </w:p>
        </w:tc>
      </w:tr>
      <w:tr w:rsidR="00D73043" w:rsidRPr="00B51186" w14:paraId="048AB812" w14:textId="77777777" w:rsidTr="00D82012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AEE56F4" w14:textId="4B35A0FC" w:rsidR="00D73043" w:rsidRPr="00D82012" w:rsidRDefault="00D73043" w:rsidP="00D73043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9976C2" w:rsidRPr="00B51186" w14:paraId="7910ADB4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8C42D74" w14:textId="77777777" w:rsidR="009976C2" w:rsidRPr="00B51186" w:rsidRDefault="009976C2" w:rsidP="00D82012">
            <w:pPr>
              <w:pStyle w:val="Bezproreda"/>
            </w:pPr>
          </w:p>
        </w:tc>
      </w:tr>
    </w:tbl>
    <w:p w14:paraId="0FE4C82E" w14:textId="77777777" w:rsidR="009976C2" w:rsidRDefault="009976C2" w:rsidP="00D82012">
      <w:pPr>
        <w:pStyle w:val="Bezproreda"/>
      </w:pPr>
    </w:p>
    <w:p w14:paraId="56E054DE" w14:textId="77777777" w:rsidR="009976C2" w:rsidRDefault="009976C2" w:rsidP="00D82012">
      <w:pPr>
        <w:pStyle w:val="Bezproreda"/>
      </w:pPr>
    </w:p>
    <w:p w14:paraId="77249F6A" w14:textId="502F4D85" w:rsidR="00686A0D" w:rsidRDefault="00686A0D">
      <w:r>
        <w:br w:type="page"/>
      </w:r>
    </w:p>
    <w:p w14:paraId="214096A6" w14:textId="6A9CF813" w:rsidR="00BE0B36" w:rsidRPr="00584193" w:rsidRDefault="00D82012" w:rsidP="00D82012">
      <w:pPr>
        <w:pStyle w:val="Bezproreda"/>
        <w:rPr>
          <w:b/>
          <w:bCs/>
        </w:rPr>
      </w:pPr>
      <w:r w:rsidRPr="00584193">
        <w:rPr>
          <w:b/>
          <w:bCs/>
        </w:rPr>
        <w:lastRenderedPageBreak/>
        <w:t xml:space="preserve">6.4. </w:t>
      </w:r>
      <w:r w:rsidR="005A1342" w:rsidRPr="00584193">
        <w:rPr>
          <w:b/>
          <w:bCs/>
        </w:rPr>
        <w:t xml:space="preserve">A3 </w:t>
      </w:r>
      <w:r w:rsidR="000C094D">
        <w:rPr>
          <w:b/>
          <w:bCs/>
        </w:rPr>
        <w:t xml:space="preserve">znanstveni </w:t>
      </w:r>
      <w:r w:rsidR="005A1342" w:rsidRPr="00584193">
        <w:rPr>
          <w:b/>
          <w:bCs/>
        </w:rPr>
        <w:t xml:space="preserve">radovi objavljeni u </w:t>
      </w:r>
      <w:r w:rsidR="007D1743" w:rsidRPr="00584193">
        <w:rPr>
          <w:b/>
          <w:bCs/>
        </w:rPr>
        <w:t>zbornicima radova</w:t>
      </w:r>
      <w:r w:rsidR="001679FE" w:rsidRPr="00584193">
        <w:rPr>
          <w:rStyle w:val="Referencafusnote"/>
          <w:b/>
          <w:bCs/>
        </w:rPr>
        <w:footnoteReference w:id="25"/>
      </w:r>
      <w:r w:rsidR="00BE0B36" w:rsidRPr="00584193">
        <w:rPr>
          <w:b/>
          <w:bCs/>
        </w:rPr>
        <w:t xml:space="preserve"> </w:t>
      </w:r>
    </w:p>
    <w:p w14:paraId="45E01E85" w14:textId="77777777" w:rsidR="009A1EE5" w:rsidRDefault="009A1EE5" w:rsidP="00D82012">
      <w:pPr>
        <w:pStyle w:val="Bezproreda"/>
      </w:pPr>
    </w:p>
    <w:p w14:paraId="77194188" w14:textId="77777777" w:rsidR="00D82012" w:rsidRDefault="00D82012" w:rsidP="00D82012">
      <w:pPr>
        <w:pStyle w:val="Bezproreda"/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398"/>
        <w:gridCol w:w="3204"/>
        <w:gridCol w:w="4460"/>
      </w:tblGrid>
      <w:tr w:rsidR="00D9559F" w:rsidRPr="00B51186" w14:paraId="79F716F9" w14:textId="77777777" w:rsidTr="00584193">
        <w:tc>
          <w:tcPr>
            <w:tcW w:w="771" w:type="pct"/>
            <w:shd w:val="clear" w:color="auto" w:fill="DEEAF6" w:themeFill="accent1" w:themeFillTint="33"/>
            <w:vAlign w:val="center"/>
          </w:tcPr>
          <w:p w14:paraId="41FFA158" w14:textId="77777777" w:rsidR="00D9559F" w:rsidRPr="00584193" w:rsidRDefault="00D9559F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Redni broj:</w:t>
            </w:r>
          </w:p>
        </w:tc>
        <w:tc>
          <w:tcPr>
            <w:tcW w:w="4229" w:type="pct"/>
            <w:gridSpan w:val="2"/>
            <w:shd w:val="clear" w:color="auto" w:fill="FFFFFF" w:themeFill="background1"/>
            <w:vAlign w:val="center"/>
          </w:tcPr>
          <w:p w14:paraId="06DD7C52" w14:textId="6BF60940" w:rsidR="00D9559F" w:rsidRPr="00B51186" w:rsidRDefault="00D9559F" w:rsidP="00D82012">
            <w:pPr>
              <w:pStyle w:val="Bezproreda"/>
            </w:pPr>
          </w:p>
        </w:tc>
      </w:tr>
      <w:tr w:rsidR="00D9559F" w:rsidRPr="00B51186" w14:paraId="0CB3B956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17394FB6" w14:textId="069B9827" w:rsidR="00D9559F" w:rsidRPr="00584193" w:rsidRDefault="00D9559F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Autori</w:t>
            </w:r>
          </w:p>
        </w:tc>
      </w:tr>
      <w:tr w:rsidR="00F62C9E" w:rsidRPr="00B51186" w14:paraId="6D7D99A1" w14:textId="77777777" w:rsidTr="00D82012">
        <w:tc>
          <w:tcPr>
            <w:tcW w:w="5000" w:type="pct"/>
            <w:gridSpan w:val="3"/>
            <w:vAlign w:val="center"/>
          </w:tcPr>
          <w:p w14:paraId="65D9BEE7" w14:textId="3F878544" w:rsidR="00F62C9E" w:rsidRPr="00B51186" w:rsidRDefault="00F62C9E" w:rsidP="00D82012">
            <w:pPr>
              <w:pStyle w:val="Bezproreda"/>
            </w:pPr>
          </w:p>
        </w:tc>
      </w:tr>
      <w:tr w:rsidR="00584193" w:rsidRPr="00B51186" w14:paraId="4F4463AC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67B9D0B" w14:textId="62A7E12C" w:rsidR="00584193" w:rsidRPr="00B51186" w:rsidRDefault="006E1356" w:rsidP="00584193">
            <w:pPr>
              <w:pStyle w:val="Bezproreda"/>
            </w:pPr>
            <w:r>
              <w:rPr>
                <w:b/>
                <w:bCs/>
              </w:rPr>
              <w:t>Izvorni</w:t>
            </w:r>
            <w:r w:rsidR="00584193" w:rsidRPr="00D82012">
              <w:rPr>
                <w:b/>
                <w:bCs/>
              </w:rPr>
              <w:t xml:space="preserve"> naziv rada</w:t>
            </w:r>
          </w:p>
        </w:tc>
      </w:tr>
      <w:tr w:rsidR="00F62C9E" w:rsidRPr="00B51186" w14:paraId="48E6D121" w14:textId="77777777" w:rsidTr="00D82012">
        <w:tc>
          <w:tcPr>
            <w:tcW w:w="5000" w:type="pct"/>
            <w:gridSpan w:val="3"/>
            <w:vAlign w:val="center"/>
          </w:tcPr>
          <w:p w14:paraId="0DB08B90" w14:textId="683D01D0" w:rsidR="00F62C9E" w:rsidRPr="00B51186" w:rsidRDefault="00F62C9E" w:rsidP="00D82012">
            <w:pPr>
              <w:pStyle w:val="Bezproreda"/>
            </w:pPr>
          </w:p>
        </w:tc>
      </w:tr>
      <w:tr w:rsidR="00F62C9E" w:rsidRPr="00B51186" w14:paraId="2874D863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9F1B335" w14:textId="77777777" w:rsidR="00F62C9E" w:rsidRPr="00584193" w:rsidRDefault="00F62C9E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Publikacija, (urednik-ci), godina, volumen, stranica (od – do)</w:t>
            </w:r>
          </w:p>
        </w:tc>
      </w:tr>
      <w:tr w:rsidR="00F62C9E" w:rsidRPr="00B51186" w14:paraId="3FABF889" w14:textId="77777777" w:rsidTr="00D82012">
        <w:tc>
          <w:tcPr>
            <w:tcW w:w="5000" w:type="pct"/>
            <w:gridSpan w:val="3"/>
            <w:vAlign w:val="center"/>
          </w:tcPr>
          <w:p w14:paraId="259E2987" w14:textId="7FB68011" w:rsidR="00F62C9E" w:rsidRPr="00B51186" w:rsidRDefault="00F62C9E" w:rsidP="00D82012">
            <w:pPr>
              <w:pStyle w:val="Bezproreda"/>
            </w:pPr>
          </w:p>
        </w:tc>
      </w:tr>
      <w:tr w:rsidR="00F62C9E" w:rsidRPr="00B51186" w14:paraId="41AA095D" w14:textId="77777777" w:rsidTr="00584193">
        <w:tc>
          <w:tcPr>
            <w:tcW w:w="2539" w:type="pct"/>
            <w:gridSpan w:val="2"/>
            <w:shd w:val="clear" w:color="auto" w:fill="DEEAF6" w:themeFill="accent1" w:themeFillTint="33"/>
            <w:vAlign w:val="center"/>
          </w:tcPr>
          <w:p w14:paraId="436A671A" w14:textId="77777777" w:rsidR="00F62C9E" w:rsidRPr="00584193" w:rsidRDefault="00F62C9E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ISBN/ISSN</w:t>
            </w:r>
          </w:p>
        </w:tc>
        <w:tc>
          <w:tcPr>
            <w:tcW w:w="2461" w:type="pct"/>
            <w:shd w:val="clear" w:color="auto" w:fill="DEEAF6" w:themeFill="accent1" w:themeFillTint="33"/>
            <w:vAlign w:val="center"/>
          </w:tcPr>
          <w:p w14:paraId="64022749" w14:textId="14C5A13E" w:rsidR="00F62C9E" w:rsidRPr="00584193" w:rsidRDefault="00F62C9E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Vrsta rada (</w:t>
            </w:r>
            <w:r w:rsidR="0004471E">
              <w:rPr>
                <w:b/>
                <w:bCs/>
              </w:rPr>
              <w:t xml:space="preserve">podebljati i </w:t>
            </w:r>
            <w:r w:rsidRPr="00584193">
              <w:rPr>
                <w:b/>
                <w:bCs/>
              </w:rPr>
              <w:t xml:space="preserve">podcrtati) </w:t>
            </w:r>
          </w:p>
        </w:tc>
      </w:tr>
      <w:tr w:rsidR="00F62C9E" w:rsidRPr="00B51186" w14:paraId="619A8C89" w14:textId="77777777" w:rsidTr="00D82012">
        <w:tc>
          <w:tcPr>
            <w:tcW w:w="2539" w:type="pct"/>
            <w:gridSpan w:val="2"/>
            <w:vAlign w:val="center"/>
          </w:tcPr>
          <w:p w14:paraId="33361991" w14:textId="04D16E28" w:rsidR="00F62C9E" w:rsidRPr="00B51186" w:rsidRDefault="00F62C9E" w:rsidP="00D82012">
            <w:pPr>
              <w:pStyle w:val="Bezproreda"/>
            </w:pPr>
          </w:p>
        </w:tc>
        <w:tc>
          <w:tcPr>
            <w:tcW w:w="2461" w:type="pct"/>
            <w:vAlign w:val="center"/>
          </w:tcPr>
          <w:p w14:paraId="3D7F8EEA" w14:textId="32EDE563" w:rsidR="00F62C9E" w:rsidRPr="00B51186" w:rsidRDefault="00F62C9E" w:rsidP="00D82012">
            <w:pPr>
              <w:pStyle w:val="Bezproreda"/>
            </w:pPr>
            <w:r w:rsidRPr="00FE4D0B">
              <w:t>Izvorni</w:t>
            </w:r>
            <w:r w:rsidR="00584193">
              <w:t xml:space="preserve"> </w:t>
            </w:r>
            <w:r w:rsidRPr="009701EA">
              <w:t xml:space="preserve">  Pregledni   Prethodno priopćenje</w:t>
            </w:r>
          </w:p>
        </w:tc>
      </w:tr>
      <w:tr w:rsidR="00584193" w:rsidRPr="00B51186" w14:paraId="1B137333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10E4255" w14:textId="087AEC67" w:rsidR="00584193" w:rsidRPr="00B51186" w:rsidRDefault="00584193" w:rsidP="00584193">
            <w:pPr>
              <w:pStyle w:val="Bezproreda"/>
            </w:pPr>
            <w:r w:rsidRPr="00D82012">
              <w:rPr>
                <w:b/>
                <w:bCs/>
              </w:rPr>
              <w:t>Sažetak</w:t>
            </w:r>
            <w:r>
              <w:rPr>
                <w:b/>
                <w:bCs/>
              </w:rPr>
              <w:t xml:space="preserve"> rada na hrvatskom jeziku</w:t>
            </w:r>
          </w:p>
        </w:tc>
      </w:tr>
      <w:tr w:rsidR="00F62C9E" w:rsidRPr="00B51186" w14:paraId="62F217EC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4372778" w14:textId="67963F53" w:rsidR="00F62C9E" w:rsidRPr="005F1449" w:rsidRDefault="00F62C9E" w:rsidP="00D82012">
            <w:pPr>
              <w:pStyle w:val="Bezproreda"/>
            </w:pPr>
          </w:p>
        </w:tc>
      </w:tr>
      <w:tr w:rsidR="00F62C9E" w:rsidRPr="00B51186" w14:paraId="3935F3AF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C8C9B7D" w14:textId="77777777" w:rsidR="00F62C9E" w:rsidRPr="00584193" w:rsidRDefault="00F62C9E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Znanstveni doprinos rada</w:t>
            </w:r>
          </w:p>
        </w:tc>
      </w:tr>
      <w:tr w:rsidR="00F62C9E" w:rsidRPr="00B51186" w14:paraId="53141878" w14:textId="77777777" w:rsidTr="00D82012">
        <w:tc>
          <w:tcPr>
            <w:tcW w:w="5000" w:type="pct"/>
            <w:gridSpan w:val="3"/>
            <w:vAlign w:val="center"/>
          </w:tcPr>
          <w:p w14:paraId="65D2625B" w14:textId="05B9EDE5" w:rsidR="00F62C9E" w:rsidRPr="00B51186" w:rsidRDefault="00F62C9E" w:rsidP="00D82012">
            <w:pPr>
              <w:pStyle w:val="Bezproreda"/>
            </w:pPr>
          </w:p>
        </w:tc>
      </w:tr>
      <w:tr w:rsidR="00584193" w:rsidRPr="00B51186" w14:paraId="04E3052B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4FBA483" w14:textId="51EE6B1D" w:rsidR="00584193" w:rsidRPr="00B51186" w:rsidRDefault="00584193" w:rsidP="00584193">
            <w:pPr>
              <w:pStyle w:val="Bezproreda"/>
            </w:pPr>
            <w:r w:rsidRPr="00E53652">
              <w:rPr>
                <w:b/>
                <w:bCs/>
              </w:rPr>
              <w:t>Doprinos pristupnika (samo ako je rezultat koautorstva; čl. 2. st. 2 Etičkog kodeksa Odbora za etiku u znanosti i visokom obrazovanju, 2006)</w:t>
            </w:r>
          </w:p>
        </w:tc>
      </w:tr>
      <w:tr w:rsidR="00F62C9E" w:rsidRPr="00B51186" w14:paraId="73E33538" w14:textId="77777777" w:rsidTr="00D82012">
        <w:tc>
          <w:tcPr>
            <w:tcW w:w="5000" w:type="pct"/>
            <w:gridSpan w:val="3"/>
            <w:vAlign w:val="center"/>
          </w:tcPr>
          <w:p w14:paraId="1449F25A" w14:textId="2E695702" w:rsidR="00F62C9E" w:rsidRPr="00731F33" w:rsidRDefault="00F62C9E" w:rsidP="00D82012">
            <w:pPr>
              <w:pStyle w:val="Bezproreda"/>
            </w:pPr>
          </w:p>
        </w:tc>
      </w:tr>
      <w:tr w:rsidR="00F62C9E" w:rsidRPr="00B51186" w14:paraId="6195E806" w14:textId="77777777" w:rsidTr="00584193">
        <w:trPr>
          <w:trHeight w:val="349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E7D8CF8" w14:textId="63DDC5D3" w:rsidR="00F62C9E" w:rsidRPr="00584193" w:rsidRDefault="00F62C9E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 xml:space="preserve">Bodovi </w:t>
            </w:r>
            <w:r w:rsidRPr="00584193">
              <w:rPr>
                <w:rStyle w:val="Referencafusnote"/>
                <w:b/>
                <w:bCs/>
              </w:rPr>
              <w:footnoteReference w:id="26"/>
            </w:r>
            <w:r w:rsidR="00584193" w:rsidRPr="00584193">
              <w:rPr>
                <w:b/>
                <w:bCs/>
              </w:rPr>
              <w:t xml:space="preserve"> (primjerice</w:t>
            </w:r>
            <w:r w:rsidR="00584193" w:rsidRPr="00096DCA">
              <w:rPr>
                <w:b/>
                <w:bCs/>
              </w:rPr>
              <w:t>, 0</w:t>
            </w:r>
            <w:r w:rsidR="000C094D" w:rsidRPr="00096DCA">
              <w:rPr>
                <w:b/>
                <w:bCs/>
              </w:rPr>
              <w:t>,</w:t>
            </w:r>
            <w:r w:rsidR="00584193" w:rsidRPr="00096DCA">
              <w:rPr>
                <w:b/>
                <w:bCs/>
              </w:rPr>
              <w:t>5 bodova, 0</w:t>
            </w:r>
            <w:r w:rsidR="000C094D" w:rsidRPr="00096DCA">
              <w:rPr>
                <w:b/>
                <w:bCs/>
              </w:rPr>
              <w:t>,</w:t>
            </w:r>
            <w:r w:rsidR="00584193" w:rsidRPr="00096DCA">
              <w:rPr>
                <w:b/>
                <w:bCs/>
              </w:rPr>
              <w:t>25 bodova</w:t>
            </w:r>
            <w:r w:rsidR="00584193" w:rsidRPr="00584193">
              <w:rPr>
                <w:b/>
                <w:bCs/>
              </w:rPr>
              <w:t>)</w:t>
            </w:r>
          </w:p>
        </w:tc>
      </w:tr>
      <w:tr w:rsidR="00F62C9E" w:rsidRPr="00B51186" w14:paraId="5EDD5E96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4EF3179A" w14:textId="48E81487" w:rsidR="00F62C9E" w:rsidRPr="00B51186" w:rsidRDefault="00F62C9E" w:rsidP="00D82012">
            <w:pPr>
              <w:pStyle w:val="Bezproreda"/>
            </w:pPr>
          </w:p>
        </w:tc>
      </w:tr>
      <w:tr w:rsidR="00F62C9E" w:rsidRPr="00B51186" w14:paraId="455075E0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D82930E" w14:textId="7CC7954C" w:rsidR="00F62C9E" w:rsidRPr="00584193" w:rsidRDefault="00F62C9E" w:rsidP="00D82012">
            <w:pPr>
              <w:pStyle w:val="Bezproreda"/>
              <w:rPr>
                <w:b/>
                <w:bCs/>
              </w:rPr>
            </w:pPr>
            <w:r w:rsidRPr="00584193">
              <w:rPr>
                <w:b/>
                <w:bCs/>
              </w:rPr>
              <w:t>Pristupnik urednik ili član uredništva publikacije u trenutku objave rada (</w:t>
            </w:r>
            <w:r w:rsidR="0004471E">
              <w:rPr>
                <w:b/>
                <w:bCs/>
              </w:rPr>
              <w:t xml:space="preserve">podebljati i </w:t>
            </w:r>
            <w:r w:rsidRPr="00584193">
              <w:rPr>
                <w:b/>
                <w:bCs/>
              </w:rPr>
              <w:t>podcrtati)</w:t>
            </w:r>
          </w:p>
        </w:tc>
      </w:tr>
      <w:tr w:rsidR="00584193" w:rsidRPr="00B51186" w14:paraId="79BA6A2C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AC6DA88" w14:textId="7E040371" w:rsidR="00584193" w:rsidRPr="00D42A7A" w:rsidRDefault="00584193" w:rsidP="00584193">
            <w:pPr>
              <w:pStyle w:val="Bezproreda"/>
            </w:pPr>
            <w:r>
              <w:t>DA              NE</w:t>
            </w:r>
          </w:p>
        </w:tc>
      </w:tr>
      <w:tr w:rsidR="00D73043" w:rsidRPr="00B51186" w14:paraId="1F95E0E6" w14:textId="77777777" w:rsidTr="00584193"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F8800DB" w14:textId="5D94F296" w:rsidR="00D73043" w:rsidRPr="00B51186" w:rsidRDefault="00D73043" w:rsidP="00D73043">
            <w:pPr>
              <w:pStyle w:val="Bezproreda"/>
            </w:pPr>
            <w:r>
              <w:rPr>
                <w:b/>
                <w:bCs/>
              </w:rPr>
              <w:t>Poveznica</w:t>
            </w:r>
            <w:r w:rsidRPr="00E53652">
              <w:rPr>
                <w:b/>
                <w:bCs/>
              </w:rPr>
              <w:t xml:space="preserve"> na publikaciju </w:t>
            </w:r>
            <w:r>
              <w:rPr>
                <w:b/>
                <w:bCs/>
              </w:rPr>
              <w:t xml:space="preserve">(obvezno) </w:t>
            </w:r>
            <w:r w:rsidRPr="00E53652">
              <w:rPr>
                <w:b/>
                <w:bCs/>
              </w:rPr>
              <w:t>i eventualna napomena</w:t>
            </w:r>
            <w:r>
              <w:rPr>
                <w:b/>
                <w:bCs/>
              </w:rPr>
              <w:t xml:space="preserve"> (</w:t>
            </w:r>
            <w:r w:rsidRPr="00E53652">
              <w:rPr>
                <w:b/>
                <w:bCs/>
              </w:rPr>
              <w:t>ako je potrebno</w:t>
            </w:r>
            <w:r>
              <w:rPr>
                <w:b/>
                <w:bCs/>
              </w:rPr>
              <w:t>)</w:t>
            </w:r>
          </w:p>
        </w:tc>
      </w:tr>
      <w:tr w:rsidR="00584193" w:rsidRPr="00B51186" w14:paraId="1162A3C4" w14:textId="77777777" w:rsidTr="00D82012"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53E19D76" w14:textId="77777777" w:rsidR="00584193" w:rsidRPr="00B51186" w:rsidRDefault="00584193" w:rsidP="00584193">
            <w:pPr>
              <w:pStyle w:val="Bezproreda"/>
            </w:pPr>
          </w:p>
        </w:tc>
      </w:tr>
    </w:tbl>
    <w:p w14:paraId="10315F43" w14:textId="77777777" w:rsidR="00D9559F" w:rsidRDefault="00D9559F" w:rsidP="00D82012">
      <w:pPr>
        <w:pStyle w:val="Bezproreda"/>
      </w:pPr>
    </w:p>
    <w:p w14:paraId="40F7D665" w14:textId="77777777" w:rsidR="00D9559F" w:rsidRDefault="00D9559F" w:rsidP="00D82012">
      <w:pPr>
        <w:pStyle w:val="Bezproreda"/>
      </w:pPr>
    </w:p>
    <w:p w14:paraId="7EE8C205" w14:textId="77777777" w:rsidR="00D9559F" w:rsidRDefault="00D9559F">
      <w:r>
        <w:br w:type="page"/>
      </w:r>
    </w:p>
    <w:p w14:paraId="42683825" w14:textId="2AA74231" w:rsidR="00D9559F" w:rsidRPr="000F6873" w:rsidRDefault="00D82012" w:rsidP="00D82012">
      <w:pPr>
        <w:pStyle w:val="Bezproreda"/>
        <w:rPr>
          <w:b/>
          <w:bCs/>
        </w:rPr>
      </w:pPr>
      <w:r w:rsidRPr="000F6873">
        <w:rPr>
          <w:b/>
          <w:bCs/>
        </w:rPr>
        <w:lastRenderedPageBreak/>
        <w:t xml:space="preserve">6.5. </w:t>
      </w:r>
      <w:r w:rsidR="00D9559F" w:rsidRPr="000F6873">
        <w:rPr>
          <w:b/>
          <w:bCs/>
        </w:rPr>
        <w:t>Pregled bodova ostvarenih u kategoriji A3 radova</w:t>
      </w:r>
    </w:p>
    <w:p w14:paraId="333EC6DF" w14:textId="77777777" w:rsidR="00D9559F" w:rsidRDefault="00D9559F" w:rsidP="00D82012">
      <w:pPr>
        <w:pStyle w:val="Bezproreda"/>
        <w:rPr>
          <w:b/>
        </w:rPr>
      </w:pPr>
    </w:p>
    <w:p w14:paraId="275DE94C" w14:textId="77777777" w:rsidR="00D82012" w:rsidRDefault="00D82012" w:rsidP="00D82012">
      <w:pPr>
        <w:pStyle w:val="Bezproreda"/>
        <w:rPr>
          <w:b/>
        </w:rPr>
      </w:pPr>
    </w:p>
    <w:tbl>
      <w:tblPr>
        <w:tblStyle w:val="Reetkatablice"/>
        <w:tblW w:w="5000" w:type="pct"/>
        <w:tblLayout w:type="fixed"/>
        <w:tblLook w:val="04A0" w:firstRow="1" w:lastRow="0" w:firstColumn="1" w:lastColumn="0" w:noHBand="0" w:noVBand="1"/>
      </w:tblPr>
      <w:tblGrid>
        <w:gridCol w:w="6516"/>
        <w:gridCol w:w="1417"/>
        <w:gridCol w:w="1129"/>
      </w:tblGrid>
      <w:tr w:rsidR="000F6873" w:rsidRPr="000F6873" w14:paraId="6786180C" w14:textId="77777777" w:rsidTr="0004471E">
        <w:trPr>
          <w:trHeight w:hRule="exact" w:val="907"/>
        </w:trPr>
        <w:tc>
          <w:tcPr>
            <w:tcW w:w="3595" w:type="pct"/>
            <w:noWrap/>
          </w:tcPr>
          <w:p w14:paraId="62C747F5" w14:textId="77777777" w:rsidR="000F6873" w:rsidRPr="000F6873" w:rsidRDefault="000F6873" w:rsidP="000F6873">
            <w:pPr>
              <w:pStyle w:val="Bezproreda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  <w:noWrap/>
            <w:vAlign w:val="center"/>
          </w:tcPr>
          <w:p w14:paraId="5E4EEA4A" w14:textId="77777777" w:rsidR="000F6873" w:rsidRPr="000F6873" w:rsidRDefault="000F6873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Upisati broj</w:t>
            </w:r>
          </w:p>
          <w:p w14:paraId="12207DB7" w14:textId="147EF340" w:rsidR="000F6873" w:rsidRPr="000F6873" w:rsidRDefault="000F6873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radova/djela</w:t>
            </w:r>
          </w:p>
        </w:tc>
        <w:tc>
          <w:tcPr>
            <w:tcW w:w="623" w:type="pct"/>
            <w:noWrap/>
            <w:vAlign w:val="center"/>
          </w:tcPr>
          <w:p w14:paraId="654693F9" w14:textId="77777777" w:rsidR="000F6873" w:rsidRPr="000F6873" w:rsidRDefault="000F6873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Upisati broj</w:t>
            </w:r>
          </w:p>
          <w:p w14:paraId="038384B0" w14:textId="5FA79A5C" w:rsidR="000F6873" w:rsidRPr="000F6873" w:rsidRDefault="000F6873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bodova</w:t>
            </w:r>
          </w:p>
        </w:tc>
      </w:tr>
      <w:tr w:rsidR="00AD4CAE" w:rsidRPr="000F6873" w14:paraId="6376C627" w14:textId="77777777" w:rsidTr="0004471E">
        <w:trPr>
          <w:trHeight w:val="227"/>
        </w:trPr>
        <w:tc>
          <w:tcPr>
            <w:tcW w:w="3595" w:type="pct"/>
            <w:shd w:val="clear" w:color="auto" w:fill="DEEAF6" w:themeFill="accent1" w:themeFillTint="33"/>
            <w:noWrap/>
            <w:vAlign w:val="center"/>
          </w:tcPr>
          <w:p w14:paraId="1E556279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 xml:space="preserve">Znanstvene </w:t>
            </w:r>
            <w:r w:rsidR="006222A6" w:rsidRPr="000F6873">
              <w:rPr>
                <w:rFonts w:asciiTheme="minorHAnsi" w:hAnsiTheme="minorHAnsi" w:cstheme="minorHAnsi"/>
                <w:b/>
                <w:bCs/>
              </w:rPr>
              <w:t>knjige</w:t>
            </w:r>
            <w:r w:rsidRPr="000F6873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6222A6" w:rsidRPr="000F6873">
              <w:rPr>
                <w:rFonts w:asciiTheme="minorHAnsi" w:hAnsiTheme="minorHAnsi" w:cstheme="minorHAnsi"/>
                <w:b/>
                <w:bCs/>
              </w:rPr>
              <w:t>monografije</w:t>
            </w:r>
            <w:r w:rsidRPr="000F6873">
              <w:rPr>
                <w:rFonts w:asciiTheme="minorHAnsi" w:hAnsiTheme="minorHAnsi" w:cstheme="minorHAnsi"/>
                <w:b/>
                <w:bCs/>
              </w:rPr>
              <w:t>) koje se vrednuju kao 3 A3 rada</w:t>
            </w:r>
          </w:p>
        </w:tc>
        <w:tc>
          <w:tcPr>
            <w:tcW w:w="782" w:type="pct"/>
            <w:shd w:val="clear" w:color="auto" w:fill="DEEAF6" w:themeFill="accent1" w:themeFillTint="33"/>
            <w:noWrap/>
            <w:vAlign w:val="center"/>
          </w:tcPr>
          <w:p w14:paraId="4CAF74D4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3" w:type="pct"/>
            <w:shd w:val="clear" w:color="auto" w:fill="DEEAF6" w:themeFill="accent1" w:themeFillTint="33"/>
            <w:noWrap/>
            <w:vAlign w:val="center"/>
          </w:tcPr>
          <w:p w14:paraId="0221BDB0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D4CAE" w:rsidRPr="000F6873" w14:paraId="687121A3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5E9CAF5E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do 3 koautora</w:t>
            </w:r>
          </w:p>
        </w:tc>
        <w:tc>
          <w:tcPr>
            <w:tcW w:w="782" w:type="pct"/>
            <w:noWrap/>
            <w:vAlign w:val="center"/>
          </w:tcPr>
          <w:p w14:paraId="3C009AE4" w14:textId="03E3963B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7E42EC53" w14:textId="2A84D719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7A99D439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57246339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4-5 koautora</w:t>
            </w:r>
          </w:p>
        </w:tc>
        <w:tc>
          <w:tcPr>
            <w:tcW w:w="782" w:type="pct"/>
            <w:noWrap/>
            <w:vAlign w:val="center"/>
          </w:tcPr>
          <w:p w14:paraId="29FF68F6" w14:textId="104A9C93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466A6462" w14:textId="5BD833DD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5DAC5E53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7A6F79A0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6 koautora i više</w:t>
            </w:r>
          </w:p>
        </w:tc>
        <w:tc>
          <w:tcPr>
            <w:tcW w:w="782" w:type="pct"/>
            <w:noWrap/>
            <w:vAlign w:val="center"/>
          </w:tcPr>
          <w:p w14:paraId="2199F71F" w14:textId="6D40ED39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2AAA2DD0" w14:textId="247D12A4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15C7FA6C" w14:textId="77777777" w:rsidTr="0004471E">
        <w:trPr>
          <w:trHeight w:val="227"/>
        </w:trPr>
        <w:tc>
          <w:tcPr>
            <w:tcW w:w="3595" w:type="pct"/>
            <w:shd w:val="clear" w:color="auto" w:fill="DEEAF6" w:themeFill="accent1" w:themeFillTint="33"/>
            <w:noWrap/>
            <w:vAlign w:val="center"/>
          </w:tcPr>
          <w:p w14:paraId="38AB8738" w14:textId="79316E20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Poglavlja u znanstvenim</w:t>
            </w:r>
            <w:r w:rsidR="00F62C9E" w:rsidRPr="000F6873">
              <w:rPr>
                <w:rFonts w:asciiTheme="minorHAnsi" w:hAnsiTheme="minorHAnsi" w:cstheme="minorHAnsi"/>
                <w:b/>
                <w:bCs/>
              </w:rPr>
              <w:t xml:space="preserve"> knjigama</w:t>
            </w:r>
            <w:r w:rsidRPr="000F6873">
              <w:rPr>
                <w:rFonts w:asciiTheme="minorHAnsi" w:hAnsiTheme="minorHAnsi" w:cstheme="minorHAnsi"/>
                <w:b/>
                <w:bCs/>
              </w:rPr>
              <w:t xml:space="preserve"> koje se vrednuju kao 1 A3 rad</w:t>
            </w:r>
          </w:p>
        </w:tc>
        <w:tc>
          <w:tcPr>
            <w:tcW w:w="782" w:type="pct"/>
            <w:shd w:val="clear" w:color="auto" w:fill="DEEAF6" w:themeFill="accent1" w:themeFillTint="33"/>
            <w:noWrap/>
            <w:vAlign w:val="center"/>
          </w:tcPr>
          <w:p w14:paraId="276F4CDB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3" w:type="pct"/>
            <w:shd w:val="clear" w:color="auto" w:fill="DEEAF6" w:themeFill="accent1" w:themeFillTint="33"/>
            <w:noWrap/>
            <w:vAlign w:val="center"/>
          </w:tcPr>
          <w:p w14:paraId="73E43B68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D4CAE" w:rsidRPr="000F6873" w14:paraId="0023C5D1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33DEBB9B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do 3 koautora</w:t>
            </w:r>
          </w:p>
        </w:tc>
        <w:tc>
          <w:tcPr>
            <w:tcW w:w="782" w:type="pct"/>
            <w:noWrap/>
            <w:vAlign w:val="center"/>
          </w:tcPr>
          <w:p w14:paraId="02CFEFE5" w14:textId="169BAA8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7E32DBB6" w14:textId="742A5213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4993B4E2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77688E4E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4-5 koautora</w:t>
            </w:r>
          </w:p>
        </w:tc>
        <w:tc>
          <w:tcPr>
            <w:tcW w:w="782" w:type="pct"/>
            <w:noWrap/>
            <w:vAlign w:val="center"/>
          </w:tcPr>
          <w:p w14:paraId="01284D10" w14:textId="60515395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022110F2" w14:textId="277F78FD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7377D6D5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428F2471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6 koautora i više</w:t>
            </w:r>
          </w:p>
        </w:tc>
        <w:tc>
          <w:tcPr>
            <w:tcW w:w="782" w:type="pct"/>
            <w:noWrap/>
            <w:vAlign w:val="center"/>
          </w:tcPr>
          <w:p w14:paraId="0875E895" w14:textId="3EB0AC8C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2E685454" w14:textId="3FE7E7B4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35E7F2C2" w14:textId="77777777" w:rsidTr="0004471E">
        <w:trPr>
          <w:trHeight w:val="227"/>
        </w:trPr>
        <w:tc>
          <w:tcPr>
            <w:tcW w:w="3595" w:type="pct"/>
            <w:shd w:val="clear" w:color="auto" w:fill="DEEAF6" w:themeFill="accent1" w:themeFillTint="33"/>
            <w:noWrap/>
            <w:vAlign w:val="center"/>
          </w:tcPr>
          <w:p w14:paraId="57798BAF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A3 radovi objavljeni u časopisima</w:t>
            </w:r>
          </w:p>
        </w:tc>
        <w:tc>
          <w:tcPr>
            <w:tcW w:w="782" w:type="pct"/>
            <w:shd w:val="clear" w:color="auto" w:fill="DEEAF6" w:themeFill="accent1" w:themeFillTint="33"/>
            <w:noWrap/>
            <w:vAlign w:val="center"/>
          </w:tcPr>
          <w:p w14:paraId="6CF09E66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3" w:type="pct"/>
            <w:shd w:val="clear" w:color="auto" w:fill="DEEAF6" w:themeFill="accent1" w:themeFillTint="33"/>
            <w:noWrap/>
            <w:vAlign w:val="center"/>
          </w:tcPr>
          <w:p w14:paraId="65F9A97C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D4CAE" w:rsidRPr="000F6873" w14:paraId="49933C0C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1E58C7DB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 xml:space="preserve">A3 radovi – samostalno </w:t>
            </w:r>
          </w:p>
        </w:tc>
        <w:tc>
          <w:tcPr>
            <w:tcW w:w="782" w:type="pct"/>
            <w:noWrap/>
            <w:vAlign w:val="center"/>
          </w:tcPr>
          <w:p w14:paraId="4EF7EC0F" w14:textId="79667C32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1827CA94" w14:textId="77830BBE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4C0B62E4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30737F9D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2 i 3 koautora</w:t>
            </w:r>
          </w:p>
        </w:tc>
        <w:tc>
          <w:tcPr>
            <w:tcW w:w="782" w:type="pct"/>
            <w:noWrap/>
            <w:vAlign w:val="center"/>
          </w:tcPr>
          <w:p w14:paraId="59F3690C" w14:textId="2D78FC1A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6A11E858" w14:textId="4336EEEE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341F11B2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6BDDA662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4 i 5 koautora</w:t>
            </w:r>
          </w:p>
        </w:tc>
        <w:tc>
          <w:tcPr>
            <w:tcW w:w="782" w:type="pct"/>
            <w:noWrap/>
            <w:vAlign w:val="center"/>
          </w:tcPr>
          <w:p w14:paraId="3144EA79" w14:textId="722E0686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3BE3FAF3" w14:textId="2BBFA51D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4B49CC6B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26F6B634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6 koautora</w:t>
            </w:r>
          </w:p>
        </w:tc>
        <w:tc>
          <w:tcPr>
            <w:tcW w:w="782" w:type="pct"/>
            <w:noWrap/>
            <w:vAlign w:val="center"/>
          </w:tcPr>
          <w:p w14:paraId="61B8A8E1" w14:textId="1D726A9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04339E3A" w14:textId="26120C66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25460739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69340B4C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7 koautora</w:t>
            </w:r>
          </w:p>
        </w:tc>
        <w:tc>
          <w:tcPr>
            <w:tcW w:w="782" w:type="pct"/>
            <w:noWrap/>
            <w:vAlign w:val="center"/>
          </w:tcPr>
          <w:p w14:paraId="0CA24811" w14:textId="54561B33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48B36567" w14:textId="79768EED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4A17B76B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0A8FD147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8 koautora</w:t>
            </w:r>
          </w:p>
        </w:tc>
        <w:tc>
          <w:tcPr>
            <w:tcW w:w="782" w:type="pct"/>
            <w:noWrap/>
            <w:vAlign w:val="center"/>
          </w:tcPr>
          <w:p w14:paraId="4A5C53C7" w14:textId="2143040C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5306E1F8" w14:textId="57B3A162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5FEE2308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0AE452ED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9 koautora</w:t>
            </w:r>
          </w:p>
        </w:tc>
        <w:tc>
          <w:tcPr>
            <w:tcW w:w="782" w:type="pct"/>
            <w:noWrap/>
            <w:vAlign w:val="center"/>
          </w:tcPr>
          <w:p w14:paraId="744DF369" w14:textId="5EA311AD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6D7FEE84" w14:textId="73960DF9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09B2E9FC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4DC2C518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10 koautora</w:t>
            </w:r>
          </w:p>
        </w:tc>
        <w:tc>
          <w:tcPr>
            <w:tcW w:w="782" w:type="pct"/>
            <w:noWrap/>
            <w:vAlign w:val="center"/>
          </w:tcPr>
          <w:p w14:paraId="441005BB" w14:textId="0796883F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35B8B2DF" w14:textId="1B1B764F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12EC55B1" w14:textId="77777777" w:rsidTr="0004471E">
        <w:trPr>
          <w:trHeight w:val="227"/>
        </w:trPr>
        <w:tc>
          <w:tcPr>
            <w:tcW w:w="3595" w:type="pct"/>
            <w:shd w:val="clear" w:color="auto" w:fill="DEEAF6" w:themeFill="accent1" w:themeFillTint="33"/>
            <w:noWrap/>
            <w:vAlign w:val="center"/>
          </w:tcPr>
          <w:p w14:paraId="2FC71B46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 xml:space="preserve">A3 radovi objavljeni u zbornicima </w:t>
            </w:r>
          </w:p>
        </w:tc>
        <w:tc>
          <w:tcPr>
            <w:tcW w:w="782" w:type="pct"/>
            <w:shd w:val="clear" w:color="auto" w:fill="DEEAF6" w:themeFill="accent1" w:themeFillTint="33"/>
            <w:noWrap/>
            <w:vAlign w:val="center"/>
          </w:tcPr>
          <w:p w14:paraId="046E2526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3" w:type="pct"/>
            <w:shd w:val="clear" w:color="auto" w:fill="DEEAF6" w:themeFill="accent1" w:themeFillTint="33"/>
            <w:noWrap/>
            <w:vAlign w:val="center"/>
          </w:tcPr>
          <w:p w14:paraId="1093D8AE" w14:textId="7777777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D4CAE" w:rsidRPr="000F6873" w14:paraId="414E92AB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0FA02FE9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 xml:space="preserve">A3 radovi – samostalno </w:t>
            </w:r>
          </w:p>
        </w:tc>
        <w:tc>
          <w:tcPr>
            <w:tcW w:w="782" w:type="pct"/>
            <w:noWrap/>
            <w:vAlign w:val="center"/>
          </w:tcPr>
          <w:p w14:paraId="0F5AB180" w14:textId="34433725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2558234A" w14:textId="67E0C06E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7C1A450B" w14:textId="77777777" w:rsidTr="0004471E">
        <w:trPr>
          <w:trHeight w:val="227"/>
        </w:trPr>
        <w:tc>
          <w:tcPr>
            <w:tcW w:w="3595" w:type="pct"/>
            <w:noWrap/>
            <w:vAlign w:val="center"/>
          </w:tcPr>
          <w:p w14:paraId="7E5D7A37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2 i 3 koautora</w:t>
            </w:r>
          </w:p>
        </w:tc>
        <w:tc>
          <w:tcPr>
            <w:tcW w:w="782" w:type="pct"/>
            <w:noWrap/>
            <w:vAlign w:val="center"/>
          </w:tcPr>
          <w:p w14:paraId="632696D9" w14:textId="38173842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5A76013C" w14:textId="0937ADE7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44A58479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16D7A691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4 i 5 koautora</w:t>
            </w:r>
          </w:p>
        </w:tc>
        <w:tc>
          <w:tcPr>
            <w:tcW w:w="782" w:type="pct"/>
            <w:noWrap/>
            <w:vAlign w:val="center"/>
          </w:tcPr>
          <w:p w14:paraId="6A1DCDFB" w14:textId="4FCA64AD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14741710" w14:textId="5D5CE502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7327BCD0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1CD7F09F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6 koautora</w:t>
            </w:r>
          </w:p>
        </w:tc>
        <w:tc>
          <w:tcPr>
            <w:tcW w:w="782" w:type="pct"/>
            <w:noWrap/>
            <w:vAlign w:val="center"/>
          </w:tcPr>
          <w:p w14:paraId="2336D55C" w14:textId="729A885C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09A3FCD9" w14:textId="11BF4A85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02E00F14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5683694D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7 koautora</w:t>
            </w:r>
          </w:p>
        </w:tc>
        <w:tc>
          <w:tcPr>
            <w:tcW w:w="782" w:type="pct"/>
            <w:noWrap/>
            <w:vAlign w:val="center"/>
          </w:tcPr>
          <w:p w14:paraId="0A6BA4FD" w14:textId="186F546B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5EA5349B" w14:textId="6F93E970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2D7916EF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68AF33E7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8 koautora</w:t>
            </w:r>
          </w:p>
        </w:tc>
        <w:tc>
          <w:tcPr>
            <w:tcW w:w="782" w:type="pct"/>
            <w:noWrap/>
            <w:vAlign w:val="center"/>
          </w:tcPr>
          <w:p w14:paraId="24670342" w14:textId="3817DACB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1EF4B965" w14:textId="774BF58B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0728CEBD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19718DFE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9 koautora</w:t>
            </w:r>
          </w:p>
        </w:tc>
        <w:tc>
          <w:tcPr>
            <w:tcW w:w="782" w:type="pct"/>
            <w:noWrap/>
            <w:vAlign w:val="center"/>
          </w:tcPr>
          <w:p w14:paraId="34610178" w14:textId="6A377532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08823B47" w14:textId="0AF16835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4CAE" w:rsidRPr="000F6873" w14:paraId="308300BB" w14:textId="77777777" w:rsidTr="0004471E">
        <w:trPr>
          <w:trHeight w:val="227"/>
        </w:trPr>
        <w:tc>
          <w:tcPr>
            <w:tcW w:w="3595" w:type="pct"/>
            <w:noWrap/>
            <w:vAlign w:val="center"/>
            <w:hideMark/>
          </w:tcPr>
          <w:p w14:paraId="438FE820" w14:textId="77777777" w:rsidR="00AD4CAE" w:rsidRPr="000F6873" w:rsidRDefault="00AD4CAE" w:rsidP="000F6873">
            <w:pPr>
              <w:pStyle w:val="Bezproreda"/>
              <w:rPr>
                <w:rFonts w:asciiTheme="minorHAnsi" w:hAnsiTheme="minorHAnsi" w:cstheme="minorHAnsi"/>
              </w:rPr>
            </w:pPr>
            <w:r w:rsidRPr="000F6873">
              <w:rPr>
                <w:rFonts w:asciiTheme="minorHAnsi" w:hAnsiTheme="minorHAnsi" w:cstheme="minorHAnsi"/>
              </w:rPr>
              <w:t>A3 radovi – 10 koautora</w:t>
            </w:r>
          </w:p>
        </w:tc>
        <w:tc>
          <w:tcPr>
            <w:tcW w:w="782" w:type="pct"/>
            <w:noWrap/>
            <w:vAlign w:val="center"/>
          </w:tcPr>
          <w:p w14:paraId="02C8E7B3" w14:textId="049F716E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3" w:type="pct"/>
            <w:noWrap/>
            <w:vAlign w:val="center"/>
          </w:tcPr>
          <w:p w14:paraId="706D69DC" w14:textId="0243F876" w:rsidR="00AD4CAE" w:rsidRPr="000F6873" w:rsidRDefault="00AD4CAE" w:rsidP="000F6873">
            <w:pPr>
              <w:pStyle w:val="Bezproreda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6873" w:rsidRPr="000F6873" w14:paraId="039A76B4" w14:textId="77777777" w:rsidTr="000F6873">
        <w:trPr>
          <w:trHeight w:val="227"/>
        </w:trPr>
        <w:tc>
          <w:tcPr>
            <w:tcW w:w="4377" w:type="pct"/>
            <w:gridSpan w:val="2"/>
            <w:shd w:val="clear" w:color="auto" w:fill="DEEAF6" w:themeFill="accent1" w:themeFillTint="33"/>
            <w:noWrap/>
            <w:vAlign w:val="center"/>
            <w:hideMark/>
          </w:tcPr>
          <w:p w14:paraId="0B6E6AE1" w14:textId="526F01B3" w:rsidR="000F6873" w:rsidRPr="000F6873" w:rsidRDefault="000F6873" w:rsidP="000F6873">
            <w:pPr>
              <w:pStyle w:val="Bezproreda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F6873">
              <w:rPr>
                <w:rFonts w:asciiTheme="minorHAnsi" w:hAnsiTheme="minorHAnsi" w:cstheme="minorHAnsi"/>
                <w:b/>
                <w:bCs/>
              </w:rPr>
              <w:t>UKUPNO BODOVA IZ A3</w:t>
            </w:r>
          </w:p>
        </w:tc>
        <w:tc>
          <w:tcPr>
            <w:tcW w:w="623" w:type="pct"/>
            <w:vAlign w:val="center"/>
          </w:tcPr>
          <w:p w14:paraId="555D9E9B" w14:textId="0B385701" w:rsidR="000F6873" w:rsidRPr="000F6873" w:rsidRDefault="000F6873" w:rsidP="000F6873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7C89B6D" w14:textId="77777777" w:rsidR="00AD4CAE" w:rsidRPr="000F6873" w:rsidRDefault="00AD4CAE" w:rsidP="00D82012">
      <w:pPr>
        <w:pStyle w:val="Bezproreda"/>
      </w:pPr>
    </w:p>
    <w:p w14:paraId="45FF7BBD" w14:textId="77777777" w:rsidR="00AD4CAE" w:rsidRPr="000F6873" w:rsidRDefault="00AD4CAE">
      <w:pPr>
        <w:rPr>
          <w:b/>
        </w:rPr>
      </w:pPr>
      <w:r w:rsidRPr="000F6873">
        <w:rPr>
          <w:b/>
        </w:rPr>
        <w:br w:type="page"/>
      </w:r>
    </w:p>
    <w:p w14:paraId="1078708D" w14:textId="3E292DFD" w:rsidR="00F62C9E" w:rsidRPr="00C33E21" w:rsidRDefault="006631FE" w:rsidP="00C33E21">
      <w:pPr>
        <w:pStyle w:val="Bezproreda"/>
        <w:shd w:val="clear" w:color="auto" w:fill="DEEAF6" w:themeFill="accent1" w:themeFillTint="33"/>
        <w:rPr>
          <w:b/>
          <w:bCs/>
          <w:sz w:val="24"/>
          <w:szCs w:val="24"/>
        </w:rPr>
      </w:pPr>
      <w:r w:rsidRPr="00C33E21">
        <w:rPr>
          <w:b/>
          <w:bCs/>
          <w:sz w:val="24"/>
          <w:szCs w:val="24"/>
        </w:rPr>
        <w:lastRenderedPageBreak/>
        <w:t>7.</w:t>
      </w:r>
      <w:r w:rsidR="00A47ED2" w:rsidRPr="00C33E21">
        <w:rPr>
          <w:b/>
          <w:bCs/>
          <w:sz w:val="24"/>
          <w:szCs w:val="24"/>
        </w:rPr>
        <w:t xml:space="preserve"> </w:t>
      </w:r>
      <w:r w:rsidRPr="00C33E21">
        <w:rPr>
          <w:b/>
          <w:bCs/>
          <w:sz w:val="24"/>
          <w:szCs w:val="24"/>
        </w:rPr>
        <w:t>Sažeti t</w:t>
      </w:r>
      <w:r w:rsidR="00F62C9E" w:rsidRPr="00C33E21">
        <w:rPr>
          <w:b/>
          <w:bCs/>
          <w:sz w:val="24"/>
          <w:szCs w:val="24"/>
        </w:rPr>
        <w:t xml:space="preserve">ablični prikaz ispunjavanja uvjeta za izbor u znanstveno zvanje </w:t>
      </w:r>
      <w:r w:rsidRPr="00C33E21">
        <w:rPr>
          <w:b/>
          <w:bCs/>
          <w:color w:val="FF0000"/>
          <w:sz w:val="24"/>
          <w:szCs w:val="24"/>
        </w:rPr>
        <w:t>XXXXXXXX</w:t>
      </w:r>
    </w:p>
    <w:p w14:paraId="1D339318" w14:textId="77777777" w:rsidR="006631FE" w:rsidRDefault="006631FE" w:rsidP="006631FE">
      <w:pPr>
        <w:pStyle w:val="Bezproreda"/>
      </w:pPr>
    </w:p>
    <w:p w14:paraId="214921A3" w14:textId="77777777" w:rsidR="00D73043" w:rsidRPr="006631FE" w:rsidRDefault="00D73043" w:rsidP="006631FE">
      <w:pPr>
        <w:pStyle w:val="Bezproreda"/>
      </w:pPr>
    </w:p>
    <w:tbl>
      <w:tblPr>
        <w:tblStyle w:val="Reetkatablice"/>
        <w:tblW w:w="5000" w:type="pct"/>
        <w:tblLayout w:type="fixed"/>
        <w:tblLook w:val="04A0" w:firstRow="1" w:lastRow="0" w:firstColumn="1" w:lastColumn="0" w:noHBand="0" w:noVBand="1"/>
      </w:tblPr>
      <w:tblGrid>
        <w:gridCol w:w="3256"/>
        <w:gridCol w:w="850"/>
        <w:gridCol w:w="2052"/>
        <w:gridCol w:w="1068"/>
        <w:gridCol w:w="1836"/>
      </w:tblGrid>
      <w:tr w:rsidR="00C653AC" w:rsidRPr="004B6268" w14:paraId="6460B832" w14:textId="77777777" w:rsidTr="006631FE">
        <w:trPr>
          <w:trHeight w:val="283"/>
        </w:trPr>
        <w:tc>
          <w:tcPr>
            <w:tcW w:w="5000" w:type="pct"/>
            <w:gridSpan w:val="5"/>
            <w:shd w:val="clear" w:color="auto" w:fill="DEEAF6" w:themeFill="accent1" w:themeFillTint="33"/>
            <w:noWrap/>
            <w:vAlign w:val="center"/>
            <w:hideMark/>
          </w:tcPr>
          <w:p w14:paraId="652F5870" w14:textId="4737AE85" w:rsidR="00C653AC" w:rsidRPr="006631FE" w:rsidRDefault="006631FE" w:rsidP="006631FE">
            <w:pPr>
              <w:pStyle w:val="Bezproreda"/>
              <w:rPr>
                <w:b/>
                <w:bCs/>
              </w:rPr>
            </w:pPr>
            <w:r w:rsidRPr="006631FE">
              <w:rPr>
                <w:b/>
                <w:bCs/>
              </w:rPr>
              <w:t>AKADEMSKI STUPANJ D</w:t>
            </w:r>
            <w:r w:rsidR="00C653AC" w:rsidRPr="006631FE">
              <w:rPr>
                <w:b/>
                <w:bCs/>
              </w:rPr>
              <w:t>OKTORA ZNANOSTI</w:t>
            </w:r>
          </w:p>
        </w:tc>
      </w:tr>
      <w:tr w:rsidR="006631FE" w:rsidRPr="004B6268" w14:paraId="6E8ECDFA" w14:textId="77777777" w:rsidTr="00096DCA">
        <w:trPr>
          <w:trHeight w:val="283"/>
        </w:trPr>
        <w:tc>
          <w:tcPr>
            <w:tcW w:w="2266" w:type="pct"/>
            <w:gridSpan w:val="2"/>
            <w:shd w:val="clear" w:color="auto" w:fill="DEEAF6" w:themeFill="accent1" w:themeFillTint="33"/>
            <w:noWrap/>
            <w:vAlign w:val="center"/>
            <w:hideMark/>
          </w:tcPr>
          <w:p w14:paraId="6D874B80" w14:textId="30C1AAD7" w:rsidR="00C653AC" w:rsidRPr="006631FE" w:rsidRDefault="00C653AC" w:rsidP="006631FE">
            <w:pPr>
              <w:pStyle w:val="Bezproreda"/>
              <w:jc w:val="center"/>
              <w:rPr>
                <w:b/>
                <w:bCs/>
              </w:rPr>
            </w:pPr>
            <w:r w:rsidRPr="006631FE">
              <w:rPr>
                <w:b/>
                <w:bCs/>
              </w:rPr>
              <w:t xml:space="preserve">Naziv </w:t>
            </w:r>
            <w:r w:rsidR="006631FE" w:rsidRPr="006631FE">
              <w:rPr>
                <w:b/>
                <w:bCs/>
              </w:rPr>
              <w:t xml:space="preserve">doktorske </w:t>
            </w:r>
            <w:r w:rsidRPr="006631FE">
              <w:rPr>
                <w:b/>
                <w:bCs/>
              </w:rPr>
              <w:t>disertacije</w:t>
            </w:r>
          </w:p>
        </w:tc>
        <w:tc>
          <w:tcPr>
            <w:tcW w:w="1721" w:type="pct"/>
            <w:gridSpan w:val="2"/>
            <w:shd w:val="clear" w:color="auto" w:fill="DEEAF6" w:themeFill="accent1" w:themeFillTint="33"/>
            <w:noWrap/>
            <w:vAlign w:val="center"/>
            <w:hideMark/>
          </w:tcPr>
          <w:p w14:paraId="7A685892" w14:textId="392F84A4" w:rsidR="00C653AC" w:rsidRPr="006631FE" w:rsidRDefault="00C653AC" w:rsidP="006631FE">
            <w:pPr>
              <w:pStyle w:val="Bezproreda"/>
              <w:jc w:val="center"/>
              <w:rPr>
                <w:b/>
                <w:bCs/>
              </w:rPr>
            </w:pPr>
            <w:r w:rsidRPr="006631FE">
              <w:rPr>
                <w:b/>
                <w:bCs/>
              </w:rPr>
              <w:t>Ustanova</w:t>
            </w:r>
            <w:r w:rsidR="006631FE">
              <w:rPr>
                <w:b/>
                <w:bCs/>
              </w:rPr>
              <w:t xml:space="preserve"> gdje je stečen akademski stupanj dr.sc.</w:t>
            </w:r>
          </w:p>
        </w:tc>
        <w:tc>
          <w:tcPr>
            <w:tcW w:w="1013" w:type="pct"/>
            <w:shd w:val="clear" w:color="auto" w:fill="DEEAF6" w:themeFill="accent1" w:themeFillTint="33"/>
            <w:noWrap/>
            <w:vAlign w:val="center"/>
            <w:hideMark/>
          </w:tcPr>
          <w:p w14:paraId="101AC89C" w14:textId="77777777" w:rsidR="00C653AC" w:rsidRPr="006631FE" w:rsidRDefault="00C653AC" w:rsidP="006631FE">
            <w:pPr>
              <w:pStyle w:val="Bezproreda"/>
              <w:jc w:val="center"/>
              <w:rPr>
                <w:b/>
                <w:bCs/>
              </w:rPr>
            </w:pPr>
            <w:r w:rsidRPr="006631FE">
              <w:rPr>
                <w:b/>
                <w:bCs/>
              </w:rPr>
              <w:t>Datum obrane</w:t>
            </w:r>
          </w:p>
        </w:tc>
      </w:tr>
      <w:tr w:rsidR="006631FE" w:rsidRPr="004B6268" w14:paraId="21DA4D6A" w14:textId="77777777" w:rsidTr="00096DCA">
        <w:trPr>
          <w:trHeight w:val="732"/>
        </w:trPr>
        <w:tc>
          <w:tcPr>
            <w:tcW w:w="2266" w:type="pct"/>
            <w:gridSpan w:val="2"/>
            <w:noWrap/>
            <w:vAlign w:val="center"/>
          </w:tcPr>
          <w:p w14:paraId="7780F0B2" w14:textId="1BEEFD60" w:rsidR="00C653AC" w:rsidRPr="004B6268" w:rsidRDefault="00C653AC" w:rsidP="006631FE">
            <w:pPr>
              <w:pStyle w:val="Bezproreda"/>
              <w:jc w:val="center"/>
            </w:pPr>
          </w:p>
        </w:tc>
        <w:tc>
          <w:tcPr>
            <w:tcW w:w="1721" w:type="pct"/>
            <w:gridSpan w:val="2"/>
            <w:noWrap/>
            <w:vAlign w:val="center"/>
          </w:tcPr>
          <w:p w14:paraId="289EC6B0" w14:textId="692E675B" w:rsidR="00C653AC" w:rsidRPr="004B6268" w:rsidRDefault="00C653AC" w:rsidP="006631FE">
            <w:pPr>
              <w:pStyle w:val="Bezproreda"/>
              <w:jc w:val="center"/>
            </w:pPr>
          </w:p>
        </w:tc>
        <w:tc>
          <w:tcPr>
            <w:tcW w:w="1013" w:type="pct"/>
            <w:noWrap/>
            <w:vAlign w:val="center"/>
          </w:tcPr>
          <w:p w14:paraId="6E3928AC" w14:textId="159A3BA1" w:rsidR="00C653AC" w:rsidRPr="004B6268" w:rsidRDefault="00C653AC" w:rsidP="006631FE">
            <w:pPr>
              <w:pStyle w:val="Bezproreda"/>
              <w:jc w:val="center"/>
            </w:pPr>
          </w:p>
        </w:tc>
      </w:tr>
      <w:tr w:rsidR="006631FE" w:rsidRPr="004B6268" w14:paraId="6F833819" w14:textId="77777777" w:rsidTr="006631FE">
        <w:trPr>
          <w:trHeight w:val="283"/>
        </w:trPr>
        <w:tc>
          <w:tcPr>
            <w:tcW w:w="5000" w:type="pct"/>
            <w:gridSpan w:val="5"/>
            <w:shd w:val="clear" w:color="auto" w:fill="DEEAF6" w:themeFill="accent1" w:themeFillTint="33"/>
            <w:noWrap/>
            <w:vAlign w:val="center"/>
          </w:tcPr>
          <w:p w14:paraId="3E0C0E09" w14:textId="7603C259" w:rsidR="006631FE" w:rsidRPr="006631FE" w:rsidRDefault="0079432D" w:rsidP="00096DCA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ISPUNJAVANJE</w:t>
            </w:r>
            <w:r w:rsidR="00096DCA" w:rsidRPr="00096DCA">
              <w:rPr>
                <w:b/>
                <w:bCs/>
              </w:rPr>
              <w:t xml:space="preserve"> UVJETA PRAVILNIKA</w:t>
            </w:r>
          </w:p>
        </w:tc>
      </w:tr>
      <w:tr w:rsidR="009C7E0C" w:rsidRPr="004B6268" w14:paraId="4C75C55F" w14:textId="77777777" w:rsidTr="008241DC">
        <w:trPr>
          <w:trHeight w:val="850"/>
        </w:trPr>
        <w:tc>
          <w:tcPr>
            <w:tcW w:w="3987" w:type="pct"/>
            <w:gridSpan w:val="4"/>
            <w:shd w:val="clear" w:color="auto" w:fill="FFF2CC" w:themeFill="accent4" w:themeFillTint="33"/>
            <w:noWrap/>
            <w:vAlign w:val="center"/>
          </w:tcPr>
          <w:p w14:paraId="4ED8A9F5" w14:textId="17059AB9" w:rsidR="009C7E0C" w:rsidRPr="006631FE" w:rsidRDefault="009C7E0C" w:rsidP="009C7E0C">
            <w:pPr>
              <w:pStyle w:val="Bezproreda"/>
            </w:pPr>
            <w:r w:rsidRPr="008E1A37">
              <w:rPr>
                <w:b/>
                <w:bCs/>
              </w:rPr>
              <w:t>Broj SAMOSTALNIH ZNANSTVENI</w:t>
            </w:r>
            <w:r w:rsidR="008E1A37" w:rsidRPr="008E1A37">
              <w:rPr>
                <w:b/>
                <w:bCs/>
              </w:rPr>
              <w:t>H</w:t>
            </w:r>
            <w:r w:rsidRPr="008E1A37">
              <w:rPr>
                <w:b/>
                <w:bCs/>
              </w:rPr>
              <w:t xml:space="preserve"> RADOVA </w:t>
            </w:r>
            <w:r w:rsidRPr="008E1A37">
              <w:t>(minimalno 1 za izbor znanstvenog suradnika</w:t>
            </w:r>
            <w:r w:rsidR="008E1A37" w:rsidRPr="008E1A37">
              <w:t>,</w:t>
            </w:r>
            <w:r w:rsidRPr="008E1A37">
              <w:t xml:space="preserve"> </w:t>
            </w:r>
            <w:r w:rsidR="008E1A37" w:rsidRPr="008E1A37">
              <w:t>odnosno nakon prethodnog</w:t>
            </w:r>
            <w:r w:rsidRPr="008E1A37">
              <w:t xml:space="preserve"> izbora; čl. 17. st. 13. Pravilnika)</w:t>
            </w:r>
          </w:p>
        </w:tc>
        <w:tc>
          <w:tcPr>
            <w:tcW w:w="1013" w:type="pct"/>
            <w:vAlign w:val="center"/>
          </w:tcPr>
          <w:p w14:paraId="68FCFCA9" w14:textId="77777777" w:rsidR="009C7E0C" w:rsidRPr="00D73043" w:rsidRDefault="009C7E0C" w:rsidP="008241DC">
            <w:pPr>
              <w:pStyle w:val="Bezproreda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7E0C" w:rsidRPr="004B6268" w14:paraId="64C90068" w14:textId="77777777" w:rsidTr="008241DC">
        <w:trPr>
          <w:trHeight w:val="850"/>
        </w:trPr>
        <w:tc>
          <w:tcPr>
            <w:tcW w:w="3987" w:type="pct"/>
            <w:gridSpan w:val="4"/>
            <w:shd w:val="clear" w:color="auto" w:fill="FFF2CC" w:themeFill="accent4" w:themeFillTint="33"/>
            <w:noWrap/>
            <w:vAlign w:val="center"/>
          </w:tcPr>
          <w:p w14:paraId="6B3ECEA8" w14:textId="648CFD81" w:rsidR="009C7E0C" w:rsidRPr="006631FE" w:rsidRDefault="009C7E0C" w:rsidP="009C7E0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Pr="006631FE">
              <w:rPr>
                <w:b/>
                <w:bCs/>
              </w:rPr>
              <w:t xml:space="preserve"> </w:t>
            </w:r>
            <w:r w:rsidR="00D73043">
              <w:rPr>
                <w:b/>
                <w:bCs/>
              </w:rPr>
              <w:t xml:space="preserve">znanstvenih </w:t>
            </w:r>
            <w:r>
              <w:rPr>
                <w:b/>
                <w:bCs/>
              </w:rPr>
              <w:t>radova</w:t>
            </w:r>
            <w:r w:rsidRPr="006631FE">
              <w:rPr>
                <w:b/>
                <w:bCs/>
              </w:rPr>
              <w:t xml:space="preserve"> na </w:t>
            </w:r>
            <w:r>
              <w:rPr>
                <w:b/>
                <w:bCs/>
              </w:rPr>
              <w:t>S</w:t>
            </w:r>
            <w:r w:rsidRPr="006631FE">
              <w:rPr>
                <w:b/>
                <w:bCs/>
              </w:rPr>
              <w:t xml:space="preserve">TANDARDNOM HRVATSKOM JEZIKU </w:t>
            </w:r>
            <w:r w:rsidRPr="009C7E0C">
              <w:t>(minimalno 1 za izbor znanstvenog suradnika</w:t>
            </w:r>
            <w:r w:rsidR="008E1A37">
              <w:t xml:space="preserve">, </w:t>
            </w:r>
            <w:r w:rsidR="008E1A37" w:rsidRPr="008E1A37">
              <w:t>odnosno nakon prethodnog izbora</w:t>
            </w:r>
            <w:r w:rsidRPr="009C7E0C">
              <w:t>; čl. 17. st. 14. Pravilnika)</w:t>
            </w:r>
          </w:p>
        </w:tc>
        <w:tc>
          <w:tcPr>
            <w:tcW w:w="1013" w:type="pct"/>
            <w:vAlign w:val="center"/>
          </w:tcPr>
          <w:p w14:paraId="638AF43F" w14:textId="77777777" w:rsidR="009C7E0C" w:rsidRPr="00D73043" w:rsidRDefault="009C7E0C" w:rsidP="008241DC">
            <w:pPr>
              <w:pStyle w:val="Bezproreda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198D" w:rsidRPr="004B6268" w14:paraId="40A9DAB8" w14:textId="77777777" w:rsidTr="00BA198D">
        <w:trPr>
          <w:trHeight w:val="732"/>
        </w:trPr>
        <w:tc>
          <w:tcPr>
            <w:tcW w:w="1797" w:type="pct"/>
            <w:shd w:val="clear" w:color="auto" w:fill="FFF2CC" w:themeFill="accent4" w:themeFillTint="33"/>
            <w:noWrap/>
            <w:vAlign w:val="center"/>
          </w:tcPr>
          <w:p w14:paraId="68924CCC" w14:textId="1AD61E35" w:rsidR="00BA198D" w:rsidRPr="006631FE" w:rsidRDefault="00BA198D" w:rsidP="009C7E0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BODOVI</w:t>
            </w:r>
          </w:p>
        </w:tc>
        <w:tc>
          <w:tcPr>
            <w:tcW w:w="1601" w:type="pct"/>
            <w:gridSpan w:val="2"/>
            <w:shd w:val="clear" w:color="auto" w:fill="FFF2CC" w:themeFill="accent4" w:themeFillTint="33"/>
            <w:vAlign w:val="center"/>
          </w:tcPr>
          <w:p w14:paraId="11D0F0D2" w14:textId="77777777" w:rsidR="00BA198D" w:rsidRPr="00BA198D" w:rsidRDefault="00BA198D" w:rsidP="009C7E0C">
            <w:pPr>
              <w:pStyle w:val="Bezproreda"/>
              <w:jc w:val="center"/>
              <w:rPr>
                <w:b/>
                <w:bCs/>
              </w:rPr>
            </w:pPr>
            <w:r w:rsidRPr="00BA198D">
              <w:rPr>
                <w:b/>
                <w:bCs/>
              </w:rPr>
              <w:t>UKUPNO</w:t>
            </w:r>
          </w:p>
          <w:p w14:paraId="17B37308" w14:textId="77777777" w:rsidR="00BA198D" w:rsidRPr="00BA198D" w:rsidRDefault="00BA198D" w:rsidP="009C7E0C">
            <w:pPr>
              <w:pStyle w:val="Bezproreda"/>
              <w:jc w:val="center"/>
              <w:rPr>
                <w:b/>
                <w:bCs/>
              </w:rPr>
            </w:pPr>
            <w:r w:rsidRPr="00BA198D">
              <w:rPr>
                <w:b/>
                <w:bCs/>
              </w:rPr>
              <w:t>OSTVARENI</w:t>
            </w:r>
          </w:p>
          <w:p w14:paraId="16558243" w14:textId="5A50C7B8" w:rsidR="00BA198D" w:rsidRPr="00BA198D" w:rsidRDefault="00BA198D" w:rsidP="009C7E0C">
            <w:pPr>
              <w:pStyle w:val="Bezproreda"/>
              <w:jc w:val="center"/>
            </w:pPr>
            <w:r w:rsidRPr="00BA198D">
              <w:rPr>
                <w:b/>
                <w:bCs/>
              </w:rPr>
              <w:t>BODOVI PRISTUPNIKA/ICE</w:t>
            </w:r>
          </w:p>
        </w:tc>
        <w:tc>
          <w:tcPr>
            <w:tcW w:w="1602" w:type="pct"/>
            <w:gridSpan w:val="2"/>
            <w:shd w:val="clear" w:color="auto" w:fill="FFF2CC" w:themeFill="accent4" w:themeFillTint="33"/>
            <w:vAlign w:val="center"/>
          </w:tcPr>
          <w:p w14:paraId="2793E009" w14:textId="60D3D2DA" w:rsidR="00BA198D" w:rsidRPr="00BA198D" w:rsidRDefault="00BA198D" w:rsidP="009C7E0C">
            <w:pPr>
              <w:pStyle w:val="Bezproreda"/>
              <w:jc w:val="center"/>
              <w:rPr>
                <w:b/>
                <w:bCs/>
              </w:rPr>
            </w:pPr>
            <w:r w:rsidRPr="00BA198D">
              <w:rPr>
                <w:b/>
                <w:bCs/>
              </w:rPr>
              <w:t>POTREBAN BROJ BODOVA ZA ZNANSTVENO ZVANJE</w:t>
            </w:r>
          </w:p>
          <w:p w14:paraId="0FF91706" w14:textId="77777777" w:rsidR="00792B2D" w:rsidRDefault="00BA198D" w:rsidP="009C7E0C">
            <w:pPr>
              <w:pStyle w:val="Bezproreda"/>
              <w:jc w:val="center"/>
            </w:pPr>
            <w:r w:rsidRPr="00BA198D">
              <w:t xml:space="preserve">(upisati prema </w:t>
            </w:r>
          </w:p>
          <w:p w14:paraId="4F992193" w14:textId="12FD06C3" w:rsidR="00BA198D" w:rsidRPr="00BA198D" w:rsidRDefault="00BA198D" w:rsidP="009C7E0C">
            <w:pPr>
              <w:pStyle w:val="Bezproreda"/>
              <w:jc w:val="center"/>
            </w:pPr>
            <w:r w:rsidRPr="00BA198D">
              <w:t>čl. 17. st. 18. Pravilnika)</w:t>
            </w:r>
          </w:p>
        </w:tc>
      </w:tr>
      <w:tr w:rsidR="00BA198D" w:rsidRPr="004B6268" w14:paraId="15AD4BEA" w14:textId="77777777" w:rsidTr="00BA198D">
        <w:trPr>
          <w:trHeight w:val="567"/>
        </w:trPr>
        <w:tc>
          <w:tcPr>
            <w:tcW w:w="1797" w:type="pct"/>
            <w:shd w:val="clear" w:color="auto" w:fill="DEEAF6" w:themeFill="accent1" w:themeFillTint="33"/>
            <w:noWrap/>
            <w:vAlign w:val="center"/>
            <w:hideMark/>
          </w:tcPr>
          <w:p w14:paraId="0B07D50F" w14:textId="77777777" w:rsidR="00BA198D" w:rsidRPr="006631FE" w:rsidRDefault="00BA198D" w:rsidP="009C7E0C">
            <w:pPr>
              <w:pStyle w:val="Bezproreda"/>
              <w:rPr>
                <w:b/>
                <w:bCs/>
              </w:rPr>
            </w:pPr>
            <w:r w:rsidRPr="006631FE">
              <w:rPr>
                <w:b/>
                <w:bCs/>
              </w:rPr>
              <w:t xml:space="preserve">Ukupno bodova iz A1 radova </w:t>
            </w:r>
          </w:p>
          <w:p w14:paraId="013FF69D" w14:textId="6B58A9FA" w:rsidR="00BA198D" w:rsidRPr="006631FE" w:rsidRDefault="00BA198D" w:rsidP="009C7E0C">
            <w:pPr>
              <w:pStyle w:val="Bezproreda"/>
            </w:pPr>
            <w:r w:rsidRPr="006631FE">
              <w:t>(preuzeti iz zb</w:t>
            </w:r>
            <w:r>
              <w:t>i</w:t>
            </w:r>
            <w:r w:rsidRPr="006631FE">
              <w:t>rne tablice</w:t>
            </w:r>
            <w:r>
              <w:t>)</w:t>
            </w:r>
            <w:r w:rsidRPr="006631FE">
              <w:t xml:space="preserve"> </w:t>
            </w:r>
          </w:p>
        </w:tc>
        <w:tc>
          <w:tcPr>
            <w:tcW w:w="1601" w:type="pct"/>
            <w:gridSpan w:val="2"/>
            <w:noWrap/>
            <w:vAlign w:val="center"/>
          </w:tcPr>
          <w:p w14:paraId="5C569428" w14:textId="77777777" w:rsidR="00BA198D" w:rsidRPr="008241DC" w:rsidRDefault="00BA198D" w:rsidP="009C7E0C">
            <w:pPr>
              <w:pStyle w:val="Bezproreda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pct"/>
            <w:gridSpan w:val="2"/>
            <w:shd w:val="clear" w:color="auto" w:fill="auto"/>
            <w:vAlign w:val="center"/>
          </w:tcPr>
          <w:p w14:paraId="0DE49824" w14:textId="07C2EEFA" w:rsidR="00BA198D" w:rsidRPr="008241DC" w:rsidRDefault="00BA198D" w:rsidP="009C7E0C">
            <w:pPr>
              <w:pStyle w:val="Bezproreda"/>
              <w:jc w:val="center"/>
              <w:rPr>
                <w:sz w:val="24"/>
                <w:szCs w:val="24"/>
              </w:rPr>
            </w:pPr>
          </w:p>
        </w:tc>
      </w:tr>
      <w:tr w:rsidR="00BA198D" w:rsidRPr="004B6268" w14:paraId="0945D006" w14:textId="77777777" w:rsidTr="00BA198D">
        <w:trPr>
          <w:trHeight w:val="567"/>
        </w:trPr>
        <w:tc>
          <w:tcPr>
            <w:tcW w:w="1797" w:type="pct"/>
            <w:shd w:val="clear" w:color="auto" w:fill="DEEAF6" w:themeFill="accent1" w:themeFillTint="33"/>
            <w:noWrap/>
            <w:vAlign w:val="center"/>
            <w:hideMark/>
          </w:tcPr>
          <w:p w14:paraId="06869F07" w14:textId="77777777" w:rsidR="00BA198D" w:rsidRPr="006631FE" w:rsidRDefault="00BA198D" w:rsidP="009C7E0C">
            <w:pPr>
              <w:pStyle w:val="Bezproreda"/>
              <w:rPr>
                <w:b/>
                <w:bCs/>
              </w:rPr>
            </w:pPr>
            <w:r w:rsidRPr="006631FE">
              <w:rPr>
                <w:b/>
                <w:bCs/>
              </w:rPr>
              <w:t xml:space="preserve">Ukupno bodova iz A2 radova </w:t>
            </w:r>
          </w:p>
          <w:p w14:paraId="3445FCC7" w14:textId="7C4F6159" w:rsidR="00BA198D" w:rsidRPr="006631FE" w:rsidRDefault="00BA198D" w:rsidP="009C7E0C">
            <w:pPr>
              <w:pStyle w:val="Bezproreda"/>
            </w:pPr>
            <w:r w:rsidRPr="006631FE">
              <w:t>(preuzeti iz zb</w:t>
            </w:r>
            <w:r>
              <w:t>i</w:t>
            </w:r>
            <w:r w:rsidRPr="006631FE">
              <w:t>rne tablice</w:t>
            </w:r>
            <w:r>
              <w:t>)</w:t>
            </w:r>
            <w:r w:rsidRPr="006631FE">
              <w:t xml:space="preserve"> </w:t>
            </w:r>
          </w:p>
        </w:tc>
        <w:tc>
          <w:tcPr>
            <w:tcW w:w="1601" w:type="pct"/>
            <w:gridSpan w:val="2"/>
            <w:noWrap/>
            <w:vAlign w:val="center"/>
            <w:hideMark/>
          </w:tcPr>
          <w:p w14:paraId="0BB3B211" w14:textId="77777777" w:rsidR="00BA198D" w:rsidRPr="008241DC" w:rsidRDefault="00BA198D" w:rsidP="009C7E0C">
            <w:pPr>
              <w:pStyle w:val="Bezproreda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pct"/>
            <w:gridSpan w:val="2"/>
            <w:shd w:val="clear" w:color="auto" w:fill="auto"/>
            <w:vAlign w:val="center"/>
          </w:tcPr>
          <w:p w14:paraId="7BFF394A" w14:textId="16EC8B96" w:rsidR="00BA198D" w:rsidRPr="008241DC" w:rsidRDefault="00BA198D" w:rsidP="009C7E0C">
            <w:pPr>
              <w:pStyle w:val="Bezproreda"/>
              <w:jc w:val="center"/>
              <w:rPr>
                <w:sz w:val="24"/>
                <w:szCs w:val="24"/>
              </w:rPr>
            </w:pPr>
          </w:p>
        </w:tc>
      </w:tr>
      <w:tr w:rsidR="00BA198D" w:rsidRPr="004B6268" w14:paraId="6E670F9E" w14:textId="77777777" w:rsidTr="00BA198D">
        <w:trPr>
          <w:trHeight w:val="567"/>
        </w:trPr>
        <w:tc>
          <w:tcPr>
            <w:tcW w:w="1797" w:type="pct"/>
            <w:shd w:val="clear" w:color="auto" w:fill="DEEAF6" w:themeFill="accent1" w:themeFillTint="33"/>
            <w:noWrap/>
            <w:vAlign w:val="center"/>
            <w:hideMark/>
          </w:tcPr>
          <w:p w14:paraId="1F4015DE" w14:textId="77777777" w:rsidR="00BA198D" w:rsidRPr="006631FE" w:rsidRDefault="00BA198D" w:rsidP="009C7E0C">
            <w:pPr>
              <w:pStyle w:val="Bezproreda"/>
              <w:rPr>
                <w:b/>
                <w:bCs/>
              </w:rPr>
            </w:pPr>
            <w:r w:rsidRPr="006631FE">
              <w:rPr>
                <w:b/>
                <w:bCs/>
              </w:rPr>
              <w:t xml:space="preserve">Ukupno bodova iz A3 radova </w:t>
            </w:r>
          </w:p>
          <w:p w14:paraId="564A22E9" w14:textId="6DE2DD7C" w:rsidR="00BA198D" w:rsidRPr="006631FE" w:rsidRDefault="00BA198D" w:rsidP="009C7E0C">
            <w:pPr>
              <w:pStyle w:val="Bezproreda"/>
            </w:pPr>
            <w:r w:rsidRPr="006631FE">
              <w:t>(preuzeti iz zb</w:t>
            </w:r>
            <w:r>
              <w:t>i</w:t>
            </w:r>
            <w:r w:rsidRPr="006631FE">
              <w:t>rne tablice</w:t>
            </w:r>
            <w:r>
              <w:t>)</w:t>
            </w:r>
            <w:r w:rsidRPr="006631FE">
              <w:t xml:space="preserve"> </w:t>
            </w:r>
          </w:p>
        </w:tc>
        <w:tc>
          <w:tcPr>
            <w:tcW w:w="1601" w:type="pct"/>
            <w:gridSpan w:val="2"/>
            <w:noWrap/>
            <w:vAlign w:val="center"/>
            <w:hideMark/>
          </w:tcPr>
          <w:p w14:paraId="4B83B611" w14:textId="77777777" w:rsidR="00BA198D" w:rsidRPr="008241DC" w:rsidRDefault="00BA198D" w:rsidP="009C7E0C">
            <w:pPr>
              <w:pStyle w:val="Bezproreda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pct"/>
            <w:gridSpan w:val="2"/>
            <w:shd w:val="clear" w:color="auto" w:fill="auto"/>
            <w:vAlign w:val="center"/>
          </w:tcPr>
          <w:p w14:paraId="752A2F57" w14:textId="3340798C" w:rsidR="00BA198D" w:rsidRPr="008241DC" w:rsidRDefault="00BA198D" w:rsidP="009C7E0C">
            <w:pPr>
              <w:pStyle w:val="Bezproreda"/>
              <w:jc w:val="center"/>
              <w:rPr>
                <w:sz w:val="24"/>
                <w:szCs w:val="24"/>
              </w:rPr>
            </w:pPr>
          </w:p>
        </w:tc>
      </w:tr>
      <w:tr w:rsidR="00BA198D" w:rsidRPr="004B6268" w14:paraId="2921A9B9" w14:textId="77777777" w:rsidTr="00BA198D">
        <w:trPr>
          <w:trHeight w:val="567"/>
        </w:trPr>
        <w:tc>
          <w:tcPr>
            <w:tcW w:w="1797" w:type="pct"/>
            <w:shd w:val="clear" w:color="auto" w:fill="FFF2CC" w:themeFill="accent4" w:themeFillTint="33"/>
            <w:noWrap/>
            <w:vAlign w:val="center"/>
            <w:hideMark/>
          </w:tcPr>
          <w:p w14:paraId="53413844" w14:textId="0F1D46AF" w:rsidR="00BA198D" w:rsidRPr="006631FE" w:rsidRDefault="00BA198D" w:rsidP="009C7E0C">
            <w:pPr>
              <w:pStyle w:val="Bezproreda"/>
              <w:rPr>
                <w:b/>
                <w:bCs/>
              </w:rPr>
            </w:pPr>
            <w:r w:rsidRPr="006631FE">
              <w:rPr>
                <w:b/>
                <w:bCs/>
              </w:rPr>
              <w:t xml:space="preserve">UKUPNO </w:t>
            </w:r>
            <w:r>
              <w:rPr>
                <w:b/>
                <w:bCs/>
              </w:rPr>
              <w:t xml:space="preserve">OSTVARENIH </w:t>
            </w:r>
            <w:r w:rsidRPr="006631FE">
              <w:rPr>
                <w:b/>
                <w:bCs/>
              </w:rPr>
              <w:t xml:space="preserve">BODOVA </w:t>
            </w:r>
          </w:p>
          <w:p w14:paraId="02CF19B6" w14:textId="64565BA6" w:rsidR="00BA198D" w:rsidRPr="006631FE" w:rsidRDefault="00BA198D" w:rsidP="009C7E0C">
            <w:pPr>
              <w:pStyle w:val="Bezproreda"/>
            </w:pPr>
            <w:r w:rsidRPr="006631FE">
              <w:t>(ZBROJ A1 + A2 + A3 BODOVA)</w:t>
            </w:r>
          </w:p>
        </w:tc>
        <w:tc>
          <w:tcPr>
            <w:tcW w:w="1601" w:type="pct"/>
            <w:gridSpan w:val="2"/>
            <w:shd w:val="clear" w:color="auto" w:fill="auto"/>
            <w:noWrap/>
            <w:vAlign w:val="center"/>
            <w:hideMark/>
          </w:tcPr>
          <w:p w14:paraId="434B1A65" w14:textId="77777777" w:rsidR="00BA198D" w:rsidRPr="008241DC" w:rsidRDefault="00BA198D" w:rsidP="009C7E0C">
            <w:pPr>
              <w:pStyle w:val="Bezproreda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2" w:type="pct"/>
            <w:gridSpan w:val="2"/>
            <w:shd w:val="clear" w:color="auto" w:fill="auto"/>
            <w:vAlign w:val="center"/>
          </w:tcPr>
          <w:p w14:paraId="5E1A1197" w14:textId="60980B3C" w:rsidR="00BA198D" w:rsidRPr="008241DC" w:rsidRDefault="00BA198D" w:rsidP="009C7E0C">
            <w:pPr>
              <w:pStyle w:val="Bezproreda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198D" w:rsidRPr="004B6268" w14:paraId="4F2A5D6A" w14:textId="77777777" w:rsidTr="00BA198D">
        <w:trPr>
          <w:trHeight w:val="567"/>
        </w:trPr>
        <w:tc>
          <w:tcPr>
            <w:tcW w:w="3987" w:type="pct"/>
            <w:gridSpan w:val="4"/>
            <w:shd w:val="clear" w:color="auto" w:fill="FFF2CC" w:themeFill="accent4" w:themeFillTint="33"/>
            <w:noWrap/>
            <w:vAlign w:val="center"/>
          </w:tcPr>
          <w:p w14:paraId="5B515E88" w14:textId="593339D5" w:rsidR="00BA198D" w:rsidRPr="008241DC" w:rsidRDefault="00BA198D" w:rsidP="00BA198D">
            <w:pPr>
              <w:pStyle w:val="Bezprored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Upisati ukupan broj bodova </w:t>
            </w:r>
            <w:r w:rsidR="007C500A">
              <w:rPr>
                <w:b/>
                <w:bCs/>
              </w:rPr>
              <w:t xml:space="preserve">znanstvenih </w:t>
            </w:r>
            <w:r>
              <w:rPr>
                <w:b/>
                <w:bCs/>
              </w:rPr>
              <w:t xml:space="preserve">radova objavljenih u časopisima ili publikacijama u kojima je pristupnika/ca u trenutku bio/la urednik ili član uredništva </w:t>
            </w:r>
            <w:r w:rsidRPr="00BA198D">
              <w:t>(najviše 1/3 potrebnih bodova; čl. 17. st. 11. Pravilnika).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BA47506" w14:textId="43F3D656" w:rsidR="00BA198D" w:rsidRPr="008241DC" w:rsidRDefault="00BA198D" w:rsidP="009C7E0C">
            <w:pPr>
              <w:pStyle w:val="Bezproreda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7E0C" w:rsidRPr="004B6268" w14:paraId="305FBAE8" w14:textId="77777777" w:rsidTr="00096DCA">
        <w:trPr>
          <w:trHeight w:val="567"/>
        </w:trPr>
        <w:tc>
          <w:tcPr>
            <w:tcW w:w="5000" w:type="pct"/>
            <w:gridSpan w:val="5"/>
            <w:shd w:val="clear" w:color="auto" w:fill="DEEAF6" w:themeFill="accent1" w:themeFillTint="33"/>
            <w:noWrap/>
            <w:vAlign w:val="center"/>
          </w:tcPr>
          <w:p w14:paraId="398B4EED" w14:textId="7AB01D1B" w:rsidR="009C7E0C" w:rsidRDefault="009C7E0C" w:rsidP="009C7E0C">
            <w:pPr>
              <w:pStyle w:val="Bezproreda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Provjera bodova s obzirom na objavljivanje znanstvenih radova u istom znanstvenom časopisu ili s istog znanstvenog skupa (različitih godišta). </w:t>
            </w:r>
            <w:r w:rsidRPr="009C7E0C">
              <w:t>Moguće je ostvariti najviše polovicu potrebnog broja bodova određene skupine. U jednom zborniku radova sa znanstvenog skupa priznaje se najviše jedan rad istog autora. (</w:t>
            </w:r>
            <w:r>
              <w:t>č</w:t>
            </w:r>
            <w:r w:rsidRPr="009C7E0C">
              <w:t>l. 17. st. 10</w:t>
            </w:r>
            <w:r w:rsidR="00792B2D">
              <w:t>.</w:t>
            </w:r>
            <w:r w:rsidRPr="009C7E0C">
              <w:t xml:space="preserve"> Pravilnika)</w:t>
            </w:r>
          </w:p>
        </w:tc>
      </w:tr>
      <w:tr w:rsidR="009C7E0C" w:rsidRPr="004B6268" w14:paraId="705D719A" w14:textId="77777777" w:rsidTr="009C7E0C">
        <w:trPr>
          <w:trHeight w:val="567"/>
        </w:trPr>
        <w:tc>
          <w:tcPr>
            <w:tcW w:w="3987" w:type="pct"/>
            <w:gridSpan w:val="4"/>
            <w:shd w:val="clear" w:color="auto" w:fill="FFF2CC" w:themeFill="accent4" w:themeFillTint="33"/>
            <w:noWrap/>
            <w:vAlign w:val="center"/>
          </w:tcPr>
          <w:p w14:paraId="34F70F06" w14:textId="77777777" w:rsidR="009C7E0C" w:rsidRDefault="009C7E0C" w:rsidP="009C7E0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Premašuje li pristupnik ½ potrebnih bodova u A1 skupini (izuzetak Q1 i Q2 radovi)</w:t>
            </w:r>
          </w:p>
          <w:p w14:paraId="622AC9DD" w14:textId="7CEE1790" w:rsidR="009C7E0C" w:rsidRPr="00D30644" w:rsidRDefault="009C7E0C" w:rsidP="009C7E0C">
            <w:pPr>
              <w:pStyle w:val="Bezproreda"/>
            </w:pPr>
            <w:r w:rsidRPr="00D30644">
              <w:t>(podebljati i podcrtati)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1E8F091D" w14:textId="373901C5" w:rsidR="009C7E0C" w:rsidRPr="00363FD6" w:rsidRDefault="009C7E0C" w:rsidP="009C7E0C">
            <w:pPr>
              <w:pStyle w:val="Bezproreda"/>
              <w:jc w:val="center"/>
            </w:pPr>
            <w:r w:rsidRPr="00363FD6">
              <w:t>NE       DA</w:t>
            </w:r>
          </w:p>
        </w:tc>
      </w:tr>
      <w:tr w:rsidR="009C7E0C" w:rsidRPr="004B6268" w14:paraId="1C56A23D" w14:textId="77777777" w:rsidTr="009C7E0C">
        <w:trPr>
          <w:trHeight w:val="567"/>
        </w:trPr>
        <w:tc>
          <w:tcPr>
            <w:tcW w:w="3987" w:type="pct"/>
            <w:gridSpan w:val="4"/>
            <w:shd w:val="clear" w:color="auto" w:fill="FFF2CC" w:themeFill="accent4" w:themeFillTint="33"/>
            <w:noWrap/>
            <w:vAlign w:val="center"/>
          </w:tcPr>
          <w:p w14:paraId="55F2F4E2" w14:textId="77777777" w:rsidR="009C7E0C" w:rsidRDefault="009C7E0C" w:rsidP="009C7E0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Premašuje li pristupnik ½ potrebnih bodova u A2 skupini</w:t>
            </w:r>
          </w:p>
          <w:p w14:paraId="1C674200" w14:textId="64A95E69" w:rsidR="009C7E0C" w:rsidRPr="00D30644" w:rsidRDefault="009C7E0C" w:rsidP="009C7E0C">
            <w:pPr>
              <w:pStyle w:val="Bezproreda"/>
            </w:pPr>
            <w:r w:rsidRPr="00D30644">
              <w:t>(podebljati i podcrtati)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05BC9B9" w14:textId="4A8459D6" w:rsidR="009C7E0C" w:rsidRPr="00363FD6" w:rsidRDefault="009C7E0C" w:rsidP="009C7E0C">
            <w:pPr>
              <w:pStyle w:val="Bezproreda"/>
              <w:jc w:val="center"/>
            </w:pPr>
            <w:r w:rsidRPr="00363FD6">
              <w:t>NE       DA</w:t>
            </w:r>
          </w:p>
        </w:tc>
      </w:tr>
      <w:tr w:rsidR="009C7E0C" w:rsidRPr="004B6268" w14:paraId="1EBE398D" w14:textId="77777777" w:rsidTr="009C7E0C">
        <w:trPr>
          <w:trHeight w:val="567"/>
        </w:trPr>
        <w:tc>
          <w:tcPr>
            <w:tcW w:w="3987" w:type="pct"/>
            <w:gridSpan w:val="4"/>
            <w:shd w:val="clear" w:color="auto" w:fill="FFF2CC" w:themeFill="accent4" w:themeFillTint="33"/>
            <w:noWrap/>
            <w:vAlign w:val="center"/>
          </w:tcPr>
          <w:p w14:paraId="6C91507C" w14:textId="77777777" w:rsidR="009C7E0C" w:rsidRDefault="009C7E0C" w:rsidP="009C7E0C">
            <w:pPr>
              <w:pStyle w:val="Bezproreda"/>
              <w:rPr>
                <w:b/>
                <w:bCs/>
              </w:rPr>
            </w:pPr>
            <w:r>
              <w:rPr>
                <w:b/>
                <w:bCs/>
              </w:rPr>
              <w:t>Premašuje li pristupnik ½ potrebnih bodova u A3 skupini</w:t>
            </w:r>
          </w:p>
          <w:p w14:paraId="3298B8F6" w14:textId="1DC9A600" w:rsidR="009C7E0C" w:rsidRPr="00D30644" w:rsidRDefault="009C7E0C" w:rsidP="009C7E0C">
            <w:pPr>
              <w:pStyle w:val="Bezproreda"/>
            </w:pPr>
            <w:r w:rsidRPr="00D30644">
              <w:t>(podebljati i podcrtati)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27FC8D1C" w14:textId="73119446" w:rsidR="009C7E0C" w:rsidRPr="00363FD6" w:rsidRDefault="009C7E0C" w:rsidP="009C7E0C">
            <w:pPr>
              <w:pStyle w:val="Bezproreda"/>
              <w:jc w:val="center"/>
            </w:pPr>
            <w:r w:rsidRPr="00363FD6">
              <w:t>NE       DA</w:t>
            </w:r>
          </w:p>
        </w:tc>
      </w:tr>
      <w:tr w:rsidR="009C7E0C" w:rsidRPr="004B6268" w14:paraId="160C03FD" w14:textId="77777777" w:rsidTr="00096DCA">
        <w:trPr>
          <w:trHeight w:val="340"/>
        </w:trPr>
        <w:tc>
          <w:tcPr>
            <w:tcW w:w="1797" w:type="pct"/>
            <w:shd w:val="clear" w:color="auto" w:fill="DEEAF6" w:themeFill="accent1" w:themeFillTint="33"/>
            <w:noWrap/>
            <w:vAlign w:val="center"/>
          </w:tcPr>
          <w:p w14:paraId="0B78DCDA" w14:textId="7E6AE0CE" w:rsidR="009C7E0C" w:rsidRPr="006631FE" w:rsidRDefault="009C7E0C" w:rsidP="009C7E0C">
            <w:pPr>
              <w:pStyle w:val="Bezproreda"/>
              <w:rPr>
                <w:b/>
                <w:bCs/>
              </w:rPr>
            </w:pPr>
            <w:r w:rsidRPr="00E2785C">
              <w:rPr>
                <w:b/>
                <w:bCs/>
              </w:rPr>
              <w:t>EVENTUALNE</w:t>
            </w:r>
            <w:r w:rsidRPr="006631FE">
              <w:rPr>
                <w:b/>
                <w:bCs/>
              </w:rPr>
              <w:t xml:space="preserve"> NAPOMENE</w:t>
            </w:r>
          </w:p>
        </w:tc>
        <w:tc>
          <w:tcPr>
            <w:tcW w:w="3203" w:type="pct"/>
            <w:gridSpan w:val="4"/>
            <w:vAlign w:val="center"/>
          </w:tcPr>
          <w:p w14:paraId="36BD44FA" w14:textId="29568449" w:rsidR="009C7E0C" w:rsidRPr="004B6268" w:rsidRDefault="009C7E0C" w:rsidP="009C7E0C">
            <w:pPr>
              <w:pStyle w:val="Bezproreda"/>
            </w:pPr>
          </w:p>
        </w:tc>
      </w:tr>
    </w:tbl>
    <w:p w14:paraId="3781849B" w14:textId="77777777" w:rsidR="006631FE" w:rsidRDefault="006631FE" w:rsidP="006631FE">
      <w:pPr>
        <w:pStyle w:val="Bezproreda"/>
      </w:pPr>
    </w:p>
    <w:p w14:paraId="008F93E3" w14:textId="77777777" w:rsidR="006631FE" w:rsidRDefault="006631FE" w:rsidP="006631FE">
      <w:pPr>
        <w:pStyle w:val="Bezproreda"/>
      </w:pPr>
    </w:p>
    <w:p w14:paraId="111F72FD" w14:textId="77777777" w:rsidR="00D73043" w:rsidRDefault="00D73043" w:rsidP="006631FE">
      <w:pPr>
        <w:pStyle w:val="Bezproreda"/>
      </w:pPr>
    </w:p>
    <w:p w14:paraId="36EF0F68" w14:textId="0C2EC7F3" w:rsidR="00D73043" w:rsidRDefault="00D73043">
      <w:pPr>
        <w:rPr>
          <w:rFonts w:ascii="Calibri" w:eastAsia="Times New Roman" w:hAnsi="Calibri" w:cs="Times New Roman"/>
          <w:sz w:val="20"/>
          <w:szCs w:val="20"/>
          <w:lang w:eastAsia="hr-HR"/>
        </w:rPr>
      </w:pPr>
      <w:r>
        <w:br w:type="page"/>
      </w:r>
    </w:p>
    <w:p w14:paraId="6B52418C" w14:textId="0EFA4119" w:rsidR="003808F8" w:rsidRPr="00C33E21" w:rsidRDefault="006631FE" w:rsidP="00C33E21">
      <w:pPr>
        <w:pStyle w:val="Bezproreda"/>
        <w:shd w:val="clear" w:color="auto" w:fill="DEEAF6" w:themeFill="accent1" w:themeFillTint="33"/>
        <w:jc w:val="both"/>
        <w:rPr>
          <w:b/>
          <w:bCs/>
          <w:sz w:val="24"/>
          <w:szCs w:val="24"/>
        </w:rPr>
      </w:pPr>
      <w:r w:rsidRPr="00C33E21">
        <w:rPr>
          <w:b/>
          <w:bCs/>
          <w:sz w:val="24"/>
          <w:szCs w:val="24"/>
        </w:rPr>
        <w:lastRenderedPageBreak/>
        <w:t xml:space="preserve">8. </w:t>
      </w:r>
      <w:r w:rsidR="003808F8" w:rsidRPr="00C33E21">
        <w:rPr>
          <w:b/>
          <w:bCs/>
          <w:sz w:val="24"/>
          <w:szCs w:val="24"/>
        </w:rPr>
        <w:t>Zaključno mišljenje i prijedlog</w:t>
      </w:r>
      <w:r w:rsidR="002F3645" w:rsidRPr="00C33E21">
        <w:rPr>
          <w:b/>
          <w:bCs/>
          <w:sz w:val="24"/>
          <w:szCs w:val="24"/>
        </w:rPr>
        <w:t xml:space="preserve"> </w:t>
      </w:r>
      <w:r w:rsidRPr="00C33E21">
        <w:rPr>
          <w:b/>
          <w:bCs/>
          <w:sz w:val="24"/>
          <w:szCs w:val="24"/>
        </w:rPr>
        <w:t>Stručnog povjerenstva</w:t>
      </w:r>
    </w:p>
    <w:p w14:paraId="1061F98B" w14:textId="77777777" w:rsidR="00A47ED2" w:rsidRPr="006631FE" w:rsidRDefault="00A47ED2" w:rsidP="006631FE">
      <w:pPr>
        <w:pStyle w:val="Bezproreda"/>
        <w:jc w:val="both"/>
      </w:pPr>
      <w:bookmarkStart w:id="7" w:name="_Hlk170320609"/>
    </w:p>
    <w:p w14:paraId="535901D7" w14:textId="35EF2396" w:rsidR="00A47ED2" w:rsidRPr="006631FE" w:rsidRDefault="006631FE" w:rsidP="006631FE">
      <w:pPr>
        <w:pStyle w:val="Bezproreda"/>
        <w:jc w:val="both"/>
        <w:rPr>
          <w:b/>
          <w:bCs/>
        </w:rPr>
      </w:pPr>
      <w:r w:rsidRPr="006631FE">
        <w:rPr>
          <w:b/>
          <w:bCs/>
        </w:rPr>
        <w:t xml:space="preserve">8.1. </w:t>
      </w:r>
      <w:r w:rsidR="00A47ED2" w:rsidRPr="006631FE">
        <w:rPr>
          <w:b/>
          <w:bCs/>
        </w:rPr>
        <w:t>Uvjeti određeni Zakonom o visokom obrazovanju i znanstvenoj djelatnosti (NN 119/22)</w:t>
      </w:r>
    </w:p>
    <w:p w14:paraId="18A87BFC" w14:textId="77777777" w:rsidR="00A47ED2" w:rsidRPr="006631FE" w:rsidRDefault="00A47ED2" w:rsidP="006631FE">
      <w:pPr>
        <w:pStyle w:val="Bezproreda"/>
        <w:jc w:val="both"/>
      </w:pPr>
    </w:p>
    <w:bookmarkEnd w:id="7"/>
    <w:p w14:paraId="4DA98913" w14:textId="77777777" w:rsidR="003808F8" w:rsidRDefault="003808F8" w:rsidP="006631FE">
      <w:pPr>
        <w:pStyle w:val="Bezproreda"/>
        <w:jc w:val="both"/>
      </w:pPr>
    </w:p>
    <w:p w14:paraId="67E976C3" w14:textId="77777777" w:rsidR="00AE50EB" w:rsidRDefault="00AE50EB" w:rsidP="006631FE">
      <w:pPr>
        <w:pStyle w:val="Bezproreda"/>
        <w:jc w:val="both"/>
      </w:pPr>
    </w:p>
    <w:p w14:paraId="7143F51B" w14:textId="77777777" w:rsidR="00AE50EB" w:rsidRDefault="00AE50EB" w:rsidP="006631FE">
      <w:pPr>
        <w:pStyle w:val="Bezproreda"/>
        <w:jc w:val="both"/>
      </w:pPr>
    </w:p>
    <w:p w14:paraId="5B5773E0" w14:textId="77777777" w:rsidR="00AE50EB" w:rsidRDefault="00AE50EB" w:rsidP="006631FE">
      <w:pPr>
        <w:pStyle w:val="Bezproreda"/>
        <w:jc w:val="both"/>
      </w:pPr>
    </w:p>
    <w:p w14:paraId="516A99CB" w14:textId="77777777" w:rsidR="00AE50EB" w:rsidRDefault="00AE50EB" w:rsidP="006631FE">
      <w:pPr>
        <w:pStyle w:val="Bezproreda"/>
        <w:jc w:val="both"/>
      </w:pPr>
    </w:p>
    <w:p w14:paraId="2B115191" w14:textId="77777777" w:rsidR="00AE50EB" w:rsidRPr="006631FE" w:rsidRDefault="00AE50EB" w:rsidP="006631FE">
      <w:pPr>
        <w:pStyle w:val="Bezproreda"/>
        <w:jc w:val="both"/>
      </w:pPr>
    </w:p>
    <w:p w14:paraId="3C407A2D" w14:textId="17B37B97" w:rsidR="00FA58CA" w:rsidRPr="006631FE" w:rsidRDefault="006631FE" w:rsidP="006631FE">
      <w:pPr>
        <w:pStyle w:val="Bezproreda"/>
        <w:jc w:val="both"/>
        <w:rPr>
          <w:b/>
          <w:bCs/>
        </w:rPr>
      </w:pPr>
      <w:r w:rsidRPr="006631FE">
        <w:rPr>
          <w:b/>
          <w:bCs/>
        </w:rPr>
        <w:t xml:space="preserve">8.2. </w:t>
      </w:r>
      <w:r w:rsidR="003808F8" w:rsidRPr="006631FE">
        <w:rPr>
          <w:b/>
          <w:bCs/>
        </w:rPr>
        <w:t xml:space="preserve">Uvjeti određeni </w:t>
      </w:r>
      <w:r w:rsidR="00FA58CA" w:rsidRPr="006631FE">
        <w:rPr>
          <w:b/>
          <w:bCs/>
        </w:rPr>
        <w:t>Pravilnikom o uvjetima za izbor u znanstvena zvanja (NN 28/17, 72/19, 21/21</w:t>
      </w:r>
      <w:r w:rsidR="00BB5694" w:rsidRPr="006631FE">
        <w:rPr>
          <w:b/>
          <w:bCs/>
        </w:rPr>
        <w:t>, 111/22</w:t>
      </w:r>
      <w:r w:rsidR="00FA58CA" w:rsidRPr="006631FE">
        <w:rPr>
          <w:b/>
          <w:bCs/>
        </w:rPr>
        <w:t>)</w:t>
      </w:r>
    </w:p>
    <w:p w14:paraId="273E19E0" w14:textId="77777777" w:rsidR="00FA58CA" w:rsidRPr="006631FE" w:rsidRDefault="00FA58CA" w:rsidP="006631FE">
      <w:pPr>
        <w:pStyle w:val="Bezproreda"/>
        <w:jc w:val="both"/>
      </w:pPr>
    </w:p>
    <w:p w14:paraId="0ADDECFE" w14:textId="77777777" w:rsidR="00BF058B" w:rsidRDefault="00BF058B" w:rsidP="006631FE">
      <w:pPr>
        <w:pStyle w:val="Bezproreda"/>
        <w:jc w:val="both"/>
      </w:pPr>
    </w:p>
    <w:p w14:paraId="1BE3BD9E" w14:textId="77777777" w:rsidR="00AE50EB" w:rsidRDefault="00AE50EB" w:rsidP="006631FE">
      <w:pPr>
        <w:pStyle w:val="Bezproreda"/>
        <w:jc w:val="both"/>
      </w:pPr>
    </w:p>
    <w:p w14:paraId="6D7E542F" w14:textId="77777777" w:rsidR="00AE50EB" w:rsidRDefault="00AE50EB" w:rsidP="006631FE">
      <w:pPr>
        <w:pStyle w:val="Bezproreda"/>
        <w:jc w:val="both"/>
      </w:pPr>
    </w:p>
    <w:p w14:paraId="52B40E6F" w14:textId="77777777" w:rsidR="00AE50EB" w:rsidRDefault="00AE50EB" w:rsidP="006631FE">
      <w:pPr>
        <w:pStyle w:val="Bezproreda"/>
        <w:jc w:val="both"/>
      </w:pPr>
    </w:p>
    <w:p w14:paraId="25F73AA5" w14:textId="77777777" w:rsidR="00AE50EB" w:rsidRDefault="00AE50EB" w:rsidP="006631FE">
      <w:pPr>
        <w:pStyle w:val="Bezproreda"/>
        <w:jc w:val="both"/>
      </w:pPr>
    </w:p>
    <w:p w14:paraId="2552A9AF" w14:textId="77777777" w:rsidR="00AE50EB" w:rsidRPr="006631FE" w:rsidRDefault="00AE50EB" w:rsidP="006631FE">
      <w:pPr>
        <w:pStyle w:val="Bezproreda"/>
        <w:jc w:val="both"/>
      </w:pPr>
    </w:p>
    <w:p w14:paraId="1DA576BC" w14:textId="0817A55F" w:rsidR="00641229" w:rsidRPr="006631FE" w:rsidRDefault="006631FE" w:rsidP="006631FE">
      <w:pPr>
        <w:pStyle w:val="Bezproreda"/>
        <w:jc w:val="both"/>
        <w:rPr>
          <w:b/>
          <w:bCs/>
        </w:rPr>
      </w:pPr>
      <w:r w:rsidRPr="006631FE">
        <w:rPr>
          <w:b/>
          <w:bCs/>
        </w:rPr>
        <w:t xml:space="preserve">8.3. </w:t>
      </w:r>
      <w:r w:rsidR="002F3645" w:rsidRPr="006631FE">
        <w:rPr>
          <w:b/>
          <w:bCs/>
        </w:rPr>
        <w:t>Ostal</w:t>
      </w:r>
      <w:r w:rsidRPr="006631FE">
        <w:rPr>
          <w:b/>
          <w:bCs/>
        </w:rPr>
        <w:t>e važne biografske informacije o pristupniku/ici</w:t>
      </w:r>
      <w:r w:rsidR="009C7E0C">
        <w:rPr>
          <w:b/>
          <w:bCs/>
        </w:rPr>
        <w:t xml:space="preserve"> </w:t>
      </w:r>
      <w:r w:rsidR="009C7E0C" w:rsidRPr="009C7E0C">
        <w:rPr>
          <w:b/>
          <w:bCs/>
          <w:color w:val="FF0000"/>
        </w:rPr>
        <w:t>(moguće brisati po potrebi)</w:t>
      </w:r>
    </w:p>
    <w:p w14:paraId="46DE102F" w14:textId="77777777" w:rsidR="006631FE" w:rsidRDefault="006631FE" w:rsidP="006631FE">
      <w:pPr>
        <w:pStyle w:val="Bezproreda"/>
        <w:jc w:val="both"/>
      </w:pPr>
    </w:p>
    <w:p w14:paraId="3EA0E544" w14:textId="77777777" w:rsidR="006631FE" w:rsidRDefault="006631FE" w:rsidP="006631FE">
      <w:pPr>
        <w:pStyle w:val="Bezproreda"/>
        <w:jc w:val="both"/>
      </w:pPr>
    </w:p>
    <w:p w14:paraId="2EA33232" w14:textId="77777777" w:rsidR="006631FE" w:rsidRPr="006631FE" w:rsidRDefault="006631FE" w:rsidP="006631FE">
      <w:pPr>
        <w:pStyle w:val="Bezproreda"/>
        <w:jc w:val="both"/>
      </w:pPr>
    </w:p>
    <w:p w14:paraId="799FB328" w14:textId="77777777" w:rsidR="00D243CA" w:rsidRDefault="00D243CA" w:rsidP="006631FE">
      <w:pPr>
        <w:pStyle w:val="Bezproreda"/>
        <w:jc w:val="both"/>
        <w:rPr>
          <w:rFonts w:ascii="Times New Roman" w:eastAsiaTheme="majorEastAsia" w:hAnsi="Times New Roman"/>
          <w:color w:val="2E74B5" w:themeColor="accent1" w:themeShade="BF"/>
          <w:sz w:val="26"/>
          <w:szCs w:val="26"/>
        </w:rPr>
      </w:pPr>
      <w:r>
        <w:rPr>
          <w:rFonts w:ascii="Times New Roman" w:hAnsi="Times New Roman"/>
        </w:rPr>
        <w:br w:type="page"/>
      </w:r>
    </w:p>
    <w:p w14:paraId="7EA9061B" w14:textId="14A5DCAB" w:rsidR="009C558C" w:rsidRPr="000C632F" w:rsidRDefault="006631FE" w:rsidP="002B7D8F">
      <w:pPr>
        <w:pStyle w:val="Bezproreda"/>
        <w:jc w:val="both"/>
        <w:rPr>
          <w:b/>
          <w:bCs/>
        </w:rPr>
      </w:pPr>
      <w:r w:rsidRPr="000C632F">
        <w:rPr>
          <w:b/>
          <w:bCs/>
        </w:rPr>
        <w:lastRenderedPageBreak/>
        <w:t xml:space="preserve">8.4. </w:t>
      </w:r>
      <w:r w:rsidR="00651FE3" w:rsidRPr="000C632F">
        <w:rPr>
          <w:b/>
          <w:bCs/>
        </w:rPr>
        <w:t xml:space="preserve">Prijedlog </w:t>
      </w:r>
      <w:r w:rsidRPr="000C632F">
        <w:rPr>
          <w:b/>
          <w:bCs/>
        </w:rPr>
        <w:t xml:space="preserve">Stručnog </w:t>
      </w:r>
      <w:r w:rsidR="00651FE3" w:rsidRPr="000C632F">
        <w:rPr>
          <w:b/>
          <w:bCs/>
        </w:rPr>
        <w:t>povjerenstva</w:t>
      </w:r>
    </w:p>
    <w:p w14:paraId="355C2E53" w14:textId="77777777" w:rsidR="00651FE3" w:rsidRPr="004B6268" w:rsidRDefault="00651FE3" w:rsidP="002B7D8F">
      <w:pPr>
        <w:pStyle w:val="Bezproreda"/>
        <w:jc w:val="both"/>
      </w:pPr>
    </w:p>
    <w:p w14:paraId="2C69EB03" w14:textId="37BF3D98" w:rsidR="00651FE3" w:rsidRPr="004B6268" w:rsidRDefault="00651FE3" w:rsidP="002B7D8F">
      <w:pPr>
        <w:pStyle w:val="Bezproreda"/>
        <w:jc w:val="both"/>
      </w:pPr>
      <w:r w:rsidRPr="004B6268">
        <w:t xml:space="preserve">Temeljem </w:t>
      </w:r>
      <w:r w:rsidR="006631FE">
        <w:t>svega navedenog, Stručno p</w:t>
      </w:r>
      <w:r w:rsidRPr="004B6268">
        <w:t>ovjerenstvo</w:t>
      </w:r>
    </w:p>
    <w:p w14:paraId="7669A927" w14:textId="77777777" w:rsidR="00651FE3" w:rsidRPr="004B6268" w:rsidRDefault="00651FE3" w:rsidP="002B7D8F">
      <w:pPr>
        <w:pStyle w:val="Bezproreda"/>
        <w:jc w:val="both"/>
      </w:pPr>
    </w:p>
    <w:p w14:paraId="4E8B3FEB" w14:textId="48FD6E77" w:rsidR="00651FE3" w:rsidRPr="004B6268" w:rsidRDefault="00651FE3" w:rsidP="002B7D8F">
      <w:pPr>
        <w:pStyle w:val="Bezproreda"/>
        <w:jc w:val="center"/>
        <w:rPr>
          <w:b/>
          <w:sz w:val="28"/>
        </w:rPr>
      </w:pPr>
      <w:r w:rsidRPr="004B6268">
        <w:rPr>
          <w:b/>
          <w:sz w:val="28"/>
        </w:rPr>
        <w:t>P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R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E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D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L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A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Ž</w:t>
      </w:r>
      <w:r w:rsidR="006631FE">
        <w:rPr>
          <w:b/>
          <w:sz w:val="28"/>
        </w:rPr>
        <w:t xml:space="preserve"> </w:t>
      </w:r>
      <w:r w:rsidRPr="004B6268">
        <w:rPr>
          <w:b/>
          <w:sz w:val="28"/>
        </w:rPr>
        <w:t>E</w:t>
      </w:r>
    </w:p>
    <w:p w14:paraId="4F1FF2DC" w14:textId="77777777" w:rsidR="00651FE3" w:rsidRPr="004B6268" w:rsidRDefault="00651FE3" w:rsidP="002B7D8F">
      <w:pPr>
        <w:pStyle w:val="Bezproreda"/>
        <w:jc w:val="both"/>
      </w:pPr>
    </w:p>
    <w:p w14:paraId="3F62BF17" w14:textId="77777777" w:rsidR="002B7D8F" w:rsidRDefault="002B7D8F" w:rsidP="002B7D8F">
      <w:pPr>
        <w:pStyle w:val="Bezproreda"/>
        <w:jc w:val="both"/>
      </w:pPr>
    </w:p>
    <w:p w14:paraId="490DB511" w14:textId="00C6BD7C" w:rsidR="00FA58CA" w:rsidRPr="006631FE" w:rsidRDefault="002B7D8F" w:rsidP="002B7D8F">
      <w:pPr>
        <w:pStyle w:val="Bezproreda"/>
        <w:jc w:val="both"/>
        <w:rPr>
          <w:b/>
          <w:bCs/>
          <w:color w:val="FF0000"/>
        </w:rPr>
      </w:pPr>
      <w:r>
        <w:t>izbor</w:t>
      </w:r>
      <w:r w:rsidR="00FA58CA" w:rsidRPr="004B6268">
        <w:t xml:space="preserve"> </w:t>
      </w:r>
      <w:r w:rsidR="006631FE" w:rsidRPr="006631FE">
        <w:rPr>
          <w:b/>
          <w:bCs/>
          <w:color w:val="FF0000"/>
        </w:rPr>
        <w:t>TITULA, IME I PREZIME</w:t>
      </w:r>
      <w:r w:rsidR="00FA58CA" w:rsidRPr="006631FE">
        <w:rPr>
          <w:color w:val="FF0000"/>
        </w:rPr>
        <w:t xml:space="preserve"> </w:t>
      </w:r>
      <w:r w:rsidR="00FA58CA" w:rsidRPr="004B6268">
        <w:t>u znanstveno zvanje</w:t>
      </w:r>
      <w:r w:rsidR="00FA58CA">
        <w:t xml:space="preserve"> </w:t>
      </w:r>
      <w:r w:rsidR="006631FE" w:rsidRPr="006631FE">
        <w:rPr>
          <w:b/>
          <w:bCs/>
          <w:color w:val="FF0000"/>
        </w:rPr>
        <w:t xml:space="preserve">XXXXXXXX </w:t>
      </w:r>
      <w:r w:rsidR="00FA58CA" w:rsidRPr="006631FE">
        <w:t>u</w:t>
      </w:r>
      <w:r w:rsidR="00FA58CA" w:rsidRPr="004B6268">
        <w:t xml:space="preserve"> području društvenih znanosti – polje </w:t>
      </w:r>
      <w:r w:rsidR="006631FE" w:rsidRPr="006631FE">
        <w:rPr>
          <w:b/>
          <w:bCs/>
          <w:color w:val="FF0000"/>
        </w:rPr>
        <w:t>edukacijsko rehabilitacijske znanosti ILI logopedija.</w:t>
      </w:r>
    </w:p>
    <w:p w14:paraId="0E8DB73E" w14:textId="77777777" w:rsidR="009C558C" w:rsidRDefault="009C558C" w:rsidP="002B7D8F">
      <w:pPr>
        <w:pStyle w:val="Bezproreda"/>
        <w:jc w:val="both"/>
      </w:pPr>
    </w:p>
    <w:p w14:paraId="7025B68A" w14:textId="77777777" w:rsidR="006631FE" w:rsidRDefault="006631FE" w:rsidP="002B7D8F">
      <w:pPr>
        <w:pStyle w:val="Bezproreda"/>
        <w:jc w:val="both"/>
      </w:pPr>
    </w:p>
    <w:p w14:paraId="222FD2EE" w14:textId="77777777" w:rsidR="006631FE" w:rsidRDefault="006631FE" w:rsidP="002B7D8F">
      <w:pPr>
        <w:pStyle w:val="Bezproreda"/>
        <w:jc w:val="both"/>
      </w:pPr>
    </w:p>
    <w:p w14:paraId="7E8AE3D2" w14:textId="77777777" w:rsidR="006631FE" w:rsidRDefault="006631FE" w:rsidP="006631FE">
      <w:pPr>
        <w:pStyle w:val="Bezproreda"/>
      </w:pPr>
    </w:p>
    <w:p w14:paraId="53D1DC81" w14:textId="77777777" w:rsidR="006631FE" w:rsidRPr="004B6268" w:rsidRDefault="006631FE" w:rsidP="006631FE">
      <w:pPr>
        <w:pStyle w:val="Bezproreda"/>
      </w:pPr>
    </w:p>
    <w:p w14:paraId="4FB2A927" w14:textId="5875716B" w:rsidR="006631FE" w:rsidRPr="006631FE" w:rsidRDefault="006631FE" w:rsidP="006631FE">
      <w:pPr>
        <w:pStyle w:val="Bezproreda"/>
        <w:jc w:val="right"/>
        <w:rPr>
          <w:color w:val="FF0000"/>
        </w:rPr>
      </w:pPr>
      <w:r w:rsidRPr="006631FE">
        <w:rPr>
          <w:color w:val="FF0000"/>
        </w:rPr>
        <w:t>Titula, Ime i prezime predsjednika/ice povjerenstva</w:t>
      </w:r>
    </w:p>
    <w:p w14:paraId="2259807C" w14:textId="77777777" w:rsidR="006631FE" w:rsidRPr="006631FE" w:rsidRDefault="006631FE" w:rsidP="006631FE">
      <w:pPr>
        <w:pStyle w:val="Bezproreda"/>
        <w:jc w:val="right"/>
        <w:rPr>
          <w:color w:val="FF0000"/>
        </w:rPr>
      </w:pPr>
    </w:p>
    <w:p w14:paraId="27609DEE" w14:textId="221D4DDD" w:rsidR="006631FE" w:rsidRPr="006631FE" w:rsidRDefault="006631FE" w:rsidP="006631FE">
      <w:pPr>
        <w:pStyle w:val="Bezproreda"/>
        <w:jc w:val="right"/>
        <w:rPr>
          <w:color w:val="FF0000"/>
        </w:rPr>
      </w:pPr>
      <w:r w:rsidRPr="006631FE">
        <w:rPr>
          <w:color w:val="FF0000"/>
        </w:rPr>
        <w:t>________________________________________</w:t>
      </w:r>
    </w:p>
    <w:p w14:paraId="56A9002D" w14:textId="77777777" w:rsidR="006631FE" w:rsidRPr="006631FE" w:rsidRDefault="006631FE" w:rsidP="006631FE">
      <w:pPr>
        <w:pStyle w:val="Bezproreda"/>
        <w:jc w:val="right"/>
        <w:rPr>
          <w:color w:val="FF0000"/>
        </w:rPr>
      </w:pPr>
    </w:p>
    <w:p w14:paraId="14102EB0" w14:textId="6DCA77CB" w:rsidR="006631FE" w:rsidRPr="006631FE" w:rsidRDefault="006631FE" w:rsidP="006631FE">
      <w:pPr>
        <w:pStyle w:val="Bezproreda"/>
        <w:jc w:val="right"/>
        <w:rPr>
          <w:color w:val="FF0000"/>
        </w:rPr>
      </w:pPr>
      <w:r w:rsidRPr="006631FE">
        <w:rPr>
          <w:color w:val="FF0000"/>
        </w:rPr>
        <w:t>Titula, Ime i prezime člana/ice povjerenstva</w:t>
      </w:r>
    </w:p>
    <w:p w14:paraId="28C02935" w14:textId="77777777" w:rsidR="006631FE" w:rsidRPr="006631FE" w:rsidRDefault="006631FE" w:rsidP="006631FE">
      <w:pPr>
        <w:pStyle w:val="Bezproreda"/>
        <w:jc w:val="right"/>
        <w:rPr>
          <w:color w:val="FF0000"/>
        </w:rPr>
      </w:pPr>
    </w:p>
    <w:p w14:paraId="79F410C3" w14:textId="6037095F" w:rsidR="006631FE" w:rsidRPr="006631FE" w:rsidRDefault="006631FE" w:rsidP="006631FE">
      <w:pPr>
        <w:pStyle w:val="Bezproreda"/>
        <w:jc w:val="right"/>
        <w:rPr>
          <w:color w:val="FF0000"/>
        </w:rPr>
      </w:pPr>
      <w:r w:rsidRPr="006631FE">
        <w:rPr>
          <w:color w:val="FF0000"/>
        </w:rPr>
        <w:t>________________________________________</w:t>
      </w:r>
    </w:p>
    <w:p w14:paraId="5381D1DE" w14:textId="77777777" w:rsidR="006631FE" w:rsidRPr="006631FE" w:rsidRDefault="006631FE" w:rsidP="006631FE">
      <w:pPr>
        <w:pStyle w:val="Bezproreda"/>
        <w:jc w:val="right"/>
        <w:rPr>
          <w:color w:val="FF0000"/>
        </w:rPr>
      </w:pPr>
    </w:p>
    <w:p w14:paraId="6DBB8D01" w14:textId="7DFAB701" w:rsidR="009C558C" w:rsidRPr="006631FE" w:rsidRDefault="006631FE" w:rsidP="006631FE">
      <w:pPr>
        <w:pStyle w:val="Bezproreda"/>
        <w:jc w:val="right"/>
        <w:rPr>
          <w:color w:val="FF0000"/>
        </w:rPr>
      </w:pPr>
      <w:r w:rsidRPr="006631FE">
        <w:rPr>
          <w:color w:val="FF0000"/>
        </w:rPr>
        <w:t>Titula, Ime i prezime vanjskog člana/ice povjerenstva</w:t>
      </w:r>
    </w:p>
    <w:p w14:paraId="5DD3D492" w14:textId="77777777" w:rsidR="006631FE" w:rsidRPr="006631FE" w:rsidRDefault="006631FE" w:rsidP="006631FE">
      <w:pPr>
        <w:pStyle w:val="Bezproreda"/>
        <w:jc w:val="right"/>
        <w:rPr>
          <w:color w:val="FF0000"/>
        </w:rPr>
      </w:pPr>
    </w:p>
    <w:p w14:paraId="5D2BA225" w14:textId="30E2D8C8" w:rsidR="006631FE" w:rsidRPr="006631FE" w:rsidRDefault="006631FE" w:rsidP="006631FE">
      <w:pPr>
        <w:pStyle w:val="Bezproreda"/>
        <w:jc w:val="right"/>
        <w:rPr>
          <w:color w:val="FF0000"/>
        </w:rPr>
      </w:pPr>
      <w:r w:rsidRPr="006631FE">
        <w:rPr>
          <w:color w:val="FF0000"/>
        </w:rPr>
        <w:t>________________________________________</w:t>
      </w:r>
    </w:p>
    <w:p w14:paraId="61566BA2" w14:textId="77777777" w:rsidR="006631FE" w:rsidRDefault="006631FE" w:rsidP="006631FE">
      <w:pPr>
        <w:pStyle w:val="Bezproreda"/>
      </w:pPr>
    </w:p>
    <w:p w14:paraId="5428FBCF" w14:textId="77777777" w:rsidR="009C558C" w:rsidRPr="004B6268" w:rsidRDefault="009C558C" w:rsidP="006631FE">
      <w:pPr>
        <w:pStyle w:val="Bezproreda"/>
      </w:pPr>
    </w:p>
    <w:p w14:paraId="43510AF7" w14:textId="77777777" w:rsidR="003808F8" w:rsidRPr="006631FE" w:rsidRDefault="003808F8" w:rsidP="006631FE">
      <w:pPr>
        <w:pStyle w:val="Bezproreda"/>
        <w:rPr>
          <w:rFonts w:eastAsiaTheme="majorEastAsia"/>
        </w:rPr>
      </w:pPr>
      <w:r w:rsidRPr="004B6268">
        <w:br w:type="page"/>
      </w:r>
    </w:p>
    <w:p w14:paraId="171E8C9C" w14:textId="7D0C55C6" w:rsidR="00C653AC" w:rsidRPr="00C33E21" w:rsidRDefault="006631FE" w:rsidP="00C33E21">
      <w:pPr>
        <w:pStyle w:val="Bezproreda"/>
        <w:shd w:val="clear" w:color="auto" w:fill="DEEAF6" w:themeFill="accent1" w:themeFillTint="33"/>
        <w:rPr>
          <w:rFonts w:asciiTheme="minorHAnsi" w:hAnsiTheme="minorHAnsi" w:cstheme="minorHAnsi"/>
          <w:b/>
          <w:bCs/>
          <w:sz w:val="24"/>
          <w:szCs w:val="24"/>
        </w:rPr>
      </w:pPr>
      <w:r w:rsidRPr="00C33E21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9. </w:t>
      </w:r>
      <w:r w:rsidR="00E006BE" w:rsidRPr="00C33E21">
        <w:rPr>
          <w:rFonts w:asciiTheme="minorHAnsi" w:hAnsiTheme="minorHAnsi" w:cstheme="minorHAnsi"/>
          <w:b/>
          <w:bCs/>
          <w:sz w:val="24"/>
          <w:szCs w:val="24"/>
        </w:rPr>
        <w:t xml:space="preserve">Popis </w:t>
      </w:r>
      <w:r w:rsidR="004B13BE" w:rsidRPr="00C33E21">
        <w:rPr>
          <w:rFonts w:asciiTheme="minorHAnsi" w:hAnsiTheme="minorHAnsi" w:cstheme="minorHAnsi"/>
          <w:b/>
          <w:bCs/>
          <w:sz w:val="24"/>
          <w:szCs w:val="24"/>
        </w:rPr>
        <w:t xml:space="preserve">svih </w:t>
      </w:r>
      <w:r w:rsidR="00E006BE" w:rsidRPr="00C33E21">
        <w:rPr>
          <w:rFonts w:asciiTheme="minorHAnsi" w:hAnsiTheme="minorHAnsi" w:cstheme="minorHAnsi"/>
          <w:b/>
          <w:bCs/>
          <w:sz w:val="24"/>
          <w:szCs w:val="24"/>
        </w:rPr>
        <w:t>radova pristupnika</w:t>
      </w:r>
      <w:r w:rsidR="00C33E21">
        <w:rPr>
          <w:rFonts w:asciiTheme="minorHAnsi" w:hAnsiTheme="minorHAnsi" w:cstheme="minorHAnsi"/>
          <w:b/>
          <w:bCs/>
          <w:sz w:val="24"/>
          <w:szCs w:val="24"/>
        </w:rPr>
        <w:t>/</w:t>
      </w:r>
      <w:proofErr w:type="spellStart"/>
      <w:r w:rsidR="00C33E21">
        <w:rPr>
          <w:rFonts w:asciiTheme="minorHAnsi" w:hAnsiTheme="minorHAnsi" w:cstheme="minorHAnsi"/>
          <w:b/>
          <w:bCs/>
          <w:sz w:val="24"/>
          <w:szCs w:val="24"/>
        </w:rPr>
        <w:t>ice</w:t>
      </w:r>
      <w:proofErr w:type="spellEnd"/>
      <w:r w:rsidR="004B13BE" w:rsidRPr="00C33E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006BE" w:rsidRPr="00C33E21">
        <w:rPr>
          <w:rStyle w:val="Referencafusnote"/>
          <w:rFonts w:asciiTheme="minorHAnsi" w:hAnsiTheme="minorHAnsi" w:cstheme="minorHAnsi"/>
          <w:b/>
          <w:bCs/>
          <w:sz w:val="24"/>
          <w:szCs w:val="24"/>
        </w:rPr>
        <w:footnoteReference w:id="27"/>
      </w:r>
      <w:r w:rsidR="00E006BE" w:rsidRPr="00C33E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A04FF36" w14:textId="77777777" w:rsidR="00E006BE" w:rsidRPr="006631FE" w:rsidRDefault="00E006BE" w:rsidP="006631FE">
      <w:pPr>
        <w:pStyle w:val="Bezproreda"/>
      </w:pPr>
    </w:p>
    <w:p w14:paraId="7CBF797B" w14:textId="3E1F4C56" w:rsidR="00E331B5" w:rsidRPr="006631FE" w:rsidRDefault="006631FE" w:rsidP="006631FE">
      <w:pPr>
        <w:pStyle w:val="Bezproreda"/>
        <w:rPr>
          <w:b/>
          <w:bCs/>
        </w:rPr>
      </w:pPr>
      <w:r w:rsidRPr="006631FE">
        <w:rPr>
          <w:b/>
          <w:bCs/>
        </w:rPr>
        <w:t xml:space="preserve">9.1. </w:t>
      </w:r>
      <w:r w:rsidR="00B26811" w:rsidRPr="006631FE">
        <w:rPr>
          <w:b/>
          <w:bCs/>
        </w:rPr>
        <w:t>A</w:t>
      </w:r>
      <w:r w:rsidR="005A2124" w:rsidRPr="006631FE">
        <w:rPr>
          <w:b/>
          <w:bCs/>
        </w:rPr>
        <w:t>1</w:t>
      </w:r>
      <w:r w:rsidR="00E331B5" w:rsidRPr="006631FE">
        <w:rPr>
          <w:b/>
          <w:bCs/>
        </w:rPr>
        <w:t xml:space="preserve"> radovi</w:t>
      </w:r>
      <w:r w:rsidR="00FE4D0B" w:rsidRPr="006631FE">
        <w:rPr>
          <w:b/>
          <w:bCs/>
        </w:rPr>
        <w:t xml:space="preserve"> (uključuje i znanstvene knjige)</w:t>
      </w:r>
    </w:p>
    <w:p w14:paraId="58A44CBB" w14:textId="77777777" w:rsidR="00892892" w:rsidRDefault="00892892" w:rsidP="006631FE">
      <w:pPr>
        <w:pStyle w:val="Bezproreda"/>
      </w:pPr>
    </w:p>
    <w:p w14:paraId="5F32F27A" w14:textId="77777777" w:rsidR="006631FE" w:rsidRDefault="006631FE" w:rsidP="006631FE">
      <w:pPr>
        <w:pStyle w:val="Bezproreda"/>
      </w:pPr>
    </w:p>
    <w:p w14:paraId="0017FB8D" w14:textId="77777777" w:rsidR="006631FE" w:rsidRDefault="006631FE" w:rsidP="006631FE">
      <w:pPr>
        <w:pStyle w:val="Bezproreda"/>
      </w:pPr>
    </w:p>
    <w:p w14:paraId="595A60FE" w14:textId="77777777" w:rsidR="006631FE" w:rsidRPr="006631FE" w:rsidRDefault="006631FE" w:rsidP="006631FE">
      <w:pPr>
        <w:pStyle w:val="Bezproreda"/>
      </w:pPr>
    </w:p>
    <w:p w14:paraId="32209540" w14:textId="06EDB296" w:rsidR="00FB3CC5" w:rsidRPr="006631FE" w:rsidRDefault="006631FE" w:rsidP="006631FE">
      <w:pPr>
        <w:pStyle w:val="Bezproreda"/>
        <w:rPr>
          <w:b/>
          <w:bCs/>
        </w:rPr>
      </w:pPr>
      <w:r w:rsidRPr="006631FE">
        <w:rPr>
          <w:b/>
          <w:bCs/>
        </w:rPr>
        <w:t xml:space="preserve">9.2. </w:t>
      </w:r>
      <w:r w:rsidR="00B26811" w:rsidRPr="006631FE">
        <w:rPr>
          <w:b/>
          <w:bCs/>
        </w:rPr>
        <w:t>A</w:t>
      </w:r>
      <w:r w:rsidR="005A2124" w:rsidRPr="006631FE">
        <w:rPr>
          <w:b/>
          <w:bCs/>
        </w:rPr>
        <w:t>2</w:t>
      </w:r>
      <w:r w:rsidR="00E331B5" w:rsidRPr="006631FE">
        <w:rPr>
          <w:b/>
          <w:bCs/>
        </w:rPr>
        <w:t xml:space="preserve"> radovi</w:t>
      </w:r>
      <w:r w:rsidR="00FB3CC5" w:rsidRPr="006631FE">
        <w:rPr>
          <w:b/>
          <w:bCs/>
        </w:rPr>
        <w:t xml:space="preserve"> (uključuje i znanstvene knjige)</w:t>
      </w:r>
    </w:p>
    <w:p w14:paraId="270A80A2" w14:textId="77777777" w:rsidR="00FB3CC5" w:rsidRDefault="00FB3CC5" w:rsidP="006631FE">
      <w:pPr>
        <w:pStyle w:val="Bezproreda"/>
      </w:pPr>
    </w:p>
    <w:p w14:paraId="6C6CC2D9" w14:textId="77777777" w:rsidR="006631FE" w:rsidRDefault="006631FE" w:rsidP="006631FE">
      <w:pPr>
        <w:pStyle w:val="Bezproreda"/>
      </w:pPr>
    </w:p>
    <w:p w14:paraId="07494480" w14:textId="77777777" w:rsidR="006631FE" w:rsidRDefault="006631FE" w:rsidP="006631FE">
      <w:pPr>
        <w:pStyle w:val="Bezproreda"/>
      </w:pPr>
    </w:p>
    <w:p w14:paraId="3AE200C5" w14:textId="77777777" w:rsidR="006631FE" w:rsidRPr="006631FE" w:rsidRDefault="006631FE" w:rsidP="006631FE">
      <w:pPr>
        <w:pStyle w:val="Bezproreda"/>
      </w:pPr>
    </w:p>
    <w:p w14:paraId="58F58C29" w14:textId="62A98774" w:rsidR="00FB3CC5" w:rsidRPr="006631FE" w:rsidRDefault="006631FE" w:rsidP="006631FE">
      <w:pPr>
        <w:pStyle w:val="Bezproreda"/>
        <w:rPr>
          <w:b/>
          <w:bCs/>
        </w:rPr>
      </w:pPr>
      <w:r w:rsidRPr="006631FE">
        <w:rPr>
          <w:b/>
          <w:bCs/>
        </w:rPr>
        <w:t xml:space="preserve">9.3. </w:t>
      </w:r>
      <w:r w:rsidR="00E331B5" w:rsidRPr="006631FE">
        <w:rPr>
          <w:b/>
          <w:bCs/>
        </w:rPr>
        <w:t>A3 radovi</w:t>
      </w:r>
      <w:r w:rsidR="00FB3CC5" w:rsidRPr="006631FE">
        <w:rPr>
          <w:b/>
          <w:bCs/>
        </w:rPr>
        <w:t xml:space="preserve"> (uključuje i znanstvene knjige)</w:t>
      </w:r>
    </w:p>
    <w:p w14:paraId="4B34572A" w14:textId="77777777" w:rsidR="006631FE" w:rsidRDefault="006631FE" w:rsidP="006631FE">
      <w:pPr>
        <w:pStyle w:val="Bezproreda"/>
      </w:pPr>
    </w:p>
    <w:p w14:paraId="63577F6C" w14:textId="77777777" w:rsidR="006631FE" w:rsidRDefault="006631FE" w:rsidP="006631FE">
      <w:pPr>
        <w:pStyle w:val="Bezproreda"/>
      </w:pPr>
    </w:p>
    <w:p w14:paraId="20D17F43" w14:textId="77777777" w:rsidR="006631FE" w:rsidRDefault="006631FE" w:rsidP="006631FE">
      <w:pPr>
        <w:pStyle w:val="Bezproreda"/>
      </w:pPr>
    </w:p>
    <w:p w14:paraId="04A52D9E" w14:textId="77777777" w:rsidR="006631FE" w:rsidRDefault="006631FE" w:rsidP="006631FE">
      <w:pPr>
        <w:pStyle w:val="Bezproreda"/>
      </w:pPr>
    </w:p>
    <w:p w14:paraId="06FC2A28" w14:textId="77777777" w:rsidR="006631FE" w:rsidRDefault="006631FE" w:rsidP="006631FE">
      <w:pPr>
        <w:pStyle w:val="Bezproreda"/>
      </w:pPr>
    </w:p>
    <w:p w14:paraId="346B0097" w14:textId="77777777" w:rsidR="006631FE" w:rsidRPr="006631FE" w:rsidRDefault="006631FE" w:rsidP="006631FE">
      <w:pPr>
        <w:pStyle w:val="Bezproreda"/>
      </w:pPr>
    </w:p>
    <w:sectPr w:rsidR="006631FE" w:rsidRPr="006631FE" w:rsidSect="006E6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F81E1" w14:textId="77777777" w:rsidR="00C90B50" w:rsidRDefault="00C90B50" w:rsidP="001A0A1B">
      <w:pPr>
        <w:spacing w:after="0" w:line="240" w:lineRule="auto"/>
      </w:pPr>
      <w:r>
        <w:separator/>
      </w:r>
    </w:p>
  </w:endnote>
  <w:endnote w:type="continuationSeparator" w:id="0">
    <w:p w14:paraId="2C8103FB" w14:textId="77777777" w:rsidR="00C90B50" w:rsidRDefault="00C90B50" w:rsidP="001A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662B" w14:textId="77777777" w:rsidR="00AE17DA" w:rsidRDefault="00AE17D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849759743"/>
      <w:docPartObj>
        <w:docPartGallery w:val="Page Numbers (Bottom of Page)"/>
        <w:docPartUnique/>
      </w:docPartObj>
    </w:sdtPr>
    <w:sdtContent>
      <w:p w14:paraId="25C3DF2A" w14:textId="77777777" w:rsidR="00AE17DA" w:rsidRPr="00296DF4" w:rsidRDefault="00AE17DA">
        <w:pPr>
          <w:pStyle w:val="Podnoje"/>
          <w:jc w:val="right"/>
          <w:rPr>
            <w:rFonts w:cstheme="minorHAnsi"/>
            <w:sz w:val="20"/>
            <w:szCs w:val="20"/>
          </w:rPr>
        </w:pPr>
        <w:r w:rsidRPr="00296DF4">
          <w:rPr>
            <w:rFonts w:cstheme="minorHAnsi"/>
            <w:sz w:val="20"/>
            <w:szCs w:val="20"/>
          </w:rPr>
          <w:fldChar w:fldCharType="begin"/>
        </w:r>
        <w:r w:rsidRPr="00296DF4">
          <w:rPr>
            <w:rFonts w:cstheme="minorHAnsi"/>
            <w:sz w:val="20"/>
            <w:szCs w:val="20"/>
          </w:rPr>
          <w:instrText>PAGE   \* MERGEFORMAT</w:instrText>
        </w:r>
        <w:r w:rsidRPr="00296DF4">
          <w:rPr>
            <w:rFonts w:cstheme="minorHAnsi"/>
            <w:sz w:val="20"/>
            <w:szCs w:val="20"/>
          </w:rPr>
          <w:fldChar w:fldCharType="separate"/>
        </w:r>
        <w:r w:rsidRPr="00296DF4">
          <w:rPr>
            <w:rFonts w:cstheme="minorHAnsi"/>
            <w:noProof/>
            <w:sz w:val="20"/>
            <w:szCs w:val="20"/>
          </w:rPr>
          <w:t>2</w:t>
        </w:r>
        <w:r w:rsidRPr="00296DF4">
          <w:rPr>
            <w:rFonts w:cstheme="minorHAnsi"/>
            <w:noProof/>
            <w:sz w:val="20"/>
            <w:szCs w:val="20"/>
          </w:rPr>
          <w:t>4</w:t>
        </w:r>
        <w:r w:rsidRPr="00296DF4">
          <w:rPr>
            <w:rFonts w:cstheme="minorHAnsi"/>
            <w:sz w:val="20"/>
            <w:szCs w:val="20"/>
          </w:rPr>
          <w:fldChar w:fldCharType="end"/>
        </w:r>
      </w:p>
    </w:sdtContent>
  </w:sdt>
  <w:p w14:paraId="66550F85" w14:textId="77777777" w:rsidR="00AE17DA" w:rsidRDefault="00AE17D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D05" w14:textId="77777777" w:rsidR="00AE17DA" w:rsidRDefault="00AE17D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0C53E" w14:textId="77777777" w:rsidR="00C90B50" w:rsidRDefault="00C90B50" w:rsidP="001A0A1B">
      <w:pPr>
        <w:spacing w:after="0" w:line="240" w:lineRule="auto"/>
      </w:pPr>
      <w:r>
        <w:separator/>
      </w:r>
    </w:p>
  </w:footnote>
  <w:footnote w:type="continuationSeparator" w:id="0">
    <w:p w14:paraId="4E89FA95" w14:textId="77777777" w:rsidR="00C90B50" w:rsidRDefault="00C90B50" w:rsidP="001A0A1B">
      <w:pPr>
        <w:spacing w:after="0" w:line="240" w:lineRule="auto"/>
      </w:pPr>
      <w:r>
        <w:continuationSeparator/>
      </w:r>
    </w:p>
  </w:footnote>
  <w:footnote w:id="1">
    <w:p w14:paraId="1EDEAA4F" w14:textId="4A92ECD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Maksimalno 2 stranice teksta za cijelu tablicu u kojoj se opisuju informacije o znanstvenom životopisu pristupnika</w:t>
      </w:r>
    </w:p>
  </w:footnote>
  <w:footnote w:id="2">
    <w:p w14:paraId="25CDD3ED" w14:textId="4509DD1E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Ne smije prelaziti jednu stranicu ukoliko se opisuje cijela disertacija</w:t>
      </w:r>
    </w:p>
  </w:footnote>
  <w:footnote w:id="3">
    <w:p w14:paraId="1E78CFBA" w14:textId="12911013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bookmarkStart w:id="0" w:name="_Hlk170231430"/>
      <w:r w:rsidRPr="00AE50EB">
        <w:rPr>
          <w:b w:val="0"/>
          <w:bCs w:val="0"/>
          <w:color w:val="auto"/>
          <w:sz w:val="18"/>
          <w:szCs w:val="18"/>
        </w:rPr>
        <w:t>Upisuje se samo za zvanje znanstvenog suradnika</w:t>
      </w:r>
      <w:bookmarkEnd w:id="0"/>
      <w:r w:rsidRPr="00AE50EB">
        <w:rPr>
          <w:b w:val="0"/>
          <w:bCs w:val="0"/>
          <w:color w:val="auto"/>
          <w:sz w:val="18"/>
          <w:szCs w:val="18"/>
        </w:rPr>
        <w:t>, za prvi izbor u znanstveno zvanje</w:t>
      </w:r>
    </w:p>
  </w:footnote>
  <w:footnote w:id="4">
    <w:p w14:paraId="01DE7411" w14:textId="073C9901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Upisuje se samo za zvanje znanstvenog suradnika, za prvi izbor u znanstveno zvanje</w:t>
      </w:r>
    </w:p>
  </w:footnote>
  <w:footnote w:id="5">
    <w:p w14:paraId="0E584E42" w14:textId="0655354B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 xml:space="preserve">Knjiga indeksirana u </w:t>
      </w:r>
      <w:proofErr w:type="spellStart"/>
      <w:r w:rsidRPr="00AE50EB">
        <w:rPr>
          <w:b w:val="0"/>
          <w:bCs w:val="0"/>
          <w:color w:val="auto"/>
          <w:sz w:val="18"/>
          <w:szCs w:val="18"/>
        </w:rPr>
        <w:t>WoSCC</w:t>
      </w:r>
      <w:proofErr w:type="spellEnd"/>
      <w:r w:rsidRPr="00AE50EB">
        <w:rPr>
          <w:b w:val="0"/>
          <w:bCs w:val="0"/>
          <w:color w:val="auto"/>
          <w:sz w:val="18"/>
          <w:szCs w:val="18"/>
        </w:rPr>
        <w:t xml:space="preserve"> ili </w:t>
      </w:r>
      <w:proofErr w:type="spellStart"/>
      <w:r w:rsidRPr="00AE50EB">
        <w:rPr>
          <w:b w:val="0"/>
          <w:bCs w:val="0"/>
          <w:color w:val="auto"/>
          <w:sz w:val="18"/>
          <w:szCs w:val="18"/>
        </w:rPr>
        <w:t>Scopusu</w:t>
      </w:r>
      <w:proofErr w:type="spellEnd"/>
      <w:r w:rsidRPr="00AE50EB">
        <w:rPr>
          <w:b w:val="0"/>
          <w:bCs w:val="0"/>
          <w:color w:val="auto"/>
          <w:sz w:val="18"/>
          <w:szCs w:val="18"/>
        </w:rPr>
        <w:t xml:space="preserve"> vrednuje se kao 3 a1 rada, a u knjige prve skupine (a1) razvrstane u četvrti kvartil (Q4) ubrajaju se i objavljene knjige kojih je izdavač ili suizdavač Hrvatska akademija znanosti i umjetnosti.</w:t>
      </w:r>
    </w:p>
  </w:footnote>
  <w:footnote w:id="6">
    <w:p w14:paraId="7A9CB6D5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3 boda, četiri i pet autora – 1,5 bod, šest i više autora – 3/broj autora)</w:t>
      </w:r>
    </w:p>
  </w:footnote>
  <w:footnote w:id="7">
    <w:p w14:paraId="5266B833" w14:textId="05AC3005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Poglavlje u znanstvenoj  knjizi indeksiranoj u WoSCC i Scopusu vrednuje se kao 1 a1 rad. U jednoj znanstvenoj knjizi priznaje se samo 1 poglavlje za potrebe izbora u znanstveno zvanje. U knjige prve skupine (a1) razvrstane u četvrti kvartil (Q4) ubrajaju se i objavljene knjige kojih je izdavač ili suizdavač Hrvatska akademija znanosti i umjetnosti.</w:t>
      </w:r>
    </w:p>
  </w:footnote>
  <w:footnote w:id="8">
    <w:p w14:paraId="0519C345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3 boda, četiri i pet autora – 1,5 bod, šest i više autora – 3/broj autora)</w:t>
      </w:r>
    </w:p>
  </w:footnote>
  <w:footnote w:id="9">
    <w:p w14:paraId="67B69FC0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 xml:space="preserve">Radovi objavljeni u publikacijama koje nisu razvrstane u Q1-Q4 upisuju se kao Q4 </w:t>
      </w:r>
    </w:p>
  </w:footnote>
  <w:footnote w:id="10">
    <w:p w14:paraId="641B8654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1 bod, četiri i pet autora – 1/2 boda, šest i više autora – 1/broj autora)</w:t>
      </w:r>
    </w:p>
  </w:footnote>
  <w:footnote w:id="11">
    <w:p w14:paraId="0EFD2ED8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 xml:space="preserve">Ukoliko je časopis citiran u prvoj ili drugoj kvartili prema WoS ili Scopus, broj neponderiranih bodova množi se sa dva </w:t>
      </w:r>
    </w:p>
  </w:footnote>
  <w:footnote w:id="12">
    <w:p w14:paraId="56F7C469" w14:textId="70D1924E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U jednom zborniku radova sa znanstvenog skupa priznaje se najviše jedan rad istog autora.</w:t>
      </w:r>
    </w:p>
  </w:footnote>
  <w:footnote w:id="13">
    <w:p w14:paraId="21FABE48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1 bod, četiri i pet autora – 1/2 boda, šest i više autora – 1/broj autora)</w:t>
      </w:r>
    </w:p>
  </w:footnote>
  <w:footnote w:id="14">
    <w:p w14:paraId="25641D24" w14:textId="32C1D32C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Znanstvena knjiga ili udžbenik čiji je izdavač sveučilište ili fakultet i/ili drugi domaći ili strani znanstveno ugledni izdavač vrednuje kao 3 a2 rada.</w:t>
      </w:r>
    </w:p>
  </w:footnote>
  <w:footnote w:id="15">
    <w:p w14:paraId="2B629145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2,25 bodova, četiri i pet autora – 1,125 bodova, šest i više autora - 2,25/broj autora</w:t>
      </w:r>
    </w:p>
  </w:footnote>
  <w:footnote w:id="16">
    <w:p w14:paraId="57587116" w14:textId="225F8C4D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U jednoj znanstvenoj knjizi priznaje se samo jedno poglavlje za potrebe izbora u znanstveno zvanje.</w:t>
      </w:r>
    </w:p>
  </w:footnote>
  <w:footnote w:id="17">
    <w:p w14:paraId="7F6BD7FC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0,75 bodova, četiri i pet autora – 0,375 bodova, šest i više autora – 0,75/broj autora)</w:t>
      </w:r>
    </w:p>
  </w:footnote>
  <w:footnote w:id="18">
    <w:p w14:paraId="6749C92B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0,75 bodova, četiri i pet autora – 0,375 bodova, šest i više autora – 0,75/broj autora)</w:t>
      </w:r>
    </w:p>
  </w:footnote>
  <w:footnote w:id="19">
    <w:p w14:paraId="14B762BF" w14:textId="1BAF4D42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 xml:space="preserve">Znanstveni skup u organizaciji ili suorganizaciji međunarodnog znanstvenog društva ili akademske institucije smatra </w:t>
      </w:r>
      <w:r w:rsidR="00956082" w:rsidRPr="00AE50EB">
        <w:rPr>
          <w:b w:val="0"/>
          <w:bCs w:val="0"/>
          <w:color w:val="auto"/>
          <w:sz w:val="18"/>
          <w:szCs w:val="18"/>
        </w:rPr>
        <w:t xml:space="preserve">se </w:t>
      </w:r>
      <w:r w:rsidRPr="00AE50EB">
        <w:rPr>
          <w:b w:val="0"/>
          <w:bCs w:val="0"/>
          <w:color w:val="auto"/>
          <w:sz w:val="18"/>
          <w:szCs w:val="18"/>
        </w:rPr>
        <w:t xml:space="preserve">međunarodnim ako ima međunarodni programski odbor (čl. 17. st. 7. Pravilnika) </w:t>
      </w:r>
    </w:p>
  </w:footnote>
  <w:footnote w:id="20">
    <w:p w14:paraId="5A53F0FB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0,75 bodova, četiri i pet autora – 0,375 bodova, šest i više autora – 0,75/broj autora)</w:t>
      </w:r>
    </w:p>
  </w:footnote>
  <w:footnote w:id="21">
    <w:p w14:paraId="6150C4D8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1,5 bod, četiri i pet autora – 0,75 bodova, šest i više autora – 0,5/broj autora)</w:t>
      </w:r>
    </w:p>
  </w:footnote>
  <w:footnote w:id="22">
    <w:p w14:paraId="215D336F" w14:textId="61DA1E6B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U jednoj znanstvenoj knjizi priznaje se samo jedno poglavlje za potrebe izbora u znanstveno zvanje.</w:t>
      </w:r>
    </w:p>
  </w:footnote>
  <w:footnote w:id="23">
    <w:p w14:paraId="391D85A5" w14:textId="2D5E2E1F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0,5 bodova, četiri i pet autora – 0,25 bodova, šest i više autora – 0,5/broj autora)</w:t>
      </w:r>
    </w:p>
  </w:footnote>
  <w:footnote w:id="24">
    <w:p w14:paraId="7669BF11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0,5 bodova, četiri i pet autora – 0,25 bodova, šest i više autora – 0,5/broj autora)</w:t>
      </w:r>
    </w:p>
  </w:footnote>
  <w:footnote w:id="25">
    <w:p w14:paraId="7F34A1C8" w14:textId="687550EA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Znanstveni radovi objavljeni u zbornicima radova s domaćih znanstvenih skupova, koji imaju domaći programski odbor, odnosno uredništvo su radovi treće skupine (a3).</w:t>
      </w:r>
    </w:p>
  </w:footnote>
  <w:footnote w:id="26">
    <w:p w14:paraId="51D3DF7E" w14:textId="77777777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>Do 3 autora – 0,5 bodova, četiri i pet autora – 0,25 bodova, šest i više autora – 0,5/broj autora)</w:t>
      </w:r>
    </w:p>
  </w:footnote>
  <w:footnote w:id="27">
    <w:p w14:paraId="293B3D03" w14:textId="2BE0C533" w:rsidR="00AE17DA" w:rsidRPr="00AE50EB" w:rsidRDefault="00AE17DA" w:rsidP="00D53B08">
      <w:pPr>
        <w:pStyle w:val="Tekstfusnote"/>
        <w:rPr>
          <w:b w:val="0"/>
          <w:bCs w:val="0"/>
          <w:color w:val="auto"/>
          <w:sz w:val="18"/>
          <w:szCs w:val="18"/>
        </w:rPr>
      </w:pPr>
      <w:r w:rsidRPr="00AE50EB">
        <w:rPr>
          <w:rStyle w:val="Referencafusnote"/>
          <w:b w:val="0"/>
          <w:bCs w:val="0"/>
          <w:color w:val="auto"/>
          <w:sz w:val="18"/>
          <w:szCs w:val="18"/>
        </w:rPr>
        <w:footnoteRef/>
      </w:r>
      <w:r w:rsidRPr="00AE50EB">
        <w:rPr>
          <w:b w:val="0"/>
          <w:bCs w:val="0"/>
          <w:color w:val="auto"/>
          <w:sz w:val="18"/>
          <w:szCs w:val="18"/>
        </w:rPr>
        <w:t xml:space="preserve"> </w:t>
      </w:r>
      <w:r w:rsidRPr="00AE50EB">
        <w:rPr>
          <w:b w:val="0"/>
          <w:bCs w:val="0"/>
          <w:color w:val="auto"/>
          <w:sz w:val="18"/>
          <w:szCs w:val="18"/>
        </w:rPr>
        <w:t xml:space="preserve">Popis radova napraviti od </w:t>
      </w:r>
      <w:r w:rsidR="00E2785C" w:rsidRPr="00AE50EB">
        <w:rPr>
          <w:b w:val="0"/>
          <w:bCs w:val="0"/>
          <w:color w:val="auto"/>
          <w:sz w:val="18"/>
          <w:szCs w:val="18"/>
        </w:rPr>
        <w:t>najnovijih</w:t>
      </w:r>
      <w:r w:rsidRPr="00AE50EB">
        <w:rPr>
          <w:b w:val="0"/>
          <w:bCs w:val="0"/>
          <w:color w:val="auto"/>
          <w:sz w:val="18"/>
          <w:szCs w:val="18"/>
        </w:rPr>
        <w:t xml:space="preserve"> prema starijim, koristiti ujednačen stil navođenja literaturnih navoda, a radove razvrstati na isti način kako su prikazivani u Izvješću.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BFEEA" w14:textId="77777777" w:rsidR="00AE17DA" w:rsidRDefault="00AE17D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3866F" w14:textId="77777777" w:rsidR="00AE17DA" w:rsidRDefault="00AE17DA" w:rsidP="006631FE">
    <w:pPr>
      <w:pStyle w:val="Bezprored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85324" w14:textId="0B8F0026" w:rsidR="00AE17DA" w:rsidRPr="00A0170B" w:rsidRDefault="00AE17DA" w:rsidP="00A0170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0DBA"/>
    <w:multiLevelType w:val="hybridMultilevel"/>
    <w:tmpl w:val="A01A77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81A0A"/>
    <w:multiLevelType w:val="hybridMultilevel"/>
    <w:tmpl w:val="5D249536"/>
    <w:lvl w:ilvl="0" w:tplc="041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4D04FAD"/>
    <w:multiLevelType w:val="hybridMultilevel"/>
    <w:tmpl w:val="86748D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450E"/>
    <w:multiLevelType w:val="hybridMultilevel"/>
    <w:tmpl w:val="CCA455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96EE2"/>
    <w:multiLevelType w:val="hybridMultilevel"/>
    <w:tmpl w:val="4684C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33259"/>
    <w:multiLevelType w:val="hybridMultilevel"/>
    <w:tmpl w:val="910A9F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A549F"/>
    <w:multiLevelType w:val="hybridMultilevel"/>
    <w:tmpl w:val="02689962"/>
    <w:lvl w:ilvl="0" w:tplc="1378596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5B004F"/>
    <w:multiLevelType w:val="hybridMultilevel"/>
    <w:tmpl w:val="FEB06D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57E90"/>
    <w:multiLevelType w:val="hybridMultilevel"/>
    <w:tmpl w:val="C408EA84"/>
    <w:lvl w:ilvl="0" w:tplc="7D4E8E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01818"/>
    <w:multiLevelType w:val="hybridMultilevel"/>
    <w:tmpl w:val="E95888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D4C8F"/>
    <w:multiLevelType w:val="hybridMultilevel"/>
    <w:tmpl w:val="912024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000FD"/>
    <w:multiLevelType w:val="hybridMultilevel"/>
    <w:tmpl w:val="23A6DA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825EB"/>
    <w:multiLevelType w:val="hybridMultilevel"/>
    <w:tmpl w:val="C824A5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63FEA"/>
    <w:multiLevelType w:val="hybridMultilevel"/>
    <w:tmpl w:val="E410E2DA"/>
    <w:lvl w:ilvl="0" w:tplc="839EBF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69AB0F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85178DB"/>
    <w:multiLevelType w:val="hybridMultilevel"/>
    <w:tmpl w:val="534629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12857"/>
    <w:multiLevelType w:val="hybridMultilevel"/>
    <w:tmpl w:val="B5309772"/>
    <w:lvl w:ilvl="0" w:tplc="316A39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01D59"/>
    <w:multiLevelType w:val="hybridMultilevel"/>
    <w:tmpl w:val="910A9F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A64DD"/>
    <w:multiLevelType w:val="hybridMultilevel"/>
    <w:tmpl w:val="6B9EFE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C1A5F"/>
    <w:multiLevelType w:val="hybridMultilevel"/>
    <w:tmpl w:val="D7766E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F531F"/>
    <w:multiLevelType w:val="hybridMultilevel"/>
    <w:tmpl w:val="226C12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66DA2"/>
    <w:multiLevelType w:val="hybridMultilevel"/>
    <w:tmpl w:val="3836F3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9F069C"/>
    <w:multiLevelType w:val="hybridMultilevel"/>
    <w:tmpl w:val="9DBA8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F0C8D"/>
    <w:multiLevelType w:val="multilevel"/>
    <w:tmpl w:val="4AEEF2B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2278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03663EC"/>
    <w:multiLevelType w:val="hybridMultilevel"/>
    <w:tmpl w:val="062C26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81909"/>
    <w:multiLevelType w:val="hybridMultilevel"/>
    <w:tmpl w:val="910A9F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C45D7"/>
    <w:multiLevelType w:val="hybridMultilevel"/>
    <w:tmpl w:val="9EE2C82A"/>
    <w:lvl w:ilvl="0" w:tplc="6F64D2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F0207"/>
    <w:multiLevelType w:val="hybridMultilevel"/>
    <w:tmpl w:val="1D00E9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F3170"/>
    <w:multiLevelType w:val="hybridMultilevel"/>
    <w:tmpl w:val="B6382A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F21B4"/>
    <w:multiLevelType w:val="hybridMultilevel"/>
    <w:tmpl w:val="FDB81B0E"/>
    <w:lvl w:ilvl="0" w:tplc="6B785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574B10"/>
    <w:multiLevelType w:val="hybridMultilevel"/>
    <w:tmpl w:val="9EE2C82A"/>
    <w:lvl w:ilvl="0" w:tplc="6F64D2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9227D"/>
    <w:multiLevelType w:val="hybridMultilevel"/>
    <w:tmpl w:val="8926F0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06B8B"/>
    <w:multiLevelType w:val="hybridMultilevel"/>
    <w:tmpl w:val="0A3ACB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E7FF2"/>
    <w:multiLevelType w:val="hybridMultilevel"/>
    <w:tmpl w:val="588C446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E218EF"/>
    <w:multiLevelType w:val="hybridMultilevel"/>
    <w:tmpl w:val="79784C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E3440"/>
    <w:multiLevelType w:val="hybridMultilevel"/>
    <w:tmpl w:val="72DE20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5775"/>
    <w:multiLevelType w:val="hybridMultilevel"/>
    <w:tmpl w:val="F09AF3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C3D5C"/>
    <w:multiLevelType w:val="hybridMultilevel"/>
    <w:tmpl w:val="910A9F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D332A"/>
    <w:multiLevelType w:val="hybridMultilevel"/>
    <w:tmpl w:val="1E0AE5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192C62"/>
    <w:multiLevelType w:val="hybridMultilevel"/>
    <w:tmpl w:val="994A3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20103">
    <w:abstractNumId w:val="4"/>
  </w:num>
  <w:num w:numId="2" w16cid:durableId="809131197">
    <w:abstractNumId w:val="22"/>
  </w:num>
  <w:num w:numId="3" w16cid:durableId="2073697860">
    <w:abstractNumId w:val="13"/>
  </w:num>
  <w:num w:numId="4" w16cid:durableId="399527695">
    <w:abstractNumId w:val="30"/>
  </w:num>
  <w:num w:numId="5" w16cid:durableId="2094623217">
    <w:abstractNumId w:val="1"/>
  </w:num>
  <w:num w:numId="6" w16cid:durableId="114295059">
    <w:abstractNumId w:val="22"/>
  </w:num>
  <w:num w:numId="7" w16cid:durableId="12077114">
    <w:abstractNumId w:val="10"/>
  </w:num>
  <w:num w:numId="8" w16cid:durableId="1308852197">
    <w:abstractNumId w:val="11"/>
  </w:num>
  <w:num w:numId="9" w16cid:durableId="646008212">
    <w:abstractNumId w:val="31"/>
  </w:num>
  <w:num w:numId="10" w16cid:durableId="1391004163">
    <w:abstractNumId w:val="29"/>
  </w:num>
  <w:num w:numId="11" w16cid:durableId="1042637456">
    <w:abstractNumId w:val="8"/>
  </w:num>
  <w:num w:numId="12" w16cid:durableId="529101368">
    <w:abstractNumId w:val="23"/>
  </w:num>
  <w:num w:numId="13" w16cid:durableId="923953484">
    <w:abstractNumId w:val="22"/>
    <w:lvlOverride w:ilvl="0">
      <w:startOverride w:val="11"/>
    </w:lvlOverride>
    <w:lvlOverride w:ilvl="1">
      <w:startOverride w:val="1"/>
    </w:lvlOverride>
  </w:num>
  <w:num w:numId="14" w16cid:durableId="901603020">
    <w:abstractNumId w:val="25"/>
  </w:num>
  <w:num w:numId="15" w16cid:durableId="780614765">
    <w:abstractNumId w:val="38"/>
  </w:num>
  <w:num w:numId="16" w16cid:durableId="292488085">
    <w:abstractNumId w:val="28"/>
  </w:num>
  <w:num w:numId="17" w16cid:durableId="731659018">
    <w:abstractNumId w:val="22"/>
    <w:lvlOverride w:ilvl="0">
      <w:startOverride w:val="11"/>
    </w:lvlOverride>
    <w:lvlOverride w:ilvl="1">
      <w:startOverride w:val="2"/>
    </w:lvlOverride>
  </w:num>
  <w:num w:numId="18" w16cid:durableId="2067025118">
    <w:abstractNumId w:val="22"/>
    <w:lvlOverride w:ilvl="0">
      <w:startOverride w:val="11"/>
    </w:lvlOverride>
    <w:lvlOverride w:ilvl="1">
      <w:startOverride w:val="3"/>
    </w:lvlOverride>
  </w:num>
  <w:num w:numId="19" w16cid:durableId="1939286941">
    <w:abstractNumId w:val="14"/>
  </w:num>
  <w:num w:numId="20" w16cid:durableId="1809324401">
    <w:abstractNumId w:val="32"/>
  </w:num>
  <w:num w:numId="21" w16cid:durableId="135148512">
    <w:abstractNumId w:val="6"/>
  </w:num>
  <w:num w:numId="22" w16cid:durableId="485244966">
    <w:abstractNumId w:val="22"/>
  </w:num>
  <w:num w:numId="23" w16cid:durableId="531578334">
    <w:abstractNumId w:val="22"/>
    <w:lvlOverride w:ilvl="0">
      <w:startOverride w:val="9"/>
    </w:lvlOverride>
  </w:num>
  <w:num w:numId="24" w16cid:durableId="637731113">
    <w:abstractNumId w:val="15"/>
  </w:num>
  <w:num w:numId="25" w16cid:durableId="62027468">
    <w:abstractNumId w:val="5"/>
  </w:num>
  <w:num w:numId="26" w16cid:durableId="2096246600">
    <w:abstractNumId w:val="36"/>
  </w:num>
  <w:num w:numId="27" w16cid:durableId="862986163">
    <w:abstractNumId w:val="26"/>
  </w:num>
  <w:num w:numId="28" w16cid:durableId="1356417198">
    <w:abstractNumId w:val="19"/>
  </w:num>
  <w:num w:numId="29" w16cid:durableId="62994421">
    <w:abstractNumId w:val="17"/>
  </w:num>
  <w:num w:numId="30" w16cid:durableId="1439909601">
    <w:abstractNumId w:val="2"/>
  </w:num>
  <w:num w:numId="31" w16cid:durableId="160782974">
    <w:abstractNumId w:val="20"/>
  </w:num>
  <w:num w:numId="32" w16cid:durableId="178933539">
    <w:abstractNumId w:val="37"/>
  </w:num>
  <w:num w:numId="33" w16cid:durableId="1738622494">
    <w:abstractNumId w:val="35"/>
  </w:num>
  <w:num w:numId="34" w16cid:durableId="567421990">
    <w:abstractNumId w:val="27"/>
  </w:num>
  <w:num w:numId="35" w16cid:durableId="370233763">
    <w:abstractNumId w:val="7"/>
  </w:num>
  <w:num w:numId="36" w16cid:durableId="1168326375">
    <w:abstractNumId w:val="24"/>
  </w:num>
  <w:num w:numId="37" w16cid:durableId="1102650269">
    <w:abstractNumId w:val="16"/>
  </w:num>
  <w:num w:numId="38" w16cid:durableId="1207063769">
    <w:abstractNumId w:val="3"/>
  </w:num>
  <w:num w:numId="39" w16cid:durableId="954865993">
    <w:abstractNumId w:val="0"/>
  </w:num>
  <w:num w:numId="40" w16cid:durableId="1255816933">
    <w:abstractNumId w:val="12"/>
  </w:num>
  <w:num w:numId="41" w16cid:durableId="1152411880">
    <w:abstractNumId w:val="33"/>
  </w:num>
  <w:num w:numId="42" w16cid:durableId="647055614">
    <w:abstractNumId w:val="34"/>
  </w:num>
  <w:num w:numId="43" w16cid:durableId="1957103437">
    <w:abstractNumId w:val="18"/>
  </w:num>
  <w:num w:numId="44" w16cid:durableId="749011248">
    <w:abstractNumId w:val="21"/>
  </w:num>
  <w:num w:numId="45" w16cid:durableId="11228419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D1"/>
    <w:rsid w:val="00000EB5"/>
    <w:rsid w:val="00005DC9"/>
    <w:rsid w:val="000067E2"/>
    <w:rsid w:val="000108F7"/>
    <w:rsid w:val="000166B8"/>
    <w:rsid w:val="00017E4D"/>
    <w:rsid w:val="000217AA"/>
    <w:rsid w:val="00022C9F"/>
    <w:rsid w:val="00023AAE"/>
    <w:rsid w:val="0002752E"/>
    <w:rsid w:val="0002763A"/>
    <w:rsid w:val="000366D3"/>
    <w:rsid w:val="0004471E"/>
    <w:rsid w:val="000509E7"/>
    <w:rsid w:val="000520D8"/>
    <w:rsid w:val="00052C56"/>
    <w:rsid w:val="00062904"/>
    <w:rsid w:val="000666EE"/>
    <w:rsid w:val="000740B4"/>
    <w:rsid w:val="00074232"/>
    <w:rsid w:val="00076F7D"/>
    <w:rsid w:val="00082465"/>
    <w:rsid w:val="00083CED"/>
    <w:rsid w:val="00085910"/>
    <w:rsid w:val="00096DCA"/>
    <w:rsid w:val="000A288E"/>
    <w:rsid w:val="000A6969"/>
    <w:rsid w:val="000A6AC1"/>
    <w:rsid w:val="000A721F"/>
    <w:rsid w:val="000B2976"/>
    <w:rsid w:val="000C094D"/>
    <w:rsid w:val="000C2F58"/>
    <w:rsid w:val="000C5384"/>
    <w:rsid w:val="000C632F"/>
    <w:rsid w:val="000C752E"/>
    <w:rsid w:val="000E5EF0"/>
    <w:rsid w:val="000E7F18"/>
    <w:rsid w:val="000F2BF4"/>
    <w:rsid w:val="000F3523"/>
    <w:rsid w:val="000F37EB"/>
    <w:rsid w:val="000F6873"/>
    <w:rsid w:val="00100C11"/>
    <w:rsid w:val="00104405"/>
    <w:rsid w:val="00106A10"/>
    <w:rsid w:val="00112876"/>
    <w:rsid w:val="001167A4"/>
    <w:rsid w:val="00121FED"/>
    <w:rsid w:val="00122695"/>
    <w:rsid w:val="0012414E"/>
    <w:rsid w:val="0013107C"/>
    <w:rsid w:val="0013511B"/>
    <w:rsid w:val="00150EB3"/>
    <w:rsid w:val="00151164"/>
    <w:rsid w:val="0016195C"/>
    <w:rsid w:val="00164F78"/>
    <w:rsid w:val="00165C5A"/>
    <w:rsid w:val="001679FE"/>
    <w:rsid w:val="00167B01"/>
    <w:rsid w:val="00171547"/>
    <w:rsid w:val="00171C2D"/>
    <w:rsid w:val="00172342"/>
    <w:rsid w:val="00174868"/>
    <w:rsid w:val="00180B2D"/>
    <w:rsid w:val="00182238"/>
    <w:rsid w:val="00186061"/>
    <w:rsid w:val="00191ADF"/>
    <w:rsid w:val="001939F2"/>
    <w:rsid w:val="00194475"/>
    <w:rsid w:val="00197EAC"/>
    <w:rsid w:val="001A0A1B"/>
    <w:rsid w:val="001A2225"/>
    <w:rsid w:val="001A52BA"/>
    <w:rsid w:val="001A778C"/>
    <w:rsid w:val="001B5891"/>
    <w:rsid w:val="001B7704"/>
    <w:rsid w:val="001C0CF2"/>
    <w:rsid w:val="001C1AA6"/>
    <w:rsid w:val="001C3352"/>
    <w:rsid w:val="001C4308"/>
    <w:rsid w:val="001C5AE3"/>
    <w:rsid w:val="001C7337"/>
    <w:rsid w:val="001D3494"/>
    <w:rsid w:val="001D4272"/>
    <w:rsid w:val="001E0235"/>
    <w:rsid w:val="001E1EE2"/>
    <w:rsid w:val="001E4BE7"/>
    <w:rsid w:val="001F19E6"/>
    <w:rsid w:val="001F66E7"/>
    <w:rsid w:val="002024C7"/>
    <w:rsid w:val="00203CFE"/>
    <w:rsid w:val="00205CEE"/>
    <w:rsid w:val="00206131"/>
    <w:rsid w:val="00207467"/>
    <w:rsid w:val="00210701"/>
    <w:rsid w:val="002139FB"/>
    <w:rsid w:val="00214984"/>
    <w:rsid w:val="00216DD9"/>
    <w:rsid w:val="0022185D"/>
    <w:rsid w:val="00221AFC"/>
    <w:rsid w:val="00224498"/>
    <w:rsid w:val="00232FD0"/>
    <w:rsid w:val="00241889"/>
    <w:rsid w:val="002419A3"/>
    <w:rsid w:val="00244C0E"/>
    <w:rsid w:val="002542FB"/>
    <w:rsid w:val="00257694"/>
    <w:rsid w:val="0026079E"/>
    <w:rsid w:val="00261432"/>
    <w:rsid w:val="002644EB"/>
    <w:rsid w:val="0026487E"/>
    <w:rsid w:val="00264DCC"/>
    <w:rsid w:val="00265737"/>
    <w:rsid w:val="00266BD1"/>
    <w:rsid w:val="00270BD6"/>
    <w:rsid w:val="0027588D"/>
    <w:rsid w:val="00276B2D"/>
    <w:rsid w:val="00276CDD"/>
    <w:rsid w:val="002800C3"/>
    <w:rsid w:val="00282D5D"/>
    <w:rsid w:val="00290BAE"/>
    <w:rsid w:val="002926E5"/>
    <w:rsid w:val="002957E8"/>
    <w:rsid w:val="00296900"/>
    <w:rsid w:val="00296DF4"/>
    <w:rsid w:val="002A25F2"/>
    <w:rsid w:val="002A38F1"/>
    <w:rsid w:val="002A670B"/>
    <w:rsid w:val="002A7574"/>
    <w:rsid w:val="002B23BD"/>
    <w:rsid w:val="002B6C74"/>
    <w:rsid w:val="002B7D8F"/>
    <w:rsid w:val="002C0A23"/>
    <w:rsid w:val="002C3D22"/>
    <w:rsid w:val="002C4D56"/>
    <w:rsid w:val="002C630A"/>
    <w:rsid w:val="002C64DF"/>
    <w:rsid w:val="002D094D"/>
    <w:rsid w:val="002D48B7"/>
    <w:rsid w:val="002D663F"/>
    <w:rsid w:val="002D73BC"/>
    <w:rsid w:val="002E04D7"/>
    <w:rsid w:val="002E066A"/>
    <w:rsid w:val="002E792A"/>
    <w:rsid w:val="002F147D"/>
    <w:rsid w:val="002F2D3C"/>
    <w:rsid w:val="002F32D6"/>
    <w:rsid w:val="002F3645"/>
    <w:rsid w:val="002F47FB"/>
    <w:rsid w:val="003017A9"/>
    <w:rsid w:val="00311B9E"/>
    <w:rsid w:val="0031477B"/>
    <w:rsid w:val="003159AD"/>
    <w:rsid w:val="003173F8"/>
    <w:rsid w:val="00320E03"/>
    <w:rsid w:val="00321C41"/>
    <w:rsid w:val="00322A7B"/>
    <w:rsid w:val="003232F0"/>
    <w:rsid w:val="00332497"/>
    <w:rsid w:val="003352AA"/>
    <w:rsid w:val="003365BA"/>
    <w:rsid w:val="003440D0"/>
    <w:rsid w:val="00346D9F"/>
    <w:rsid w:val="00347B47"/>
    <w:rsid w:val="0035016E"/>
    <w:rsid w:val="003506F8"/>
    <w:rsid w:val="00350E11"/>
    <w:rsid w:val="00354F9B"/>
    <w:rsid w:val="00361537"/>
    <w:rsid w:val="00361FF0"/>
    <w:rsid w:val="00363FD6"/>
    <w:rsid w:val="0036424A"/>
    <w:rsid w:val="00370C18"/>
    <w:rsid w:val="003718A6"/>
    <w:rsid w:val="00373868"/>
    <w:rsid w:val="00373C7A"/>
    <w:rsid w:val="003808F8"/>
    <w:rsid w:val="00381050"/>
    <w:rsid w:val="00382B73"/>
    <w:rsid w:val="00382BC5"/>
    <w:rsid w:val="003A4677"/>
    <w:rsid w:val="003A7D4C"/>
    <w:rsid w:val="003A7EE9"/>
    <w:rsid w:val="003B030C"/>
    <w:rsid w:val="003B0DF5"/>
    <w:rsid w:val="003B547F"/>
    <w:rsid w:val="003B79DC"/>
    <w:rsid w:val="003C1ED5"/>
    <w:rsid w:val="003C347C"/>
    <w:rsid w:val="003C54A1"/>
    <w:rsid w:val="003C6293"/>
    <w:rsid w:val="003C741B"/>
    <w:rsid w:val="003D381A"/>
    <w:rsid w:val="003D4345"/>
    <w:rsid w:val="003E0864"/>
    <w:rsid w:val="003E3AFC"/>
    <w:rsid w:val="003F133A"/>
    <w:rsid w:val="003F1386"/>
    <w:rsid w:val="003F1C15"/>
    <w:rsid w:val="003F31D0"/>
    <w:rsid w:val="00401B99"/>
    <w:rsid w:val="004051CD"/>
    <w:rsid w:val="004058DC"/>
    <w:rsid w:val="0040627D"/>
    <w:rsid w:val="004077FE"/>
    <w:rsid w:val="00407AF9"/>
    <w:rsid w:val="00415AC7"/>
    <w:rsid w:val="00421E91"/>
    <w:rsid w:val="004321DE"/>
    <w:rsid w:val="00432960"/>
    <w:rsid w:val="00453F7B"/>
    <w:rsid w:val="00455619"/>
    <w:rsid w:val="004605D6"/>
    <w:rsid w:val="0046678B"/>
    <w:rsid w:val="004765BE"/>
    <w:rsid w:val="004807DA"/>
    <w:rsid w:val="00481E2F"/>
    <w:rsid w:val="0048704D"/>
    <w:rsid w:val="00491D58"/>
    <w:rsid w:val="004A1058"/>
    <w:rsid w:val="004B13BE"/>
    <w:rsid w:val="004B5B00"/>
    <w:rsid w:val="004B6268"/>
    <w:rsid w:val="004C03F6"/>
    <w:rsid w:val="004C3A81"/>
    <w:rsid w:val="004C7FB4"/>
    <w:rsid w:val="004D18A1"/>
    <w:rsid w:val="004D5538"/>
    <w:rsid w:val="004D7FA8"/>
    <w:rsid w:val="004E26D5"/>
    <w:rsid w:val="004E541C"/>
    <w:rsid w:val="004E6050"/>
    <w:rsid w:val="004F28AB"/>
    <w:rsid w:val="004F31B9"/>
    <w:rsid w:val="004F6723"/>
    <w:rsid w:val="00502BE8"/>
    <w:rsid w:val="00506306"/>
    <w:rsid w:val="00513487"/>
    <w:rsid w:val="005135A9"/>
    <w:rsid w:val="00513917"/>
    <w:rsid w:val="005139FD"/>
    <w:rsid w:val="005143B3"/>
    <w:rsid w:val="00515F94"/>
    <w:rsid w:val="00522B48"/>
    <w:rsid w:val="00522E8C"/>
    <w:rsid w:val="0052577E"/>
    <w:rsid w:val="00532918"/>
    <w:rsid w:val="00533DF3"/>
    <w:rsid w:val="00541FA0"/>
    <w:rsid w:val="00542202"/>
    <w:rsid w:val="0054224A"/>
    <w:rsid w:val="005436C2"/>
    <w:rsid w:val="00543CF1"/>
    <w:rsid w:val="00544F33"/>
    <w:rsid w:val="005462CD"/>
    <w:rsid w:val="0055072A"/>
    <w:rsid w:val="00556622"/>
    <w:rsid w:val="0056021C"/>
    <w:rsid w:val="0056136F"/>
    <w:rsid w:val="00562472"/>
    <w:rsid w:val="0056329E"/>
    <w:rsid w:val="00563520"/>
    <w:rsid w:val="0056645E"/>
    <w:rsid w:val="0056704C"/>
    <w:rsid w:val="00580585"/>
    <w:rsid w:val="005814C6"/>
    <w:rsid w:val="00581F1F"/>
    <w:rsid w:val="00584193"/>
    <w:rsid w:val="0058568A"/>
    <w:rsid w:val="00591AA1"/>
    <w:rsid w:val="00597203"/>
    <w:rsid w:val="005A1342"/>
    <w:rsid w:val="005A2124"/>
    <w:rsid w:val="005A33C4"/>
    <w:rsid w:val="005A6F84"/>
    <w:rsid w:val="005A70D8"/>
    <w:rsid w:val="005B0310"/>
    <w:rsid w:val="005B08A6"/>
    <w:rsid w:val="005B4934"/>
    <w:rsid w:val="005B6F52"/>
    <w:rsid w:val="005C08EA"/>
    <w:rsid w:val="005C0D6A"/>
    <w:rsid w:val="005C1D07"/>
    <w:rsid w:val="005C3D95"/>
    <w:rsid w:val="005D0FEC"/>
    <w:rsid w:val="005D4A91"/>
    <w:rsid w:val="005E098A"/>
    <w:rsid w:val="005E5829"/>
    <w:rsid w:val="005F0075"/>
    <w:rsid w:val="005F0367"/>
    <w:rsid w:val="005F1449"/>
    <w:rsid w:val="005F14A9"/>
    <w:rsid w:val="005F386F"/>
    <w:rsid w:val="005F6227"/>
    <w:rsid w:val="005F6841"/>
    <w:rsid w:val="005F7CBF"/>
    <w:rsid w:val="00600316"/>
    <w:rsid w:val="00603AFF"/>
    <w:rsid w:val="00607073"/>
    <w:rsid w:val="00610108"/>
    <w:rsid w:val="0061304E"/>
    <w:rsid w:val="0061674A"/>
    <w:rsid w:val="00616C59"/>
    <w:rsid w:val="0062022B"/>
    <w:rsid w:val="0062076A"/>
    <w:rsid w:val="006222A6"/>
    <w:rsid w:val="00633125"/>
    <w:rsid w:val="00635127"/>
    <w:rsid w:val="00636932"/>
    <w:rsid w:val="00641229"/>
    <w:rsid w:val="006448F2"/>
    <w:rsid w:val="00647366"/>
    <w:rsid w:val="00651FE3"/>
    <w:rsid w:val="006528BB"/>
    <w:rsid w:val="00652BD2"/>
    <w:rsid w:val="006631FE"/>
    <w:rsid w:val="006645FC"/>
    <w:rsid w:val="00666C0A"/>
    <w:rsid w:val="00675448"/>
    <w:rsid w:val="00675E3A"/>
    <w:rsid w:val="00677537"/>
    <w:rsid w:val="00685A23"/>
    <w:rsid w:val="00686A0D"/>
    <w:rsid w:val="0069092D"/>
    <w:rsid w:val="006A4C48"/>
    <w:rsid w:val="006A6E90"/>
    <w:rsid w:val="006B40A8"/>
    <w:rsid w:val="006B4A0A"/>
    <w:rsid w:val="006B71A8"/>
    <w:rsid w:val="006C0F7C"/>
    <w:rsid w:val="006D548D"/>
    <w:rsid w:val="006E0ABE"/>
    <w:rsid w:val="006E1356"/>
    <w:rsid w:val="006E186F"/>
    <w:rsid w:val="006E197B"/>
    <w:rsid w:val="006E64D7"/>
    <w:rsid w:val="006F121F"/>
    <w:rsid w:val="006F4A67"/>
    <w:rsid w:val="006F7047"/>
    <w:rsid w:val="00705216"/>
    <w:rsid w:val="007237F4"/>
    <w:rsid w:val="00731F33"/>
    <w:rsid w:val="007369CC"/>
    <w:rsid w:val="00736EB3"/>
    <w:rsid w:val="00742BE4"/>
    <w:rsid w:val="00745DD8"/>
    <w:rsid w:val="00746B99"/>
    <w:rsid w:val="007515E6"/>
    <w:rsid w:val="0075575B"/>
    <w:rsid w:val="007628F7"/>
    <w:rsid w:val="007630AB"/>
    <w:rsid w:val="00763CB9"/>
    <w:rsid w:val="00764C23"/>
    <w:rsid w:val="007659C9"/>
    <w:rsid w:val="0076660E"/>
    <w:rsid w:val="00766DEF"/>
    <w:rsid w:val="007764B6"/>
    <w:rsid w:val="00790CEB"/>
    <w:rsid w:val="00792B2D"/>
    <w:rsid w:val="00793191"/>
    <w:rsid w:val="007932AB"/>
    <w:rsid w:val="0079432D"/>
    <w:rsid w:val="007A6A89"/>
    <w:rsid w:val="007B5092"/>
    <w:rsid w:val="007B7683"/>
    <w:rsid w:val="007C500A"/>
    <w:rsid w:val="007D1743"/>
    <w:rsid w:val="007D4FCB"/>
    <w:rsid w:val="007D5758"/>
    <w:rsid w:val="007D6B91"/>
    <w:rsid w:val="007D74DE"/>
    <w:rsid w:val="007E10A5"/>
    <w:rsid w:val="007E3737"/>
    <w:rsid w:val="007E4DE9"/>
    <w:rsid w:val="007E50A3"/>
    <w:rsid w:val="007E5863"/>
    <w:rsid w:val="007E71B5"/>
    <w:rsid w:val="007F29A8"/>
    <w:rsid w:val="007F32CF"/>
    <w:rsid w:val="007F5ACE"/>
    <w:rsid w:val="007F62B8"/>
    <w:rsid w:val="007F633E"/>
    <w:rsid w:val="007F7466"/>
    <w:rsid w:val="00806F68"/>
    <w:rsid w:val="00811A8C"/>
    <w:rsid w:val="00813F26"/>
    <w:rsid w:val="00817012"/>
    <w:rsid w:val="00821305"/>
    <w:rsid w:val="008241DC"/>
    <w:rsid w:val="0083117D"/>
    <w:rsid w:val="00834ABB"/>
    <w:rsid w:val="0084086F"/>
    <w:rsid w:val="00840C5A"/>
    <w:rsid w:val="00842404"/>
    <w:rsid w:val="008428BA"/>
    <w:rsid w:val="00842C7B"/>
    <w:rsid w:val="0084388C"/>
    <w:rsid w:val="0084562F"/>
    <w:rsid w:val="00851D4D"/>
    <w:rsid w:val="00854AA7"/>
    <w:rsid w:val="00857F2B"/>
    <w:rsid w:val="00863A60"/>
    <w:rsid w:val="008646FE"/>
    <w:rsid w:val="008713B2"/>
    <w:rsid w:val="00882396"/>
    <w:rsid w:val="00887040"/>
    <w:rsid w:val="008879B7"/>
    <w:rsid w:val="00887AE7"/>
    <w:rsid w:val="00892892"/>
    <w:rsid w:val="0089395E"/>
    <w:rsid w:val="00895827"/>
    <w:rsid w:val="008A331B"/>
    <w:rsid w:val="008A7F54"/>
    <w:rsid w:val="008B7FBD"/>
    <w:rsid w:val="008C369E"/>
    <w:rsid w:val="008C5CC9"/>
    <w:rsid w:val="008C6434"/>
    <w:rsid w:val="008C7946"/>
    <w:rsid w:val="008D1C26"/>
    <w:rsid w:val="008D4CB7"/>
    <w:rsid w:val="008E0E48"/>
    <w:rsid w:val="008E1A37"/>
    <w:rsid w:val="008E2F6E"/>
    <w:rsid w:val="008E3D02"/>
    <w:rsid w:val="008E429F"/>
    <w:rsid w:val="008F1FE6"/>
    <w:rsid w:val="008F329C"/>
    <w:rsid w:val="008F686A"/>
    <w:rsid w:val="008F7254"/>
    <w:rsid w:val="00903C2E"/>
    <w:rsid w:val="0090440F"/>
    <w:rsid w:val="00910F9C"/>
    <w:rsid w:val="00911B31"/>
    <w:rsid w:val="009129A8"/>
    <w:rsid w:val="00914AC0"/>
    <w:rsid w:val="009206F8"/>
    <w:rsid w:val="0092255A"/>
    <w:rsid w:val="00923F83"/>
    <w:rsid w:val="00924876"/>
    <w:rsid w:val="00924E2F"/>
    <w:rsid w:val="009312A2"/>
    <w:rsid w:val="009328F5"/>
    <w:rsid w:val="00933674"/>
    <w:rsid w:val="00933FC8"/>
    <w:rsid w:val="009348AE"/>
    <w:rsid w:val="009417D1"/>
    <w:rsid w:val="009432B1"/>
    <w:rsid w:val="00943F3F"/>
    <w:rsid w:val="009451BA"/>
    <w:rsid w:val="0094705C"/>
    <w:rsid w:val="00950A85"/>
    <w:rsid w:val="00956082"/>
    <w:rsid w:val="009622E9"/>
    <w:rsid w:val="00964402"/>
    <w:rsid w:val="009651AF"/>
    <w:rsid w:val="00965798"/>
    <w:rsid w:val="009701EA"/>
    <w:rsid w:val="0097137D"/>
    <w:rsid w:val="0097277A"/>
    <w:rsid w:val="00972A30"/>
    <w:rsid w:val="00973B24"/>
    <w:rsid w:val="00977853"/>
    <w:rsid w:val="009850D1"/>
    <w:rsid w:val="00986465"/>
    <w:rsid w:val="00992A50"/>
    <w:rsid w:val="00997390"/>
    <w:rsid w:val="009976C2"/>
    <w:rsid w:val="009A0A90"/>
    <w:rsid w:val="009A1C65"/>
    <w:rsid w:val="009A1EE5"/>
    <w:rsid w:val="009A31B3"/>
    <w:rsid w:val="009A3377"/>
    <w:rsid w:val="009A74E1"/>
    <w:rsid w:val="009B3C2C"/>
    <w:rsid w:val="009B6E8B"/>
    <w:rsid w:val="009C3157"/>
    <w:rsid w:val="009C441C"/>
    <w:rsid w:val="009C558C"/>
    <w:rsid w:val="009C5FCC"/>
    <w:rsid w:val="009C703A"/>
    <w:rsid w:val="009C7E0C"/>
    <w:rsid w:val="009D13EA"/>
    <w:rsid w:val="009E0660"/>
    <w:rsid w:val="009F01C2"/>
    <w:rsid w:val="009F2725"/>
    <w:rsid w:val="00A01340"/>
    <w:rsid w:val="00A01499"/>
    <w:rsid w:val="00A014F0"/>
    <w:rsid w:val="00A0170B"/>
    <w:rsid w:val="00A11922"/>
    <w:rsid w:val="00A15AE6"/>
    <w:rsid w:val="00A20227"/>
    <w:rsid w:val="00A25CD0"/>
    <w:rsid w:val="00A272EA"/>
    <w:rsid w:val="00A328D0"/>
    <w:rsid w:val="00A47ED2"/>
    <w:rsid w:val="00A53674"/>
    <w:rsid w:val="00A57178"/>
    <w:rsid w:val="00A60E75"/>
    <w:rsid w:val="00A62016"/>
    <w:rsid w:val="00A622C3"/>
    <w:rsid w:val="00A74055"/>
    <w:rsid w:val="00A757FC"/>
    <w:rsid w:val="00A831AC"/>
    <w:rsid w:val="00A838FB"/>
    <w:rsid w:val="00A86402"/>
    <w:rsid w:val="00A9092B"/>
    <w:rsid w:val="00A928D1"/>
    <w:rsid w:val="00A958F9"/>
    <w:rsid w:val="00AA03D1"/>
    <w:rsid w:val="00AA17EE"/>
    <w:rsid w:val="00AA316C"/>
    <w:rsid w:val="00AB4594"/>
    <w:rsid w:val="00AB4FEE"/>
    <w:rsid w:val="00AB6263"/>
    <w:rsid w:val="00AB7002"/>
    <w:rsid w:val="00AC30E8"/>
    <w:rsid w:val="00AC7249"/>
    <w:rsid w:val="00AD300D"/>
    <w:rsid w:val="00AD3026"/>
    <w:rsid w:val="00AD3539"/>
    <w:rsid w:val="00AD4CAE"/>
    <w:rsid w:val="00AD4E66"/>
    <w:rsid w:val="00AD7FC8"/>
    <w:rsid w:val="00AE17DA"/>
    <w:rsid w:val="00AE4F32"/>
    <w:rsid w:val="00AE50EB"/>
    <w:rsid w:val="00AF0ACB"/>
    <w:rsid w:val="00B004C8"/>
    <w:rsid w:val="00B15623"/>
    <w:rsid w:val="00B16E3B"/>
    <w:rsid w:val="00B17BE3"/>
    <w:rsid w:val="00B202C8"/>
    <w:rsid w:val="00B26811"/>
    <w:rsid w:val="00B30192"/>
    <w:rsid w:val="00B308DB"/>
    <w:rsid w:val="00B35FFA"/>
    <w:rsid w:val="00B36FED"/>
    <w:rsid w:val="00B37021"/>
    <w:rsid w:val="00B4362B"/>
    <w:rsid w:val="00B43F6E"/>
    <w:rsid w:val="00B46DE1"/>
    <w:rsid w:val="00B51186"/>
    <w:rsid w:val="00B511EA"/>
    <w:rsid w:val="00B52AEE"/>
    <w:rsid w:val="00B52FDE"/>
    <w:rsid w:val="00B53A75"/>
    <w:rsid w:val="00B60031"/>
    <w:rsid w:val="00B61A49"/>
    <w:rsid w:val="00B61EB2"/>
    <w:rsid w:val="00B62A3A"/>
    <w:rsid w:val="00B640F8"/>
    <w:rsid w:val="00B66F51"/>
    <w:rsid w:val="00B73800"/>
    <w:rsid w:val="00B751A7"/>
    <w:rsid w:val="00B761BD"/>
    <w:rsid w:val="00B81E10"/>
    <w:rsid w:val="00B82556"/>
    <w:rsid w:val="00B854F9"/>
    <w:rsid w:val="00B87452"/>
    <w:rsid w:val="00B90469"/>
    <w:rsid w:val="00B935AC"/>
    <w:rsid w:val="00B93D03"/>
    <w:rsid w:val="00B948FB"/>
    <w:rsid w:val="00BA00D2"/>
    <w:rsid w:val="00BA0936"/>
    <w:rsid w:val="00BA198D"/>
    <w:rsid w:val="00BA3692"/>
    <w:rsid w:val="00BB4C36"/>
    <w:rsid w:val="00BB5694"/>
    <w:rsid w:val="00BC1C5A"/>
    <w:rsid w:val="00BE0B36"/>
    <w:rsid w:val="00BE2999"/>
    <w:rsid w:val="00BE32B7"/>
    <w:rsid w:val="00BE7044"/>
    <w:rsid w:val="00BF02E6"/>
    <w:rsid w:val="00BF058B"/>
    <w:rsid w:val="00BF0B5B"/>
    <w:rsid w:val="00BF0FDE"/>
    <w:rsid w:val="00BF67E8"/>
    <w:rsid w:val="00C03EA9"/>
    <w:rsid w:val="00C0548F"/>
    <w:rsid w:val="00C1040F"/>
    <w:rsid w:val="00C11CA2"/>
    <w:rsid w:val="00C11DC7"/>
    <w:rsid w:val="00C2164F"/>
    <w:rsid w:val="00C25F81"/>
    <w:rsid w:val="00C2797A"/>
    <w:rsid w:val="00C33E21"/>
    <w:rsid w:val="00C36ED8"/>
    <w:rsid w:val="00C41E58"/>
    <w:rsid w:val="00C442A2"/>
    <w:rsid w:val="00C450B5"/>
    <w:rsid w:val="00C54341"/>
    <w:rsid w:val="00C5444E"/>
    <w:rsid w:val="00C55595"/>
    <w:rsid w:val="00C55CBA"/>
    <w:rsid w:val="00C56770"/>
    <w:rsid w:val="00C60506"/>
    <w:rsid w:val="00C653AC"/>
    <w:rsid w:val="00C66BF9"/>
    <w:rsid w:val="00C73820"/>
    <w:rsid w:val="00C74D96"/>
    <w:rsid w:val="00C74EF9"/>
    <w:rsid w:val="00C75E9D"/>
    <w:rsid w:val="00C776D6"/>
    <w:rsid w:val="00C85104"/>
    <w:rsid w:val="00C851F2"/>
    <w:rsid w:val="00C90B50"/>
    <w:rsid w:val="00C91150"/>
    <w:rsid w:val="00C92F8A"/>
    <w:rsid w:val="00C977D9"/>
    <w:rsid w:val="00CA03C6"/>
    <w:rsid w:val="00CB45E8"/>
    <w:rsid w:val="00CB6B73"/>
    <w:rsid w:val="00CB7697"/>
    <w:rsid w:val="00CC0378"/>
    <w:rsid w:val="00CC203B"/>
    <w:rsid w:val="00CC2344"/>
    <w:rsid w:val="00CC2D79"/>
    <w:rsid w:val="00CC2FAB"/>
    <w:rsid w:val="00CC55F5"/>
    <w:rsid w:val="00CC7D5E"/>
    <w:rsid w:val="00CD61A1"/>
    <w:rsid w:val="00CD69FC"/>
    <w:rsid w:val="00CD7419"/>
    <w:rsid w:val="00CD7FCD"/>
    <w:rsid w:val="00CE0B12"/>
    <w:rsid w:val="00CE559D"/>
    <w:rsid w:val="00CE5B06"/>
    <w:rsid w:val="00CF0841"/>
    <w:rsid w:val="00CF1573"/>
    <w:rsid w:val="00CF1D91"/>
    <w:rsid w:val="00CF3821"/>
    <w:rsid w:val="00D02000"/>
    <w:rsid w:val="00D108E3"/>
    <w:rsid w:val="00D14712"/>
    <w:rsid w:val="00D14C21"/>
    <w:rsid w:val="00D16DC8"/>
    <w:rsid w:val="00D22695"/>
    <w:rsid w:val="00D243CA"/>
    <w:rsid w:val="00D2553F"/>
    <w:rsid w:val="00D25AFC"/>
    <w:rsid w:val="00D30644"/>
    <w:rsid w:val="00D3104A"/>
    <w:rsid w:val="00D32ED8"/>
    <w:rsid w:val="00D34997"/>
    <w:rsid w:val="00D34F60"/>
    <w:rsid w:val="00D375DF"/>
    <w:rsid w:val="00D42A7A"/>
    <w:rsid w:val="00D443CD"/>
    <w:rsid w:val="00D46DF0"/>
    <w:rsid w:val="00D47FDC"/>
    <w:rsid w:val="00D51C72"/>
    <w:rsid w:val="00D535ED"/>
    <w:rsid w:val="00D53B08"/>
    <w:rsid w:val="00D53C9A"/>
    <w:rsid w:val="00D55840"/>
    <w:rsid w:val="00D65857"/>
    <w:rsid w:val="00D65A04"/>
    <w:rsid w:val="00D676D1"/>
    <w:rsid w:val="00D73043"/>
    <w:rsid w:val="00D82012"/>
    <w:rsid w:val="00D8292D"/>
    <w:rsid w:val="00D82EC4"/>
    <w:rsid w:val="00D85EEC"/>
    <w:rsid w:val="00D8775E"/>
    <w:rsid w:val="00D949D2"/>
    <w:rsid w:val="00D9559F"/>
    <w:rsid w:val="00D95E34"/>
    <w:rsid w:val="00DA1B57"/>
    <w:rsid w:val="00DA3618"/>
    <w:rsid w:val="00DA42B6"/>
    <w:rsid w:val="00DA4985"/>
    <w:rsid w:val="00DA651C"/>
    <w:rsid w:val="00DA6DDD"/>
    <w:rsid w:val="00DB295A"/>
    <w:rsid w:val="00DB418D"/>
    <w:rsid w:val="00DB5B07"/>
    <w:rsid w:val="00DB77AA"/>
    <w:rsid w:val="00DD2635"/>
    <w:rsid w:val="00DD6A1C"/>
    <w:rsid w:val="00DE2C8D"/>
    <w:rsid w:val="00DE6252"/>
    <w:rsid w:val="00DE6750"/>
    <w:rsid w:val="00DF297C"/>
    <w:rsid w:val="00DF3B8C"/>
    <w:rsid w:val="00DF3EDA"/>
    <w:rsid w:val="00DF4E63"/>
    <w:rsid w:val="00E005D9"/>
    <w:rsid w:val="00E006BE"/>
    <w:rsid w:val="00E052CB"/>
    <w:rsid w:val="00E11F1C"/>
    <w:rsid w:val="00E132D9"/>
    <w:rsid w:val="00E139BB"/>
    <w:rsid w:val="00E201A5"/>
    <w:rsid w:val="00E2123E"/>
    <w:rsid w:val="00E2145E"/>
    <w:rsid w:val="00E21587"/>
    <w:rsid w:val="00E229E0"/>
    <w:rsid w:val="00E27274"/>
    <w:rsid w:val="00E2785C"/>
    <w:rsid w:val="00E331B5"/>
    <w:rsid w:val="00E34970"/>
    <w:rsid w:val="00E35A74"/>
    <w:rsid w:val="00E36D97"/>
    <w:rsid w:val="00E412FD"/>
    <w:rsid w:val="00E441BC"/>
    <w:rsid w:val="00E47C06"/>
    <w:rsid w:val="00E53652"/>
    <w:rsid w:val="00E5485A"/>
    <w:rsid w:val="00E5662C"/>
    <w:rsid w:val="00E65212"/>
    <w:rsid w:val="00E65259"/>
    <w:rsid w:val="00E70C8C"/>
    <w:rsid w:val="00E70D1A"/>
    <w:rsid w:val="00E71D7A"/>
    <w:rsid w:val="00E7468F"/>
    <w:rsid w:val="00E75EAD"/>
    <w:rsid w:val="00E76474"/>
    <w:rsid w:val="00E86FEB"/>
    <w:rsid w:val="00E90187"/>
    <w:rsid w:val="00E92353"/>
    <w:rsid w:val="00E9424B"/>
    <w:rsid w:val="00E964FE"/>
    <w:rsid w:val="00EA51DC"/>
    <w:rsid w:val="00EB2957"/>
    <w:rsid w:val="00EB311E"/>
    <w:rsid w:val="00EB5DEE"/>
    <w:rsid w:val="00EC53F5"/>
    <w:rsid w:val="00ED34D6"/>
    <w:rsid w:val="00EE0652"/>
    <w:rsid w:val="00EF2C48"/>
    <w:rsid w:val="00EF49BF"/>
    <w:rsid w:val="00EF6FA7"/>
    <w:rsid w:val="00F01347"/>
    <w:rsid w:val="00F10BB4"/>
    <w:rsid w:val="00F11594"/>
    <w:rsid w:val="00F13791"/>
    <w:rsid w:val="00F1437E"/>
    <w:rsid w:val="00F14C4D"/>
    <w:rsid w:val="00F22140"/>
    <w:rsid w:val="00F249E5"/>
    <w:rsid w:val="00F25F08"/>
    <w:rsid w:val="00F25FAB"/>
    <w:rsid w:val="00F26685"/>
    <w:rsid w:val="00F3168B"/>
    <w:rsid w:val="00F401D0"/>
    <w:rsid w:val="00F437C5"/>
    <w:rsid w:val="00F45F8D"/>
    <w:rsid w:val="00F46D68"/>
    <w:rsid w:val="00F5766D"/>
    <w:rsid w:val="00F57F28"/>
    <w:rsid w:val="00F62BDF"/>
    <w:rsid w:val="00F62C9E"/>
    <w:rsid w:val="00F6301D"/>
    <w:rsid w:val="00F71D90"/>
    <w:rsid w:val="00F80282"/>
    <w:rsid w:val="00F8029B"/>
    <w:rsid w:val="00F809D1"/>
    <w:rsid w:val="00F84F4F"/>
    <w:rsid w:val="00F86182"/>
    <w:rsid w:val="00F912F2"/>
    <w:rsid w:val="00F923D0"/>
    <w:rsid w:val="00F94031"/>
    <w:rsid w:val="00F94D51"/>
    <w:rsid w:val="00FA1D1B"/>
    <w:rsid w:val="00FA359A"/>
    <w:rsid w:val="00FA58CA"/>
    <w:rsid w:val="00FB3CC5"/>
    <w:rsid w:val="00FC290E"/>
    <w:rsid w:val="00FC71DE"/>
    <w:rsid w:val="00FC79C4"/>
    <w:rsid w:val="00FD0903"/>
    <w:rsid w:val="00FD2A44"/>
    <w:rsid w:val="00FD30A9"/>
    <w:rsid w:val="00FD4A1C"/>
    <w:rsid w:val="00FD5DC5"/>
    <w:rsid w:val="00FE3141"/>
    <w:rsid w:val="00FE315B"/>
    <w:rsid w:val="00FE4D0B"/>
    <w:rsid w:val="00FE5B51"/>
    <w:rsid w:val="00FE5CCC"/>
    <w:rsid w:val="00FE6B58"/>
    <w:rsid w:val="00FF298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EF21A"/>
  <w15:docId w15:val="{56A8F5E3-CA0A-4C03-910E-D115495F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CAE"/>
  </w:style>
  <w:style w:type="paragraph" w:styleId="Naslov1">
    <w:name w:val="heading 1"/>
    <w:basedOn w:val="Normal"/>
    <w:next w:val="Normal"/>
    <w:link w:val="Naslov1Char"/>
    <w:uiPriority w:val="9"/>
    <w:qFormat/>
    <w:rsid w:val="00910F9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10F9C"/>
    <w:pPr>
      <w:keepNext/>
      <w:keepLines/>
      <w:numPr>
        <w:ilvl w:val="1"/>
        <w:numId w:val="2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10F9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10F9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0F9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10F9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10F9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10F9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10F9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910F9C"/>
    <w:rPr>
      <w:color w:val="808080"/>
    </w:rPr>
  </w:style>
  <w:style w:type="paragraph" w:styleId="Odlomakpopisa">
    <w:name w:val="List Paragraph"/>
    <w:basedOn w:val="Normal"/>
    <w:uiPriority w:val="34"/>
    <w:qFormat/>
    <w:rsid w:val="00910F9C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910F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910F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10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10F9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0F9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10F9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10F9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10F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10F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fusnote">
    <w:name w:val="footnote text"/>
    <w:basedOn w:val="Normal"/>
    <w:link w:val="TekstfusnoteChar"/>
    <w:autoRedefine/>
    <w:semiHidden/>
    <w:rsid w:val="006631FE"/>
    <w:pPr>
      <w:spacing w:after="0" w:line="240" w:lineRule="auto"/>
      <w:ind w:left="142" w:hanging="142"/>
      <w:jc w:val="both"/>
    </w:pPr>
    <w:rPr>
      <w:rFonts w:eastAsiaTheme="majorEastAsia" w:cstheme="minorHAnsi"/>
      <w:b/>
      <w:bCs/>
      <w:color w:val="FF0000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semiHidden/>
    <w:rsid w:val="006631FE"/>
    <w:rPr>
      <w:rFonts w:eastAsiaTheme="majorEastAsia" w:cstheme="minorHAnsi"/>
      <w:b/>
      <w:bCs/>
      <w:color w:val="FF0000"/>
      <w:sz w:val="20"/>
      <w:szCs w:val="20"/>
      <w:lang w:eastAsia="hr-HR"/>
    </w:rPr>
  </w:style>
  <w:style w:type="character" w:styleId="Referencafusnote">
    <w:name w:val="footnote reference"/>
    <w:basedOn w:val="Zadanifontodlomka"/>
    <w:semiHidden/>
    <w:rsid w:val="001A0A1B"/>
    <w:rPr>
      <w:vertAlign w:val="superscript"/>
    </w:rPr>
  </w:style>
  <w:style w:type="table" w:styleId="Reetkatablice">
    <w:name w:val="Table Grid"/>
    <w:basedOn w:val="Obinatablica"/>
    <w:uiPriority w:val="39"/>
    <w:rsid w:val="001A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E6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E6750"/>
  </w:style>
  <w:style w:type="paragraph" w:styleId="Podnoje">
    <w:name w:val="footer"/>
    <w:basedOn w:val="Normal"/>
    <w:link w:val="PodnojeChar"/>
    <w:uiPriority w:val="99"/>
    <w:unhideWhenUsed/>
    <w:rsid w:val="00DE6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E6750"/>
  </w:style>
  <w:style w:type="paragraph" w:styleId="Tekstbalonia">
    <w:name w:val="Balloon Text"/>
    <w:basedOn w:val="Normal"/>
    <w:link w:val="TekstbaloniaChar"/>
    <w:uiPriority w:val="99"/>
    <w:semiHidden/>
    <w:unhideWhenUsed/>
    <w:rsid w:val="00D51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1C72"/>
    <w:rPr>
      <w:rFonts w:ascii="Segoe UI" w:hAnsi="Segoe UI" w:cs="Segoe UI"/>
      <w:sz w:val="18"/>
      <w:szCs w:val="18"/>
    </w:rPr>
  </w:style>
  <w:style w:type="character" w:customStyle="1" w:styleId="Style1">
    <w:name w:val="Style1"/>
    <w:basedOn w:val="Zadanifontodlomka"/>
    <w:uiPriority w:val="1"/>
    <w:rsid w:val="008646FE"/>
    <w:rPr>
      <w:b/>
    </w:rPr>
  </w:style>
  <w:style w:type="character" w:styleId="Hiperveza">
    <w:name w:val="Hyperlink"/>
    <w:basedOn w:val="Zadanifontodlomka"/>
    <w:uiPriority w:val="99"/>
    <w:unhideWhenUsed/>
    <w:rsid w:val="00E5662C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0548F"/>
    <w:rPr>
      <w:color w:val="954F72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21FED"/>
    <w:rPr>
      <w:color w:val="605E5C"/>
      <w:shd w:val="clear" w:color="auto" w:fill="E1DFDD"/>
    </w:rPr>
  </w:style>
  <w:style w:type="character" w:customStyle="1" w:styleId="apple-converted-space">
    <w:name w:val="apple-converted-space"/>
    <w:rsid w:val="004077FE"/>
  </w:style>
  <w:style w:type="character" w:customStyle="1" w:styleId="TekstkomentaraChar">
    <w:name w:val="Tekst komentara Char"/>
    <w:basedOn w:val="Zadanifontodlomka"/>
    <w:link w:val="Tekstkomentara"/>
    <w:locked/>
    <w:rsid w:val="006E0ABE"/>
    <w:rPr>
      <w:rFonts w:ascii="Times New Roman" w:hAnsi="Times New Roman" w:cs="Times New Roman"/>
      <w:sz w:val="20"/>
      <w:szCs w:val="20"/>
      <w:lang w:eastAsia="hr-HR"/>
    </w:rPr>
  </w:style>
  <w:style w:type="paragraph" w:styleId="Tekstkomentara">
    <w:name w:val="annotation text"/>
    <w:basedOn w:val="Normal"/>
    <w:link w:val="TekstkomentaraChar"/>
    <w:rsid w:val="006E0ABE"/>
    <w:pPr>
      <w:spacing w:after="0" w:line="240" w:lineRule="auto"/>
    </w:pPr>
    <w:rPr>
      <w:rFonts w:ascii="Times New Roman" w:hAnsi="Times New Roman" w:cs="Times New Roman"/>
      <w:sz w:val="20"/>
      <w:szCs w:val="20"/>
      <w:lang w:eastAsia="hr-HR"/>
    </w:rPr>
  </w:style>
  <w:style w:type="character" w:customStyle="1" w:styleId="TekstkomentaraChar1">
    <w:name w:val="Tekst komentara Char1"/>
    <w:basedOn w:val="Zadanifontodlomka"/>
    <w:uiPriority w:val="99"/>
    <w:semiHidden/>
    <w:rsid w:val="006E0ABE"/>
    <w:rPr>
      <w:sz w:val="20"/>
      <w:szCs w:val="20"/>
    </w:rPr>
  </w:style>
  <w:style w:type="paragraph" w:customStyle="1" w:styleId="Default">
    <w:name w:val="Default"/>
    <w:rsid w:val="005F1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9622E9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622E9"/>
    <w:pPr>
      <w:spacing w:after="160"/>
    </w:pPr>
    <w:rPr>
      <w:rFonts w:asciiTheme="minorHAnsi" w:hAnsiTheme="minorHAnsi" w:cstheme="minorBidi"/>
      <w:b/>
      <w:bCs/>
      <w:lang w:eastAsia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622E9"/>
    <w:rPr>
      <w:rFonts w:ascii="Times New Roman" w:hAnsi="Times New Roman" w:cs="Times New Roman"/>
      <w:b/>
      <w:bCs/>
      <w:sz w:val="20"/>
      <w:szCs w:val="20"/>
      <w:lang w:eastAsia="hr-HR"/>
    </w:rPr>
  </w:style>
  <w:style w:type="paragraph" w:styleId="Bezproreda">
    <w:name w:val="No Spacing"/>
    <w:uiPriority w:val="1"/>
    <w:qFormat/>
    <w:rsid w:val="00CC2D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Revizija">
    <w:name w:val="Revision"/>
    <w:hidden/>
    <w:uiPriority w:val="99"/>
    <w:semiHidden/>
    <w:rsid w:val="004E2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r\Downloads\Mati&#269;no%20forma%2027_6%20(po%20osobnom%20zahtjevu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69760B7A894473CA94451EBD41B1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F7F3B-5E1E-4A71-9F62-78BD0F49A955}"/>
      </w:docPartPr>
      <w:docPartBody>
        <w:p w:rsidR="00494A0D" w:rsidRDefault="006862F5" w:rsidP="006862F5">
          <w:pPr>
            <w:pStyle w:val="669760B7A894473CA94451EBD41B1F9F14"/>
          </w:pPr>
          <w:r w:rsidRPr="004B6268">
            <w:rPr>
              <w:rFonts w:ascii="Times New Roman" w:hAnsi="Times New Roman" w:cs="Times New Roman"/>
              <w:color w:val="FF0000"/>
            </w:rPr>
            <w:t>Mjesto, datum pisanja izvješća</w:t>
          </w:r>
          <w:r w:rsidRPr="004B6268">
            <w:rPr>
              <w:rStyle w:val="Tekstrezerviranogmjesta"/>
              <w:rFonts w:ascii="Times New Roman" w:hAnsi="Times New Roman" w:cs="Times New Roman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81A0A"/>
    <w:multiLevelType w:val="hybridMultilevel"/>
    <w:tmpl w:val="5D2495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9227D"/>
    <w:multiLevelType w:val="hybridMultilevel"/>
    <w:tmpl w:val="8926F0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891306">
    <w:abstractNumId w:val="1"/>
  </w:num>
  <w:num w:numId="2" w16cid:durableId="950282570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A0D"/>
    <w:rsid w:val="0003656B"/>
    <w:rsid w:val="00074628"/>
    <w:rsid w:val="000A49E2"/>
    <w:rsid w:val="000A4CFA"/>
    <w:rsid w:val="000A721F"/>
    <w:rsid w:val="001257C4"/>
    <w:rsid w:val="00135AFA"/>
    <w:rsid w:val="00143220"/>
    <w:rsid w:val="00164F78"/>
    <w:rsid w:val="00172337"/>
    <w:rsid w:val="0019434E"/>
    <w:rsid w:val="001A2225"/>
    <w:rsid w:val="001B7351"/>
    <w:rsid w:val="001D54D0"/>
    <w:rsid w:val="00215DC9"/>
    <w:rsid w:val="00224498"/>
    <w:rsid w:val="002548F3"/>
    <w:rsid w:val="00276D7A"/>
    <w:rsid w:val="002A0081"/>
    <w:rsid w:val="002E2F25"/>
    <w:rsid w:val="003671CC"/>
    <w:rsid w:val="00382BC5"/>
    <w:rsid w:val="003C1C1E"/>
    <w:rsid w:val="003F4573"/>
    <w:rsid w:val="003F4D7B"/>
    <w:rsid w:val="00437893"/>
    <w:rsid w:val="00454619"/>
    <w:rsid w:val="00494A0D"/>
    <w:rsid w:val="004D3B89"/>
    <w:rsid w:val="004E718B"/>
    <w:rsid w:val="004F343E"/>
    <w:rsid w:val="004F4ACA"/>
    <w:rsid w:val="0050601D"/>
    <w:rsid w:val="00543CEF"/>
    <w:rsid w:val="00556A9B"/>
    <w:rsid w:val="00561863"/>
    <w:rsid w:val="00562472"/>
    <w:rsid w:val="00580585"/>
    <w:rsid w:val="00642EC4"/>
    <w:rsid w:val="00650DCE"/>
    <w:rsid w:val="006663CB"/>
    <w:rsid w:val="006862F5"/>
    <w:rsid w:val="006A3659"/>
    <w:rsid w:val="006C21AE"/>
    <w:rsid w:val="006D32B8"/>
    <w:rsid w:val="006D548D"/>
    <w:rsid w:val="00710A13"/>
    <w:rsid w:val="007237F4"/>
    <w:rsid w:val="00740973"/>
    <w:rsid w:val="00744331"/>
    <w:rsid w:val="007601B6"/>
    <w:rsid w:val="007679DF"/>
    <w:rsid w:val="007737D9"/>
    <w:rsid w:val="007951AF"/>
    <w:rsid w:val="007B12A1"/>
    <w:rsid w:val="007D26FF"/>
    <w:rsid w:val="007D5758"/>
    <w:rsid w:val="007D59A8"/>
    <w:rsid w:val="00805909"/>
    <w:rsid w:val="0083117D"/>
    <w:rsid w:val="00880B7B"/>
    <w:rsid w:val="008A331B"/>
    <w:rsid w:val="008C5E28"/>
    <w:rsid w:val="00920F3D"/>
    <w:rsid w:val="009420DA"/>
    <w:rsid w:val="00962496"/>
    <w:rsid w:val="00990692"/>
    <w:rsid w:val="00994F09"/>
    <w:rsid w:val="009A0239"/>
    <w:rsid w:val="009E478F"/>
    <w:rsid w:val="009F0516"/>
    <w:rsid w:val="00A07F99"/>
    <w:rsid w:val="00A101E1"/>
    <w:rsid w:val="00A85D2D"/>
    <w:rsid w:val="00A96743"/>
    <w:rsid w:val="00AC30E8"/>
    <w:rsid w:val="00AF0B19"/>
    <w:rsid w:val="00B02C2D"/>
    <w:rsid w:val="00B038A6"/>
    <w:rsid w:val="00B159CD"/>
    <w:rsid w:val="00B17BE3"/>
    <w:rsid w:val="00B31877"/>
    <w:rsid w:val="00B42D65"/>
    <w:rsid w:val="00B44EF1"/>
    <w:rsid w:val="00BA11A6"/>
    <w:rsid w:val="00BA1D3A"/>
    <w:rsid w:val="00BB2ED7"/>
    <w:rsid w:val="00BE1779"/>
    <w:rsid w:val="00C010E4"/>
    <w:rsid w:val="00C202C8"/>
    <w:rsid w:val="00C35871"/>
    <w:rsid w:val="00C55BA2"/>
    <w:rsid w:val="00C803F0"/>
    <w:rsid w:val="00CF7EBC"/>
    <w:rsid w:val="00D10CCA"/>
    <w:rsid w:val="00D27D8A"/>
    <w:rsid w:val="00D43ED8"/>
    <w:rsid w:val="00DA651C"/>
    <w:rsid w:val="00DA70F5"/>
    <w:rsid w:val="00DF297C"/>
    <w:rsid w:val="00DF3B8C"/>
    <w:rsid w:val="00E17F6A"/>
    <w:rsid w:val="00E2390E"/>
    <w:rsid w:val="00E554A2"/>
    <w:rsid w:val="00E8196C"/>
    <w:rsid w:val="00EA7C58"/>
    <w:rsid w:val="00EA7D8D"/>
    <w:rsid w:val="00EB5DEE"/>
    <w:rsid w:val="00ED5620"/>
    <w:rsid w:val="00F173CD"/>
    <w:rsid w:val="00F33463"/>
    <w:rsid w:val="00F54A93"/>
    <w:rsid w:val="00FB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34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101E1"/>
    <w:rPr>
      <w:color w:val="808080"/>
    </w:rPr>
  </w:style>
  <w:style w:type="paragraph" w:styleId="Odlomakpopisa">
    <w:name w:val="List Paragraph"/>
    <w:basedOn w:val="Normal"/>
    <w:uiPriority w:val="34"/>
    <w:qFormat/>
    <w:rsid w:val="0050601D"/>
    <w:pPr>
      <w:ind w:left="720"/>
      <w:contextualSpacing/>
    </w:pPr>
    <w:rPr>
      <w:rFonts w:eastAsiaTheme="minorHAnsi"/>
      <w:lang w:eastAsia="en-US"/>
    </w:rPr>
  </w:style>
  <w:style w:type="paragraph" w:customStyle="1" w:styleId="669760B7A894473CA94451EBD41B1F9F14">
    <w:name w:val="669760B7A894473CA94451EBD41B1F9F14"/>
    <w:rsid w:val="006862F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EFEC1-848F-4B5A-8142-4F6BC8F9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Matično forma 27_6 (po osobnom zahtjevu)</Template>
  <TotalTime>4</TotalTime>
  <Pages>22</Pages>
  <Words>2586</Words>
  <Characters>14744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KIFST</Company>
  <LinksUpToDate>false</LinksUpToDate>
  <CharactersWithSpaces>17296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Sekulic</dc:creator>
  <cp:keywords/>
  <dc:description/>
  <cp:lastModifiedBy>NEVEN RICIJAS</cp:lastModifiedBy>
  <cp:revision>4</cp:revision>
  <cp:lastPrinted>2019-08-27T07:39:00Z</cp:lastPrinted>
  <dcterms:created xsi:type="dcterms:W3CDTF">2025-02-03T20:33:00Z</dcterms:created>
  <dcterms:modified xsi:type="dcterms:W3CDTF">2025-02-03T20:36:00Z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ff2a1abb58e222567131f79fa6d0e1ac5391e51810887ad744a544bb9ef154b9</vt:lpwstr>
  </property>
</Properties>
</file>